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80" w:type="dxa"/>
        <w:tblInd w:w="-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5"/>
        <w:gridCol w:w="2566"/>
        <w:gridCol w:w="2694"/>
        <w:gridCol w:w="2835"/>
      </w:tblGrid>
      <w:tr w:rsidR="000C2507" w:rsidRPr="000C2507" w14:paraId="6235EA31" w14:textId="77777777" w:rsidTr="00691CA1">
        <w:trPr>
          <w:trHeight w:hRule="exact" w:val="360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1653E" w14:textId="3F3F769A" w:rsidR="00740C6D" w:rsidRPr="00ED0427" w:rsidRDefault="00BE7CD0" w:rsidP="00691CA1">
            <w:pPr>
              <w:pStyle w:val="Sous-titre"/>
              <w:jc w:val="left"/>
            </w:pPr>
            <w:r w:rsidRPr="00ED0427">
              <w:t xml:space="preserve"> </w:t>
            </w:r>
            <w:r w:rsidR="00740C6D" w:rsidRPr="00EC1C3B">
              <w:rPr>
                <w:rFonts w:ascii="Calibri" w:eastAsia="Times New Roman" w:hAnsi="Calibri" w:cs="Times New Roman"/>
                <w:b/>
                <w:bCs/>
                <w:caps/>
                <w:color w:val="FFFFFF" w:themeColor="background1"/>
                <w:spacing w:val="0"/>
                <w:sz w:val="24"/>
                <w:szCs w:val="24"/>
                <w:lang w:val="fr-CA"/>
              </w:rPr>
              <w:t>IDENTIFICATION</w:t>
            </w:r>
          </w:p>
        </w:tc>
      </w:tr>
      <w:tr w:rsidR="00744988" w:rsidRPr="0027640C" w14:paraId="19C92756" w14:textId="77777777" w:rsidTr="7F0F2D8D">
        <w:trPr>
          <w:trHeight w:val="354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3E94" w14:textId="5F93EDC9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 xml:space="preserve">Nom </w:t>
            </w:r>
            <w:r w:rsidR="002A220D">
              <w:rPr>
                <w:rFonts w:ascii="Calibri" w:hAnsi="Calibri"/>
                <w:lang w:val="fr-CA"/>
              </w:rPr>
              <w:t>de</w:t>
            </w:r>
            <w:r w:rsidR="00BF6D9D">
              <w:rPr>
                <w:rFonts w:ascii="Calibri" w:hAnsi="Calibri"/>
                <w:lang w:val="fr-CA"/>
              </w:rPr>
              <w:t xml:space="preserve"> la</w:t>
            </w:r>
            <w:r w:rsidR="002A220D">
              <w:rPr>
                <w:rFonts w:ascii="Calibri" w:hAnsi="Calibri"/>
                <w:lang w:val="fr-CA"/>
              </w:rPr>
              <w:t xml:space="preserve"> personne</w:t>
            </w:r>
            <w:r w:rsidR="00BF6D9D">
              <w:rPr>
                <w:rFonts w:ascii="Calibri" w:hAnsi="Calibri"/>
                <w:lang w:val="fr-CA"/>
              </w:rPr>
              <w:t xml:space="preserve"> candidate</w:t>
            </w:r>
            <w:r w:rsidR="00A32251">
              <w:rPr>
                <w:rFonts w:ascii="Calibri" w:hAnsi="Calibri"/>
                <w:lang w:val="fr-CA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898712954"/>
            <w:placeholder>
              <w:docPart w:val="4B93E76E53394DA38D6B1807EB1743A4"/>
            </w:placeholder>
            <w:showingPlcHdr/>
            <w:text/>
          </w:sdtPr>
          <w:sdtContent>
            <w:tc>
              <w:tcPr>
                <w:tcW w:w="2566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727B995E" w14:textId="42AA7427" w:rsidR="00744988" w:rsidRPr="00D32CD2" w:rsidRDefault="00392FF0" w:rsidP="00D32CD2">
                <w:pPr>
                  <w:rPr>
                    <w:color w:val="595959" w:themeColor="text1" w:themeTint="A6"/>
                    <w:szCs w:val="18"/>
                    <w:lang w:val="fr-CA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790AE" w14:textId="241A87B0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Numéro de téléphone</w:t>
            </w:r>
            <w:r w:rsidR="002102D9">
              <w:rPr>
                <w:rFonts w:ascii="Calibri" w:hAnsi="Calibri"/>
                <w:lang w:val="fr-CA"/>
              </w:rPr>
              <w:br/>
              <w:t>Adresse courriel</w:t>
            </w:r>
          </w:p>
        </w:tc>
        <w:sdt>
          <w:sdtPr>
            <w:rPr>
              <w:rFonts w:ascii="Calibri" w:hAnsi="Calibri"/>
            </w:rPr>
            <w:id w:val="2122266636"/>
            <w:placeholder>
              <w:docPart w:val="9F2943ECA86F426A9EE6D3F1AE760A59"/>
            </w:placeholder>
            <w:showingPlcHdr/>
            <w:text/>
          </w:sdtPr>
          <w:sdtContent>
            <w:tc>
              <w:tcPr>
                <w:tcW w:w="2835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361B7C" w14:textId="3474A7F7" w:rsidR="00744988" w:rsidRPr="005A5824" w:rsidRDefault="00215874" w:rsidP="00744988">
                <w:pPr>
                  <w:pStyle w:val="TableBodyText"/>
                  <w:rPr>
                    <w:rFonts w:ascii="Calibri" w:hAnsi="Calibri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744988" w:rsidRPr="00672CBD" w14:paraId="192A4952" w14:textId="77777777" w:rsidTr="7F0F2D8D">
        <w:trPr>
          <w:trHeight w:val="416"/>
        </w:trPr>
        <w:tc>
          <w:tcPr>
            <w:tcW w:w="268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C610" w14:textId="4F8C20D1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Emploi postulé</w:t>
            </w:r>
          </w:p>
        </w:tc>
        <w:sdt>
          <w:sdtPr>
            <w:rPr>
              <w:rFonts w:ascii="Calibri" w:hAnsi="Calibri"/>
            </w:rPr>
            <w:id w:val="1996911145"/>
            <w:placeholder>
              <w:docPart w:val="9B3AF82FB636479AAF4D36D3B6151500"/>
            </w:placeholder>
            <w:showingPlcHdr/>
            <w:text/>
          </w:sdtPr>
          <w:sdtContent>
            <w:tc>
              <w:tcPr>
                <w:tcW w:w="2566" w:type="dxa"/>
                <w:shd w:val="clear" w:color="auto" w:fill="auto"/>
                <w:vAlign w:val="center"/>
              </w:tcPr>
              <w:p w14:paraId="1A193A04" w14:textId="71EAA1E0" w:rsidR="00744988" w:rsidRPr="00AC615A" w:rsidRDefault="00610CE2" w:rsidP="00744988">
                <w:pPr>
                  <w:pStyle w:val="TableBodyText"/>
                  <w:rPr>
                    <w:rFonts w:ascii="Calibri" w:hAnsi="Calibri"/>
                    <w:lang w:val="fr-CA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  <w:tc>
          <w:tcPr>
            <w:tcW w:w="2694" w:type="dxa"/>
            <w:shd w:val="clear" w:color="auto" w:fill="auto"/>
            <w:vAlign w:val="center"/>
          </w:tcPr>
          <w:p w14:paraId="54D37C00" w14:textId="57F00EBD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Nom de l’intervieweur</w:t>
            </w:r>
            <w:r w:rsidR="00BF6D9D">
              <w:rPr>
                <w:rFonts w:ascii="Calibri" w:hAnsi="Calibri"/>
                <w:lang w:val="fr-CA"/>
              </w:rPr>
              <w:t xml:space="preserve"> ou de l’intervieweuse</w:t>
            </w:r>
            <w:r w:rsidR="00ED0427">
              <w:rPr>
                <w:rFonts w:ascii="Calibri" w:hAnsi="Calibri"/>
                <w:lang w:val="fr-CA"/>
              </w:rPr>
              <w:t> </w:t>
            </w:r>
          </w:p>
        </w:tc>
        <w:sdt>
          <w:sdtPr>
            <w:rPr>
              <w:rFonts w:ascii="Calibri" w:hAnsi="Calibri"/>
              <w:lang w:val="fr-CA"/>
            </w:rPr>
            <w:id w:val="1410268638"/>
            <w:placeholder>
              <w:docPart w:val="4A971C5C494F4545B53394732A84AD79"/>
            </w:placeholder>
            <w:showingPlcHdr/>
            <w:text/>
          </w:sdtPr>
          <w:sdtContent>
            <w:tc>
              <w:tcPr>
                <w:tcW w:w="2835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48EFF4" w14:textId="762672CF" w:rsidR="00744988" w:rsidRPr="00FB5C53" w:rsidRDefault="00672CBD" w:rsidP="00744988">
                <w:pPr>
                  <w:pStyle w:val="TableBodyText"/>
                  <w:rPr>
                    <w:rFonts w:ascii="Calibri" w:hAnsi="Calibri"/>
                    <w:lang w:val="fr-CA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744988" w:rsidRPr="00EF140B" w14:paraId="62547F17" w14:textId="77777777" w:rsidTr="7F0F2D8D">
        <w:trPr>
          <w:trHeight w:val="435"/>
        </w:trPr>
        <w:tc>
          <w:tcPr>
            <w:tcW w:w="2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94ED" w14:textId="370BDB64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Provenance de la candidature</w:t>
            </w:r>
          </w:p>
        </w:tc>
        <w:sdt>
          <w:sdtPr>
            <w:rPr>
              <w:rFonts w:ascii="Calibri" w:hAnsi="Calibri"/>
            </w:rPr>
            <w:id w:val="-1107579834"/>
            <w:placeholder>
              <w:docPart w:val="8E41A16948CF4522AD1BFAB4EB75C852"/>
            </w:placeholder>
            <w:showingPlcHdr/>
            <w:text/>
          </w:sdtPr>
          <w:sdtContent>
            <w:tc>
              <w:tcPr>
                <w:tcW w:w="256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C9CFC2D" w14:textId="2DB7B2F5" w:rsidR="00744988" w:rsidRPr="005A5824" w:rsidRDefault="00F3183A" w:rsidP="00744988">
                <w:pPr>
                  <w:pStyle w:val="TableBodyText"/>
                  <w:rPr>
                    <w:rFonts w:ascii="Calibri" w:hAnsi="Calibri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3070A" w14:textId="5312D457" w:rsidR="00744988" w:rsidRPr="0027640C" w:rsidRDefault="001044D5" w:rsidP="00744988">
            <w:pPr>
              <w:pStyle w:val="TableBodyTex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Date de l’entrevue</w:t>
            </w:r>
            <w:r w:rsidR="00744988" w:rsidRPr="0027640C">
              <w:rPr>
                <w:rFonts w:ascii="Calibri" w:hAnsi="Calibri"/>
                <w:lang w:val="fr-CA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1124922937"/>
            <w:placeholder>
              <w:docPart w:val="00AAEA068FB6459C91C762501F2CE7D7"/>
            </w:placeholder>
            <w:showingPlcHdr/>
            <w:text/>
          </w:sdtPr>
          <w:sdtContent>
            <w:tc>
              <w:tcPr>
                <w:tcW w:w="2835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B1E96B" w14:textId="35F68177" w:rsidR="00744988" w:rsidRPr="005A5824" w:rsidRDefault="00215874" w:rsidP="00744988">
                <w:pPr>
                  <w:pStyle w:val="TableBodyText"/>
                  <w:rPr>
                    <w:rFonts w:ascii="Calibri" w:hAnsi="Calibri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744988" w:rsidRPr="00EC1C3B" w14:paraId="670B3241" w14:textId="77777777" w:rsidTr="7F0F2D8D">
        <w:trPr>
          <w:trHeight w:val="1140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EA8F" w14:textId="54A4F2DE" w:rsidR="001044D5" w:rsidRPr="001044D5" w:rsidRDefault="001044D5" w:rsidP="001044D5">
            <w:pPr>
              <w:pStyle w:val="TableBodyText"/>
              <w:rPr>
                <w:rFonts w:ascii="Calibri" w:hAnsi="Calibri"/>
                <w:b/>
                <w:bCs/>
                <w:u w:val="single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Directives</w:t>
            </w:r>
            <w:r w:rsidR="00316EF4">
              <w:rPr>
                <w:rFonts w:ascii="Calibri" w:hAnsi="Calibri"/>
                <w:b/>
                <w:bCs/>
                <w:u w:val="single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:</w:t>
            </w:r>
          </w:p>
          <w:p w14:paraId="7025443E" w14:textId="5706130D" w:rsidR="001044D5" w:rsidRPr="001044D5" w:rsidRDefault="001044D5" w:rsidP="001044D5">
            <w:pPr>
              <w:pStyle w:val="TableBodyText"/>
              <w:numPr>
                <w:ilvl w:val="0"/>
                <w:numId w:val="26"/>
              </w:numPr>
              <w:spacing w:after="0"/>
              <w:rPr>
                <w:rFonts w:ascii="Calibri" w:hAnsi="Calibri"/>
                <w:lang w:val="fr-CA"/>
              </w:rPr>
            </w:pPr>
            <w:r w:rsidRPr="001044D5">
              <w:rPr>
                <w:rFonts w:ascii="Calibri" w:hAnsi="Calibri"/>
                <w:lang w:val="fr-CA"/>
              </w:rPr>
              <w:t>Présentez-vous et votre rôle</w:t>
            </w:r>
            <w:r w:rsidR="0094743B">
              <w:rPr>
                <w:rFonts w:ascii="Calibri" w:hAnsi="Calibri"/>
                <w:lang w:val="fr-CA"/>
              </w:rPr>
              <w:t>;</w:t>
            </w:r>
            <w:r w:rsidRPr="001044D5">
              <w:rPr>
                <w:rFonts w:ascii="Calibri" w:hAnsi="Calibri"/>
                <w:lang w:val="fr-CA"/>
              </w:rPr>
              <w:t xml:space="preserve"> </w:t>
            </w:r>
          </w:p>
          <w:p w14:paraId="60B7E5A0" w14:textId="62A56542" w:rsidR="001044D5" w:rsidRPr="001044D5" w:rsidRDefault="001044D5" w:rsidP="001044D5">
            <w:pPr>
              <w:pStyle w:val="TableBodyText"/>
              <w:numPr>
                <w:ilvl w:val="0"/>
                <w:numId w:val="26"/>
              </w:numPr>
              <w:spacing w:after="0"/>
              <w:rPr>
                <w:rFonts w:ascii="Calibri" w:hAnsi="Calibri"/>
                <w:lang w:val="fr-CA"/>
              </w:rPr>
            </w:pPr>
            <w:r w:rsidRPr="001044D5">
              <w:rPr>
                <w:rFonts w:ascii="Calibri" w:hAnsi="Calibri"/>
                <w:lang w:val="fr-CA"/>
              </w:rPr>
              <w:t xml:space="preserve">Présentez </w:t>
            </w:r>
            <w:r>
              <w:rPr>
                <w:rFonts w:ascii="Calibri" w:hAnsi="Calibri"/>
                <w:lang w:val="fr-CA"/>
              </w:rPr>
              <w:t>l’</w:t>
            </w:r>
            <w:r w:rsidR="00246733">
              <w:rPr>
                <w:rFonts w:ascii="Calibri" w:hAnsi="Calibri"/>
                <w:lang w:val="fr-CA"/>
              </w:rPr>
              <w:t>organisation</w:t>
            </w:r>
            <w:r>
              <w:rPr>
                <w:rFonts w:ascii="Calibri" w:hAnsi="Calibri"/>
                <w:lang w:val="fr-CA"/>
              </w:rPr>
              <w:t xml:space="preserve"> ainsi que votre </w:t>
            </w:r>
            <w:r w:rsidR="003B79CE">
              <w:rPr>
                <w:rFonts w:ascii="Calibri" w:hAnsi="Calibri"/>
                <w:lang w:val="fr-CA"/>
              </w:rPr>
              <w:t>service</w:t>
            </w:r>
            <w:r w:rsidR="003B79CE" w:rsidRPr="001044D5">
              <w:rPr>
                <w:rFonts w:ascii="Calibri" w:hAnsi="Calibri"/>
                <w:lang w:val="fr-CA"/>
              </w:rPr>
              <w:t xml:space="preserve"> </w:t>
            </w:r>
            <w:r w:rsidRPr="001044D5">
              <w:rPr>
                <w:rFonts w:ascii="Calibri" w:hAnsi="Calibri"/>
                <w:lang w:val="fr-CA"/>
              </w:rPr>
              <w:t>(</w:t>
            </w:r>
            <w:r>
              <w:rPr>
                <w:rFonts w:ascii="Calibri" w:hAnsi="Calibri"/>
                <w:lang w:val="fr-CA"/>
              </w:rPr>
              <w:t>mission, vision et valeurs)</w:t>
            </w:r>
            <w:r w:rsidR="0094743B">
              <w:rPr>
                <w:rFonts w:ascii="Calibri" w:hAnsi="Calibri"/>
                <w:lang w:val="fr-CA"/>
              </w:rPr>
              <w:t>;</w:t>
            </w:r>
          </w:p>
          <w:p w14:paraId="517094D9" w14:textId="466226C7" w:rsidR="00744988" w:rsidRPr="001044D5" w:rsidRDefault="0094743B" w:rsidP="001044D5">
            <w:pPr>
              <w:pStyle w:val="TableBodyText"/>
              <w:numPr>
                <w:ilvl w:val="0"/>
                <w:numId w:val="26"/>
              </w:numPr>
              <w:spacing w:after="0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 xml:space="preserve">Prenez le </w:t>
            </w:r>
            <w:r w:rsidR="001044D5" w:rsidRPr="001044D5">
              <w:rPr>
                <w:rFonts w:ascii="Calibri" w:hAnsi="Calibri"/>
                <w:lang w:val="fr-CA"/>
              </w:rPr>
              <w:t xml:space="preserve">temps </w:t>
            </w:r>
            <w:r>
              <w:rPr>
                <w:rFonts w:ascii="Calibri" w:hAnsi="Calibri"/>
                <w:lang w:val="fr-CA"/>
              </w:rPr>
              <w:t>d’</w:t>
            </w:r>
            <w:r w:rsidR="001044D5" w:rsidRPr="001044D5">
              <w:rPr>
                <w:rFonts w:ascii="Calibri" w:hAnsi="Calibri"/>
                <w:lang w:val="fr-CA"/>
              </w:rPr>
              <w:t>expliquer le rôle et les responsabilités du poste.</w:t>
            </w:r>
          </w:p>
        </w:tc>
      </w:tr>
      <w:tr w:rsidR="00744988" w:rsidRPr="00EC1C3B" w14:paraId="0583DB42" w14:textId="77777777" w:rsidTr="7F0F2D8D">
        <w:tblPrEx>
          <w:shd w:val="clear" w:color="auto" w:fill="CB1F3F"/>
        </w:tblPrEx>
        <w:trPr>
          <w:trHeight w:hRule="exact" w:val="360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EB20" w14:textId="1EBD9E6D" w:rsidR="00744988" w:rsidRPr="00ED0427" w:rsidRDefault="00744988" w:rsidP="7F0F2D8D">
            <w:pPr>
              <w:pStyle w:val="TableauTitre"/>
              <w:ind w:left="0"/>
              <w:rPr>
                <w:rFonts w:ascii="Calibri" w:hAnsi="Calibri"/>
                <w:b/>
                <w:bCs/>
                <w:color w:val="FFFFFF" w:themeColor="background1"/>
              </w:rPr>
            </w:pPr>
            <w:r w:rsidRPr="7F0F2D8D">
              <w:rPr>
                <w:rFonts w:ascii="Calibri" w:hAnsi="Calibri"/>
                <w:b/>
                <w:bCs/>
              </w:rPr>
              <w:t xml:space="preserve">  </w:t>
            </w:r>
            <w:r w:rsidR="001044D5" w:rsidRPr="7F0F2D8D">
              <w:rPr>
                <w:rFonts w:ascii="Calibri" w:hAnsi="Calibri"/>
                <w:b/>
                <w:bCs/>
                <w:color w:val="FFFFFF" w:themeColor="background1"/>
              </w:rPr>
              <w:t xml:space="preserve">VALIDATION DE </w:t>
            </w:r>
            <w:r w:rsidR="0020397A" w:rsidRPr="7F0F2D8D">
              <w:rPr>
                <w:rFonts w:ascii="Calibri" w:hAnsi="Calibri"/>
                <w:b/>
                <w:bCs/>
                <w:color w:val="FFFFFF" w:themeColor="background1"/>
              </w:rPr>
              <w:t xml:space="preserve">LA </w:t>
            </w:r>
            <w:r w:rsidR="001044D5" w:rsidRPr="7F0F2D8D">
              <w:rPr>
                <w:rFonts w:ascii="Calibri" w:hAnsi="Calibri"/>
                <w:b/>
                <w:bCs/>
                <w:color w:val="FFFFFF" w:themeColor="background1"/>
              </w:rPr>
              <w:t>QUALIFICATION MINIMALE</w:t>
            </w:r>
          </w:p>
        </w:tc>
      </w:tr>
      <w:tr w:rsidR="0028281B" w:rsidRPr="00EC1C3B" w14:paraId="73B91FE6" w14:textId="77777777" w:rsidTr="7F0F2D8D">
        <w:tblPrEx>
          <w:shd w:val="clear" w:color="auto" w:fill="CB1F3F"/>
        </w:tblPrEx>
        <w:trPr>
          <w:trHeight w:hRule="exact" w:val="1023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FBE4" w14:textId="61AE423B" w:rsidR="001044D5" w:rsidRPr="001044D5" w:rsidRDefault="001044D5" w:rsidP="001044D5">
            <w:pPr>
              <w:pStyle w:val="TableBodyText"/>
              <w:rPr>
                <w:rFonts w:ascii="Calibri" w:hAnsi="Calibri"/>
                <w:lang w:val="fr-CA"/>
              </w:rPr>
            </w:pPr>
            <w:r w:rsidRPr="001044D5">
              <w:rPr>
                <w:rFonts w:ascii="Calibri" w:hAnsi="Calibri"/>
                <w:b/>
                <w:bCs/>
                <w:u w:val="single"/>
                <w:lang w:val="fr-CA"/>
              </w:rPr>
              <w:t>Directives</w:t>
            </w:r>
            <w:r>
              <w:rPr>
                <w:rFonts w:ascii="Calibri" w:hAnsi="Calibri"/>
                <w:b/>
                <w:bCs/>
                <w:u w:val="single"/>
                <w:lang w:val="fr-CA"/>
              </w:rPr>
              <w:t> :</w:t>
            </w:r>
          </w:p>
          <w:p w14:paraId="415EFA67" w14:textId="441E216F" w:rsidR="0028281B" w:rsidRPr="002102D9" w:rsidRDefault="001044D5" w:rsidP="6684FA75">
            <w:pPr>
              <w:pStyle w:val="TableBodyText"/>
              <w:numPr>
                <w:ilvl w:val="0"/>
                <w:numId w:val="30"/>
              </w:numPr>
              <w:rPr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Veuillez ajouter l</w:t>
            </w:r>
            <w:r w:rsidR="0020397A" w:rsidRPr="7F0F2D8D">
              <w:rPr>
                <w:rFonts w:ascii="Calibri" w:hAnsi="Calibri"/>
                <w:lang w:val="fr-CA"/>
              </w:rPr>
              <w:t>a</w:t>
            </w:r>
            <w:r w:rsidRPr="7F0F2D8D">
              <w:rPr>
                <w:rFonts w:ascii="Calibri" w:hAnsi="Calibri"/>
                <w:lang w:val="fr-CA"/>
              </w:rPr>
              <w:t xml:space="preserve"> qualification minimale requise selon la description de poste. </w:t>
            </w:r>
            <w:r w:rsidR="00C61FD0" w:rsidRPr="7F0F2D8D">
              <w:rPr>
                <w:rFonts w:ascii="Calibri" w:hAnsi="Calibri"/>
                <w:lang w:val="fr-CA"/>
              </w:rPr>
              <w:t>Elle</w:t>
            </w:r>
            <w:r w:rsidRPr="7F0F2D8D">
              <w:rPr>
                <w:rFonts w:ascii="Calibri" w:hAnsi="Calibri"/>
                <w:lang w:val="fr-CA"/>
              </w:rPr>
              <w:t xml:space="preserve"> </w:t>
            </w:r>
            <w:r w:rsidR="0020397A" w:rsidRPr="7F0F2D8D">
              <w:rPr>
                <w:rFonts w:ascii="Calibri" w:hAnsi="Calibri"/>
                <w:lang w:val="fr-CA"/>
              </w:rPr>
              <w:t>comprend,</w:t>
            </w:r>
            <w:r w:rsidRPr="7F0F2D8D">
              <w:rPr>
                <w:rFonts w:ascii="Calibri" w:hAnsi="Calibri"/>
                <w:lang w:val="fr-CA"/>
              </w:rPr>
              <w:t xml:space="preserve"> sans </w:t>
            </w:r>
            <w:r w:rsidR="0020397A" w:rsidRPr="7F0F2D8D">
              <w:rPr>
                <w:rFonts w:ascii="Calibri" w:hAnsi="Calibri"/>
                <w:lang w:val="fr-CA"/>
              </w:rPr>
              <w:t xml:space="preserve">toutefois </w:t>
            </w:r>
            <w:r w:rsidRPr="7F0F2D8D">
              <w:rPr>
                <w:rFonts w:ascii="Calibri" w:hAnsi="Calibri"/>
                <w:lang w:val="fr-CA"/>
              </w:rPr>
              <w:t>s</w:t>
            </w:r>
            <w:r w:rsidR="0020397A" w:rsidRPr="7F0F2D8D">
              <w:rPr>
                <w:rFonts w:ascii="Calibri" w:hAnsi="Calibri"/>
                <w:lang w:val="fr-CA"/>
              </w:rPr>
              <w:t>’</w:t>
            </w:r>
            <w:r w:rsidRPr="7F0F2D8D">
              <w:rPr>
                <w:rFonts w:ascii="Calibri" w:hAnsi="Calibri"/>
                <w:lang w:val="fr-CA"/>
              </w:rPr>
              <w:t>y limiter</w:t>
            </w:r>
            <w:r w:rsidR="0020397A" w:rsidRPr="7F0F2D8D">
              <w:rPr>
                <w:rFonts w:ascii="Calibri" w:hAnsi="Calibri"/>
                <w:lang w:val="fr-CA"/>
              </w:rPr>
              <w:t>, le</w:t>
            </w:r>
            <w:r w:rsidRPr="7F0F2D8D">
              <w:rPr>
                <w:rFonts w:ascii="Calibri" w:hAnsi="Calibri"/>
                <w:lang w:val="fr-CA"/>
              </w:rPr>
              <w:t xml:space="preserve"> nombre d’année</w:t>
            </w:r>
            <w:r w:rsidR="00246733" w:rsidRPr="7F0F2D8D">
              <w:rPr>
                <w:rFonts w:ascii="Calibri" w:hAnsi="Calibri"/>
                <w:lang w:val="fr-CA"/>
              </w:rPr>
              <w:t>s</w:t>
            </w:r>
            <w:r w:rsidRPr="7F0F2D8D">
              <w:rPr>
                <w:rFonts w:ascii="Calibri" w:hAnsi="Calibri"/>
                <w:lang w:val="fr-CA"/>
              </w:rPr>
              <w:t xml:space="preserve"> d’expérience pertinente, </w:t>
            </w:r>
            <w:r w:rsidR="0020397A" w:rsidRPr="7F0F2D8D">
              <w:rPr>
                <w:rFonts w:ascii="Calibri" w:hAnsi="Calibri"/>
                <w:lang w:val="fr-CA"/>
              </w:rPr>
              <w:t xml:space="preserve">les </w:t>
            </w:r>
            <w:r w:rsidRPr="7F0F2D8D">
              <w:rPr>
                <w:rFonts w:ascii="Calibri" w:hAnsi="Calibri"/>
                <w:lang w:val="fr-CA"/>
              </w:rPr>
              <w:t>diplômes,</w:t>
            </w:r>
            <w:r w:rsidR="0020397A" w:rsidRPr="7F0F2D8D">
              <w:rPr>
                <w:rFonts w:ascii="Calibri" w:hAnsi="Calibri"/>
                <w:lang w:val="fr-CA"/>
              </w:rPr>
              <w:t xml:space="preserve"> les </w:t>
            </w:r>
            <w:r w:rsidRPr="7F0F2D8D">
              <w:rPr>
                <w:rFonts w:ascii="Calibri" w:hAnsi="Calibri"/>
                <w:lang w:val="fr-CA"/>
              </w:rPr>
              <w:t>certifications</w:t>
            </w:r>
            <w:r w:rsidR="0020397A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</w:t>
            </w:r>
            <w:r w:rsidR="0020397A" w:rsidRPr="7F0F2D8D">
              <w:rPr>
                <w:rFonts w:ascii="Calibri" w:hAnsi="Calibri"/>
                <w:lang w:val="fr-CA"/>
              </w:rPr>
              <w:t xml:space="preserve">les </w:t>
            </w:r>
            <w:r w:rsidRPr="7F0F2D8D">
              <w:rPr>
                <w:rFonts w:ascii="Calibri" w:hAnsi="Calibri"/>
                <w:lang w:val="fr-CA"/>
              </w:rPr>
              <w:t>connaissances techniques</w:t>
            </w:r>
            <w:r w:rsidR="00246733" w:rsidRPr="7F0F2D8D">
              <w:rPr>
                <w:rFonts w:ascii="Calibri" w:hAnsi="Calibri"/>
                <w:lang w:val="fr-CA"/>
              </w:rPr>
              <w:t>.</w:t>
            </w:r>
          </w:p>
        </w:tc>
      </w:tr>
      <w:tr w:rsidR="00392FF0" w:rsidRPr="00EC1C3B" w14:paraId="2AFE6D96" w14:textId="77777777" w:rsidTr="7F0F2D8D">
        <w:tblPrEx>
          <w:shd w:val="clear" w:color="auto" w:fill="CB1F3F"/>
        </w:tblPrEx>
        <w:trPr>
          <w:trHeight w:hRule="exact" w:val="531"/>
        </w:trPr>
        <w:sdt>
          <w:sdtPr>
            <w:rPr>
              <w:rFonts w:ascii="Calibri" w:hAnsi="Calibri"/>
              <w:caps w:val="0"/>
              <w:color w:val="404040" w:themeColor="text1" w:themeTint="BF"/>
              <w:sz w:val="18"/>
              <w:szCs w:val="18"/>
            </w:rPr>
            <w:id w:val="1905025228"/>
            <w:placeholder>
              <w:docPart w:val="698040EC146142F38623A28B8CC464FD"/>
            </w:placeholder>
            <w:showingPlcHdr/>
            <w:text/>
          </w:sdtPr>
          <w:sdtContent>
            <w:tc>
              <w:tcPr>
                <w:tcW w:w="52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6EE2A7" w14:textId="63E0D0AE" w:rsidR="00392FF0" w:rsidRPr="00FB5C53" w:rsidRDefault="00A71098" w:rsidP="00392FF0">
                <w:pPr>
                  <w:pStyle w:val="TableauTitre"/>
                  <w:numPr>
                    <w:ilvl w:val="0"/>
                    <w:numId w:val="33"/>
                  </w:numPr>
                  <w:rPr>
                    <w:rFonts w:ascii="Calibri" w:hAnsi="Calibri"/>
                    <w:caps w:val="0"/>
                    <w:color w:val="404040" w:themeColor="text1" w:themeTint="BF"/>
                    <w:sz w:val="18"/>
                    <w:szCs w:val="18"/>
                  </w:rPr>
                </w:pPr>
                <w:r w:rsidRPr="00A71098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p>
            </w:tc>
          </w:sdtContent>
        </w:sdt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9DF75" w14:textId="2EED8948" w:rsidR="00392FF0" w:rsidRPr="00215874" w:rsidRDefault="00000000" w:rsidP="00D824BA">
            <w:pPr>
              <w:pStyle w:val="TableauTitre"/>
              <w:rPr>
                <w:rFonts w:ascii="MS Gothic" w:eastAsia="MS Gothic" w:hAnsi="MS Gothic"/>
                <w:caps w:val="0"/>
                <w:color w:val="404040" w:themeColor="text1" w:themeTint="BF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hint="eastAsia"/>
                  <w:caps w:val="0"/>
                  <w:color w:val="404040" w:themeColor="text1" w:themeTint="BF"/>
                  <w:sz w:val="18"/>
                  <w:szCs w:val="18"/>
                </w:rPr>
                <w:id w:val="1815367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FAC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392FF0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Oui</w:t>
            </w:r>
            <w:r w:rsidR="00392FF0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ab/>
              <w:t xml:space="preserve">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171724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2FF0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392FF0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Non 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-1174789190"/>
                <w:placeholder>
                  <w:docPart w:val="71EBA248656A46C283CCB31F9674C80A"/>
                </w:placeholder>
                <w:showingPlcHdr/>
                <w:text/>
              </w:sdtPr>
              <w:sdtContent>
                <w:r w:rsidR="00215874" w:rsidRPr="00215874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sdtContent>
            </w:sdt>
          </w:p>
        </w:tc>
      </w:tr>
      <w:tr w:rsidR="00D824BA" w:rsidRPr="00EC1C3B" w14:paraId="42E6408C" w14:textId="77777777" w:rsidTr="7F0F2D8D">
        <w:tblPrEx>
          <w:shd w:val="clear" w:color="auto" w:fill="CB1F3F"/>
        </w:tblPrEx>
        <w:trPr>
          <w:trHeight w:hRule="exact" w:val="531"/>
        </w:trPr>
        <w:sdt>
          <w:sdtPr>
            <w:rPr>
              <w:rFonts w:ascii="Calibri" w:hAnsi="Calibri"/>
              <w:caps w:val="0"/>
              <w:color w:val="404040" w:themeColor="text1" w:themeTint="BF"/>
              <w:sz w:val="18"/>
              <w:szCs w:val="18"/>
            </w:rPr>
            <w:id w:val="-425660791"/>
            <w:placeholder>
              <w:docPart w:val="7B36B6E0046C4493851C6F1637F770B8"/>
            </w:placeholder>
            <w:showingPlcHdr/>
            <w:text/>
          </w:sdtPr>
          <w:sdtContent>
            <w:tc>
              <w:tcPr>
                <w:tcW w:w="52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5CDB44" w14:textId="333448C9" w:rsidR="00D824BA" w:rsidRPr="00FB5C53" w:rsidRDefault="00A71098" w:rsidP="00392FF0">
                <w:pPr>
                  <w:pStyle w:val="TableauTitre"/>
                  <w:numPr>
                    <w:ilvl w:val="0"/>
                    <w:numId w:val="33"/>
                  </w:numPr>
                  <w:rPr>
                    <w:rFonts w:ascii="Calibri" w:hAnsi="Calibri"/>
                    <w:caps w:val="0"/>
                    <w:color w:val="404040" w:themeColor="text1" w:themeTint="BF"/>
                    <w:sz w:val="18"/>
                    <w:szCs w:val="18"/>
                  </w:rPr>
                </w:pPr>
                <w:r w:rsidRPr="00A71098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p>
            </w:tc>
          </w:sdtContent>
        </w:sdt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4A90D" w14:textId="6C465C29" w:rsidR="00D824BA" w:rsidRPr="00215874" w:rsidRDefault="00000000" w:rsidP="00D824BA">
            <w:pPr>
              <w:pStyle w:val="TableauTitre"/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hint="eastAsia"/>
                  <w:caps w:val="0"/>
                  <w:color w:val="404040" w:themeColor="text1" w:themeTint="BF"/>
                  <w:sz w:val="18"/>
                  <w:szCs w:val="18"/>
                </w:rPr>
                <w:id w:val="-154852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5C53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Oui</w:t>
            </w:r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ab/>
            </w:r>
            <w:r w:rsidR="003F655B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456299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11E1B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Non 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2132820748"/>
                <w:placeholder>
                  <w:docPart w:val="5E74339069EC48449DAAA48B32C16088"/>
                </w:placeholder>
                <w:showingPlcHdr/>
                <w:text/>
              </w:sdtPr>
              <w:sdtContent>
                <w:r w:rsidR="00215874" w:rsidRPr="00215874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sdtContent>
            </w:sdt>
          </w:p>
        </w:tc>
      </w:tr>
      <w:tr w:rsidR="00D824BA" w:rsidRPr="00EC1C3B" w14:paraId="03DBF710" w14:textId="77777777" w:rsidTr="7F0F2D8D">
        <w:tblPrEx>
          <w:shd w:val="clear" w:color="auto" w:fill="CB1F3F"/>
        </w:tblPrEx>
        <w:trPr>
          <w:trHeight w:hRule="exact" w:val="531"/>
        </w:trPr>
        <w:sdt>
          <w:sdtPr>
            <w:rPr>
              <w:rFonts w:ascii="Calibri" w:hAnsi="Calibri"/>
              <w:caps w:val="0"/>
              <w:color w:val="404040" w:themeColor="text1" w:themeTint="BF"/>
              <w:sz w:val="18"/>
              <w:szCs w:val="18"/>
            </w:rPr>
            <w:id w:val="652036934"/>
            <w:placeholder>
              <w:docPart w:val="3DEA914949C0415F97D85D617B476542"/>
            </w:placeholder>
            <w:showingPlcHdr/>
            <w:text/>
          </w:sdtPr>
          <w:sdtContent>
            <w:tc>
              <w:tcPr>
                <w:tcW w:w="52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9B8112" w14:textId="095784A6" w:rsidR="00D824BA" w:rsidRPr="00FB5C53" w:rsidRDefault="00A71098" w:rsidP="00392FF0">
                <w:pPr>
                  <w:pStyle w:val="TableauTitre"/>
                  <w:numPr>
                    <w:ilvl w:val="0"/>
                    <w:numId w:val="34"/>
                  </w:numPr>
                  <w:rPr>
                    <w:rFonts w:ascii="Calibri" w:hAnsi="Calibri"/>
                    <w:caps w:val="0"/>
                    <w:color w:val="404040" w:themeColor="text1" w:themeTint="BF"/>
                    <w:sz w:val="18"/>
                    <w:szCs w:val="18"/>
                  </w:rPr>
                </w:pPr>
                <w:r w:rsidRPr="00A71098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p>
            </w:tc>
          </w:sdtContent>
        </w:sdt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35BF8" w14:textId="65C94276" w:rsidR="00D824BA" w:rsidRPr="00215874" w:rsidRDefault="00000000" w:rsidP="00D824BA">
            <w:pPr>
              <w:pStyle w:val="TableauTitre"/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hint="eastAsia"/>
                  <w:caps w:val="0"/>
                  <w:color w:val="404040" w:themeColor="text1" w:themeTint="BF"/>
                  <w:sz w:val="18"/>
                  <w:szCs w:val="18"/>
                </w:rPr>
                <w:id w:val="-104722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1E1B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Oui</w:t>
            </w:r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ab/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-44600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11E1B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Non 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91983939"/>
                <w:placeholder>
                  <w:docPart w:val="8E9BA7A41AF54D968AFB4D24D532E3EA"/>
                </w:placeholder>
                <w:showingPlcHdr/>
                <w:text/>
              </w:sdtPr>
              <w:sdtContent>
                <w:r w:rsidR="00215874" w:rsidRPr="00215874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sdtContent>
            </w:sdt>
          </w:p>
        </w:tc>
      </w:tr>
      <w:tr w:rsidR="00D824BA" w:rsidRPr="00EC1C3B" w14:paraId="6E44F78D" w14:textId="77777777" w:rsidTr="7F0F2D8D">
        <w:tblPrEx>
          <w:shd w:val="clear" w:color="auto" w:fill="CB1F3F"/>
        </w:tblPrEx>
        <w:trPr>
          <w:trHeight w:hRule="exact" w:val="531"/>
        </w:trPr>
        <w:sdt>
          <w:sdtPr>
            <w:rPr>
              <w:rFonts w:ascii="Calibri" w:hAnsi="Calibri"/>
              <w:caps w:val="0"/>
              <w:color w:val="404040" w:themeColor="text1" w:themeTint="BF"/>
              <w:sz w:val="18"/>
              <w:szCs w:val="18"/>
            </w:rPr>
            <w:id w:val="-729070747"/>
            <w:placeholder>
              <w:docPart w:val="AD691282D15B4879BF6E87D6EE2F2685"/>
            </w:placeholder>
            <w:showingPlcHdr/>
            <w:text/>
          </w:sdtPr>
          <w:sdtContent>
            <w:tc>
              <w:tcPr>
                <w:tcW w:w="52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498FE33" w14:textId="30AF07F2" w:rsidR="00D824BA" w:rsidRPr="00FB5C53" w:rsidRDefault="00A71098" w:rsidP="00392FF0">
                <w:pPr>
                  <w:pStyle w:val="TableauTitre"/>
                  <w:numPr>
                    <w:ilvl w:val="0"/>
                    <w:numId w:val="34"/>
                  </w:numPr>
                  <w:rPr>
                    <w:rFonts w:ascii="Calibri" w:hAnsi="Calibri"/>
                    <w:caps w:val="0"/>
                    <w:color w:val="404040" w:themeColor="text1" w:themeTint="BF"/>
                    <w:sz w:val="18"/>
                    <w:szCs w:val="18"/>
                  </w:rPr>
                </w:pPr>
                <w:r w:rsidRPr="00A71098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p>
            </w:tc>
          </w:sdtContent>
        </w:sdt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CC6D6" w14:textId="6AD9BD4B" w:rsidR="00D824BA" w:rsidRPr="00215874" w:rsidRDefault="00000000" w:rsidP="00D824BA">
            <w:pPr>
              <w:pStyle w:val="TableauTitre"/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hint="eastAsia"/>
                  <w:caps w:val="0"/>
                  <w:color w:val="404040" w:themeColor="text1" w:themeTint="BF"/>
                  <w:sz w:val="18"/>
                  <w:szCs w:val="18"/>
                </w:rPr>
                <w:id w:val="44821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1E1B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Oui</w:t>
            </w:r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ab/>
            </w:r>
            <w:r w:rsidR="003F655B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-86521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11E1B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D824BA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Non 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208917360"/>
                <w:placeholder>
                  <w:docPart w:val="D7B4F475648D4BADAAEF845CDAB701CD"/>
                </w:placeholder>
                <w:showingPlcHdr/>
                <w:text/>
              </w:sdtPr>
              <w:sdtContent>
                <w:r w:rsidR="00215874" w:rsidRPr="00215874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sdtContent>
            </w:sdt>
          </w:p>
        </w:tc>
      </w:tr>
      <w:tr w:rsidR="00E21D4E" w:rsidRPr="00EC1C3B" w14:paraId="49E22BA8" w14:textId="77777777" w:rsidTr="7F0F2D8D">
        <w:tblPrEx>
          <w:shd w:val="clear" w:color="auto" w:fill="CB1F3F"/>
        </w:tblPrEx>
        <w:trPr>
          <w:trHeight w:hRule="exact" w:val="531"/>
        </w:trPr>
        <w:sdt>
          <w:sdtPr>
            <w:rPr>
              <w:caps w:val="0"/>
              <w:color w:val="404040" w:themeColor="text1" w:themeTint="BF"/>
              <w:sz w:val="18"/>
              <w:szCs w:val="18"/>
              <w:highlight w:val="yellow"/>
            </w:rPr>
            <w:id w:val="-1043287282"/>
            <w:placeholder>
              <w:docPart w:val="FF24A650B1034007B1B4BC57BFA5B022"/>
            </w:placeholder>
            <w:showingPlcHdr/>
            <w:text/>
          </w:sdtPr>
          <w:sdtContent>
            <w:tc>
              <w:tcPr>
                <w:tcW w:w="52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E3E2BC1" w14:textId="49C17575" w:rsidR="00E21D4E" w:rsidRPr="00A71098" w:rsidRDefault="00A71098" w:rsidP="00A71098">
                <w:pPr>
                  <w:pStyle w:val="TableauTitre"/>
                  <w:numPr>
                    <w:ilvl w:val="0"/>
                    <w:numId w:val="34"/>
                  </w:numPr>
                  <w:rPr>
                    <w:rFonts w:ascii="Calibri" w:hAnsi="Calibri"/>
                    <w:caps w:val="0"/>
                    <w:color w:val="404040" w:themeColor="text1" w:themeTint="BF"/>
                    <w:sz w:val="18"/>
                    <w:szCs w:val="18"/>
                  </w:rPr>
                </w:pPr>
                <w:r w:rsidRPr="00A71098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p>
            </w:tc>
          </w:sdtContent>
        </w:sdt>
        <w:tc>
          <w:tcPr>
            <w:tcW w:w="5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17DC1" w14:textId="3FAE82BD" w:rsidR="00E21D4E" w:rsidRDefault="00000000" w:rsidP="00D824BA">
            <w:pPr>
              <w:pStyle w:val="TableauTitre"/>
              <w:rPr>
                <w:rFonts w:ascii="MS Gothic" w:eastAsia="MS Gothic" w:hAnsi="MS Gothic"/>
                <w:caps w:val="0"/>
                <w:color w:val="404040" w:themeColor="text1" w:themeTint="BF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hint="eastAsia"/>
                  <w:caps w:val="0"/>
                  <w:color w:val="404040" w:themeColor="text1" w:themeTint="BF"/>
                  <w:sz w:val="18"/>
                  <w:szCs w:val="18"/>
                </w:rPr>
                <w:id w:val="-182296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1D4E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E21D4E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Oui</w:t>
            </w:r>
            <w:r w:rsidR="00E21D4E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ab/>
              <w:t xml:space="preserve">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203892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E21D4E" w:rsidRPr="00215874">
                  <w:rPr>
                    <w:rFonts w:ascii="MS Gothic" w:eastAsia="MS Gothic" w:hAnsi="MS Gothic" w:hint="eastAsia"/>
                    <w:caps w:val="0"/>
                    <w:color w:val="404040" w:themeColor="text1" w:themeTint="BF"/>
                    <w:sz w:val="18"/>
                    <w:szCs w:val="18"/>
                  </w:rPr>
                  <w:t>☐</w:t>
                </w:r>
              </w:sdtContent>
            </w:sdt>
            <w:r w:rsidR="00E21D4E" w:rsidRPr="00215874">
              <w:rPr>
                <w:rFonts w:ascii="Calibri" w:hAnsi="Calibri"/>
                <w:caps w:val="0"/>
                <w:color w:val="404040" w:themeColor="text1" w:themeTint="BF"/>
                <w:sz w:val="18"/>
                <w:szCs w:val="18"/>
              </w:rPr>
              <w:t xml:space="preserve"> Non  </w:t>
            </w:r>
            <w:sdt>
              <w:sdtPr>
                <w:rPr>
                  <w:rFonts w:ascii="Calibri" w:hAnsi="Calibri"/>
                  <w:caps w:val="0"/>
                  <w:color w:val="404040" w:themeColor="text1" w:themeTint="BF"/>
                  <w:sz w:val="18"/>
                  <w:szCs w:val="18"/>
                </w:rPr>
                <w:id w:val="-651911749"/>
                <w:placeholder>
                  <w:docPart w:val="C09A7EB8C6FF42A6B13E1168232E0CC9"/>
                </w:placeholder>
                <w:showingPlcHdr/>
                <w:text/>
              </w:sdtPr>
              <w:sdtContent>
                <w:r w:rsidR="00E21D4E" w:rsidRPr="00215874">
                  <w:rPr>
                    <w:caps w:val="0"/>
                    <w:color w:val="404040" w:themeColor="text1" w:themeTint="BF"/>
                    <w:sz w:val="18"/>
                    <w:szCs w:val="18"/>
                    <w:highlight w:val="yellow"/>
                  </w:rPr>
                  <w:t>Saisir votre texte</w:t>
                </w:r>
              </w:sdtContent>
            </w:sdt>
          </w:p>
        </w:tc>
      </w:tr>
    </w:tbl>
    <w:p w14:paraId="5566635F" w14:textId="00B5C592" w:rsidR="008E7DEE" w:rsidRPr="009319E6" w:rsidRDefault="00615A8A">
      <w:pPr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50A901" wp14:editId="1A731A58">
                <wp:simplePos x="0" y="0"/>
                <wp:positionH relativeFrom="column">
                  <wp:posOffset>-565150</wp:posOffset>
                </wp:positionH>
                <wp:positionV relativeFrom="paragraph">
                  <wp:posOffset>-5475149</wp:posOffset>
                </wp:positionV>
                <wp:extent cx="3429000" cy="837127"/>
                <wp:effectExtent l="0" t="0" r="0" b="127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3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EE1F36" w14:textId="7C04C708" w:rsidR="009F27D6" w:rsidRPr="002C4BCC" w:rsidRDefault="001044D5">
                            <w:pPr>
                              <w:rPr>
                                <w:rFonts w:cs="Arial"/>
                                <w:b/>
                                <w:color w:val="FFFFFF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4"/>
                                <w:lang w:val="fr-CA"/>
                              </w:rPr>
                              <w:t>GUIDE D’ENTREVUE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0A901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-44.5pt;margin-top:-431.1pt;width:270pt;height:6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" filled="f" stroked="f">
                <v:textbox>
                  <w:txbxContent>
                    <w:p w14:paraId="71EE1F36" w14:textId="7C04C708" w:rsidR="009F27D6" w:rsidRPr="002C4BCC" w:rsidRDefault="001044D5">
                      <w:pPr>
                        <w:rPr>
                          <w:rFonts w:cs="Arial"/>
                          <w:b/>
                          <w:color w:val="FFFFFF"/>
                          <w:sz w:val="24"/>
                          <w:lang w:val="fr-CA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4"/>
                          <w:lang w:val="fr-CA"/>
                        </w:rPr>
                        <w:t>GUIDE D’ENTREVUE</w:t>
                      </w:r>
                    </w:p>
                  </w:txbxContent>
                </v:textbox>
              </v:shape>
            </w:pict>
          </mc:Fallback>
        </mc:AlternateContent>
      </w:r>
      <w:r w:rsidRPr="000C2507">
        <w:rPr>
          <w:noProof/>
          <w:color w:val="FCDADC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5907C5A6" wp14:editId="2C371FBF">
                <wp:simplePos x="0" y="0"/>
                <wp:positionH relativeFrom="column">
                  <wp:posOffset>-2927529</wp:posOffset>
                </wp:positionH>
                <wp:positionV relativeFrom="paragraph">
                  <wp:posOffset>-5503545</wp:posOffset>
                </wp:positionV>
                <wp:extent cx="8268970" cy="914400"/>
                <wp:effectExtent l="0" t="0" r="0" b="0"/>
                <wp:wrapNone/>
                <wp:docPr id="15" name="Parallélogramm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8970" cy="914400"/>
                        </a:xfrm>
                        <a:prstGeom prst="parallelogram">
                          <a:avLst>
                            <a:gd name="adj" fmla="val 226076"/>
                          </a:avLst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97B8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15" o:spid="_x0000_s1026" type="#_x0000_t7" style="position:absolute;margin-left:-230.5pt;margin-top:-433.35pt;width:651.1pt;height:1in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" fillcolor="#e7e6e6 [3214]" stroked="f"/>
            </w:pict>
          </mc:Fallback>
        </mc:AlternateContent>
      </w:r>
    </w:p>
    <w:tbl>
      <w:tblPr>
        <w:tblW w:w="10780" w:type="dxa"/>
        <w:tblInd w:w="-720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1"/>
        <w:gridCol w:w="5529"/>
      </w:tblGrid>
      <w:tr w:rsidR="008E7DEE" w:rsidRPr="001B6904" w14:paraId="55B575A1" w14:textId="77777777" w:rsidTr="7F0F2D8D">
        <w:trPr>
          <w:trHeight w:val="353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6F7A659" w14:textId="6B6BE12D" w:rsidR="008E7DEE" w:rsidRPr="001B6904" w:rsidRDefault="008E7DEE" w:rsidP="7F0F2D8D">
            <w:pPr>
              <w:jc w:val="center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SECTION</w:t>
            </w:r>
            <w:r w:rsidR="00C61FD0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1</w:t>
            </w:r>
            <w:r w:rsidR="00C61FD0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: MOTIVATIONS</w:t>
            </w:r>
          </w:p>
        </w:tc>
      </w:tr>
      <w:tr w:rsidR="002261D0" w:rsidRPr="00B60BC5" w14:paraId="27241C8F" w14:textId="77777777" w:rsidTr="7F0F2D8D">
        <w:trPr>
          <w:trHeight w:val="353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0FE1" w14:textId="2B742EF6" w:rsidR="002261D0" w:rsidRPr="001044D5" w:rsidRDefault="002261D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Intérêt pour le poste</w:t>
            </w:r>
            <w:r w:rsidR="00FF28B0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motif</w:t>
            </w:r>
            <w:r w:rsidR="009B1072" w:rsidRPr="7F0F2D8D">
              <w:rPr>
                <w:rFonts w:ascii="Calibri" w:hAnsi="Calibri"/>
                <w:lang w:val="fr-CA"/>
              </w:rPr>
              <w:t>s</w:t>
            </w:r>
            <w:r w:rsidRPr="7F0F2D8D">
              <w:rPr>
                <w:rFonts w:ascii="Calibri" w:hAnsi="Calibri"/>
                <w:lang w:val="fr-CA"/>
              </w:rPr>
              <w:t xml:space="preserve"> </w:t>
            </w:r>
            <w:r w:rsidR="00E13A88" w:rsidRPr="7F0F2D8D">
              <w:rPr>
                <w:rFonts w:ascii="Calibri" w:hAnsi="Calibri"/>
                <w:lang w:val="fr-CA"/>
              </w:rPr>
              <w:t xml:space="preserve">pour </w:t>
            </w:r>
            <w:r w:rsidR="00BC132F" w:rsidRPr="7F0F2D8D">
              <w:rPr>
                <w:rFonts w:ascii="Calibri" w:hAnsi="Calibri"/>
                <w:lang w:val="fr-CA"/>
              </w:rPr>
              <w:t>postuler</w:t>
            </w:r>
            <w:r w:rsidR="00E13A88" w:rsidRPr="7F0F2D8D">
              <w:rPr>
                <w:rFonts w:ascii="Calibri" w:hAnsi="Calibri"/>
                <w:lang w:val="fr-CA"/>
              </w:rPr>
              <w:t> </w:t>
            </w:r>
            <w:r w:rsidRPr="7F0F2D8D">
              <w:rPr>
                <w:rFonts w:ascii="Calibri" w:hAnsi="Calibri"/>
                <w:lang w:val="fr-CA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5B58" w14:textId="5EF018A1" w:rsidR="002261D0" w:rsidRPr="001044D5" w:rsidRDefault="0000000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-1458098104"/>
                <w:placeholder>
                  <w:docPart w:val="CB26FAD153D74F91A0DF1A8ADD6AF51D"/>
                </w:placeholder>
                <w:showingPlcHdr/>
                <w:text/>
              </w:sdtPr>
              <w:sdtContent>
                <w:r w:rsidR="002261D0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2261D0" w:rsidRPr="00B60BC5" w14:paraId="5B54CEE4" w14:textId="77777777" w:rsidTr="7F0F2D8D">
        <w:trPr>
          <w:trHeight w:val="353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7A18" w14:textId="378022F6" w:rsidR="002261D0" w:rsidRPr="001044D5" w:rsidRDefault="002261D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r w:rsidRPr="00402067">
              <w:rPr>
                <w:rFonts w:ascii="Calibri" w:hAnsi="Calibri"/>
                <w:lang w:val="fr-CA"/>
              </w:rPr>
              <w:t xml:space="preserve">Valeurs de la </w:t>
            </w:r>
            <w:r w:rsidR="005270B1">
              <w:rPr>
                <w:rFonts w:ascii="Calibri" w:hAnsi="Calibri"/>
                <w:lang w:val="fr-CA"/>
              </w:rPr>
              <w:t xml:space="preserve">personne </w:t>
            </w:r>
            <w:r w:rsidRPr="00402067">
              <w:rPr>
                <w:rFonts w:ascii="Calibri" w:hAnsi="Calibri"/>
                <w:lang w:val="fr-CA"/>
              </w:rPr>
              <w:t>c</w:t>
            </w:r>
            <w:r>
              <w:rPr>
                <w:rFonts w:ascii="Calibri" w:hAnsi="Calibri"/>
                <w:lang w:val="fr-CA"/>
              </w:rPr>
              <w:t>andidate 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D9D5" w14:textId="3A68AF16" w:rsidR="002261D0" w:rsidRPr="001044D5" w:rsidRDefault="0000000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993910053"/>
                <w:placeholder>
                  <w:docPart w:val="2F4FE098F0FA4B9E99249C8D90704689"/>
                </w:placeholder>
                <w:showingPlcHdr/>
                <w:text/>
              </w:sdtPr>
              <w:sdtContent>
                <w:r w:rsidR="002261D0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2261D0" w:rsidRPr="00B60BC5" w14:paraId="56032453" w14:textId="77777777" w:rsidTr="7F0F2D8D">
        <w:trPr>
          <w:trHeight w:val="353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98E7" w14:textId="7B288182" w:rsidR="002261D0" w:rsidRPr="001044D5" w:rsidRDefault="002261D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Vision de carrière dans les prochaines années 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CD35" w14:textId="5BFD4D6A" w:rsidR="002261D0" w:rsidRPr="001044D5" w:rsidRDefault="00000000" w:rsidP="002261D0">
            <w:pPr>
              <w:pStyle w:val="TableBodyText"/>
              <w:spacing w:after="0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888840897"/>
                <w:placeholder>
                  <w:docPart w:val="232A637A333E4D508E5C0BADC8549CA6"/>
                </w:placeholder>
                <w:showingPlcHdr/>
                <w:text/>
              </w:sdtPr>
              <w:sdtContent>
                <w:r w:rsidR="002261D0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</w:tbl>
    <w:p w14:paraId="772476DB" w14:textId="77777777" w:rsidR="008E7DEE" w:rsidRPr="008E7DEE" w:rsidRDefault="008E7DEE">
      <w:pPr>
        <w:rPr>
          <w:lang w:val="fr-CA"/>
        </w:rPr>
      </w:pPr>
    </w:p>
    <w:tbl>
      <w:tblPr>
        <w:tblW w:w="10774" w:type="dxa"/>
        <w:tblInd w:w="-714" w:type="dxa"/>
        <w:tblBorders>
          <w:top w:val="single" w:sz="8" w:space="0" w:color="000000" w:themeColor="text1"/>
          <w:bottom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1"/>
        <w:gridCol w:w="2542"/>
        <w:gridCol w:w="152"/>
        <w:gridCol w:w="2693"/>
        <w:gridCol w:w="2696"/>
      </w:tblGrid>
      <w:tr w:rsidR="00D824BA" w:rsidRPr="00306410" w14:paraId="160AE293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585B8AF" w14:textId="1341F393" w:rsidR="00D824BA" w:rsidRPr="001B6904" w:rsidRDefault="00D824BA" w:rsidP="7F0F2D8D">
            <w:pPr>
              <w:jc w:val="center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SECTION</w:t>
            </w:r>
            <w:r w:rsidR="00C61FD0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2</w:t>
            </w:r>
            <w:r w:rsidR="00C61FD0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: EXPÉRIENCE PROFESSION</w:t>
            </w:r>
            <w:r w:rsidR="006B2E88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N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ELLE</w:t>
            </w:r>
          </w:p>
        </w:tc>
      </w:tr>
      <w:tr w:rsidR="00D824BA" w:rsidRPr="00EC1C3B" w14:paraId="0812E0B3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7E3E2" w14:textId="0DDEFA75" w:rsidR="00D824BA" w:rsidRPr="001044D5" w:rsidRDefault="00D824BA" w:rsidP="00D824BA">
            <w:pPr>
              <w:pStyle w:val="TableBodyText"/>
              <w:rPr>
                <w:rFonts w:ascii="Calibri" w:hAnsi="Calibri"/>
                <w:b/>
                <w:bCs/>
                <w:u w:val="single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Directives</w:t>
            </w:r>
            <w:r w:rsidR="009603B1" w:rsidRPr="7F0F2D8D">
              <w:rPr>
                <w:rFonts w:ascii="Calibri" w:hAnsi="Calibri"/>
                <w:b/>
                <w:bCs/>
                <w:u w:val="single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:</w:t>
            </w:r>
          </w:p>
          <w:p w14:paraId="477FACBE" w14:textId="65E8676D" w:rsidR="00D824BA" w:rsidRPr="001044D5" w:rsidRDefault="005270B1" w:rsidP="00D824BA">
            <w:pPr>
              <w:pStyle w:val="TableBodyText"/>
              <w:numPr>
                <w:ilvl w:val="0"/>
                <w:numId w:val="20"/>
              </w:numPr>
              <w:spacing w:after="0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Notez l</w:t>
            </w:r>
            <w:r w:rsidR="00D824BA" w:rsidRPr="7F0F2D8D">
              <w:rPr>
                <w:rFonts w:ascii="Calibri" w:hAnsi="Calibri"/>
                <w:lang w:val="fr-CA"/>
              </w:rPr>
              <w:t xml:space="preserve">es </w:t>
            </w:r>
            <w:r w:rsidR="00FA1445">
              <w:rPr>
                <w:rFonts w:ascii="Calibri" w:hAnsi="Calibri"/>
                <w:lang w:val="fr-CA"/>
              </w:rPr>
              <w:t>antécédents professionnels</w:t>
            </w:r>
            <w:r w:rsidR="00FA1445" w:rsidRPr="7F0F2D8D">
              <w:rPr>
                <w:rFonts w:ascii="Calibri" w:hAnsi="Calibri"/>
                <w:lang w:val="fr-CA"/>
              </w:rPr>
              <w:t xml:space="preserve"> </w:t>
            </w:r>
            <w:r>
              <w:rPr>
                <w:rFonts w:ascii="Calibri" w:hAnsi="Calibri"/>
                <w:lang w:val="fr-CA"/>
              </w:rPr>
              <w:t>des</w:t>
            </w:r>
            <w:r w:rsidR="00D824BA" w:rsidRPr="7F0F2D8D">
              <w:rPr>
                <w:rFonts w:ascii="Calibri" w:hAnsi="Calibri"/>
                <w:lang w:val="fr-CA"/>
              </w:rPr>
              <w:t xml:space="preserve"> 10</w:t>
            </w:r>
            <w:r w:rsidR="009603B1" w:rsidRPr="7F0F2D8D">
              <w:rPr>
                <w:rFonts w:ascii="Calibri" w:hAnsi="Calibri"/>
                <w:lang w:val="fr-CA"/>
              </w:rPr>
              <w:t> </w:t>
            </w:r>
            <w:r w:rsidR="00D824BA" w:rsidRPr="7F0F2D8D">
              <w:rPr>
                <w:rFonts w:ascii="Calibri" w:hAnsi="Calibri"/>
                <w:lang w:val="fr-CA"/>
              </w:rPr>
              <w:t>dernières années</w:t>
            </w:r>
            <w:r>
              <w:rPr>
                <w:rFonts w:ascii="Calibri" w:hAnsi="Calibri"/>
                <w:lang w:val="fr-CA"/>
              </w:rPr>
              <w:t xml:space="preserve"> tout au plus</w:t>
            </w:r>
            <w:r w:rsidR="00D824BA" w:rsidRPr="7F0F2D8D">
              <w:rPr>
                <w:rFonts w:ascii="Calibri" w:hAnsi="Calibri"/>
                <w:lang w:val="fr-CA"/>
              </w:rPr>
              <w:t>.</w:t>
            </w:r>
          </w:p>
        </w:tc>
      </w:tr>
      <w:tr w:rsidR="00D824BA" w:rsidRPr="00EC1C3B" w14:paraId="3CAB935F" w14:textId="77777777" w:rsidTr="7F0F2D8D">
        <w:trPr>
          <w:trHeight w:val="145"/>
        </w:trPr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42E72D" w14:textId="77777777" w:rsidR="00D824BA" w:rsidRPr="001044D5" w:rsidRDefault="00D824BA" w:rsidP="00D824BA">
            <w:pPr>
              <w:rPr>
                <w:rFonts w:ascii="Calibri" w:hAnsi="Calibri"/>
                <w:sz w:val="4"/>
                <w:szCs w:val="10"/>
                <w:lang w:val="fr-CA"/>
              </w:rPr>
            </w:pPr>
          </w:p>
        </w:tc>
      </w:tr>
      <w:tr w:rsidR="00D824BA" w:rsidRPr="00EC1C3B" w14:paraId="2CF7F756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17E2D" w14:textId="6AEF7E34" w:rsidR="00D824BA" w:rsidRPr="001430A1" w:rsidRDefault="00246733" w:rsidP="00D824BA">
            <w:pPr>
              <w:numPr>
                <w:ilvl w:val="0"/>
                <w:numId w:val="21"/>
              </w:numPr>
              <w:rPr>
                <w:rFonts w:ascii="Calibri" w:hAnsi="Calibri"/>
              </w:rPr>
            </w:pPr>
            <w:r w:rsidRPr="7F0F2D8D">
              <w:rPr>
                <w:rFonts w:ascii="Calibri" w:hAnsi="Calibri"/>
              </w:rPr>
              <w:t>Organisation</w:t>
            </w:r>
            <w:r w:rsidR="0020397A" w:rsidRPr="7F0F2D8D">
              <w:rPr>
                <w:rFonts w:ascii="Calibri" w:hAnsi="Calibri"/>
              </w:rPr>
              <w:t> </w:t>
            </w:r>
            <w:r w:rsidR="008C7191" w:rsidRPr="7F0F2D8D">
              <w:rPr>
                <w:rFonts w:ascii="Calibri" w:hAnsi="Calibri"/>
              </w:rPr>
              <w:t>:</w:t>
            </w:r>
            <w:r w:rsidR="00D824BA"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103538709"/>
                <w:placeholder>
                  <w:docPart w:val="5569E129997541EAA4312D47C1FF409E"/>
                </w:placeholder>
                <w:showingPlcHdr/>
                <w:text/>
              </w:sdtPr>
              <w:sdtContent>
                <w:r w:rsidR="00392FF0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255F1" w14:textId="5CEF1F8C" w:rsidR="00D824BA" w:rsidRPr="001430A1" w:rsidRDefault="00A82652" w:rsidP="00D824BA">
            <w:pPr>
              <w:rPr>
                <w:rFonts w:ascii="Calibri" w:hAnsi="Calibri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>Durée de l’emploi :</w:t>
            </w:r>
            <w:r>
              <w:rPr>
                <w:rFonts w:ascii="Calibri" w:hAnsi="Calibri"/>
                <w:lang w:val="fr-CA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1348219887"/>
                <w:placeholder>
                  <w:docPart w:val="DC6A92ABF61A4F29B771B350B805939C"/>
                </w:placeholder>
                <w:showingPlcHdr/>
                <w:text/>
              </w:sdtPr>
              <w:sdtContent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D824BA" w:rsidRPr="00EC1C3B" w14:paraId="349BF94C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87097" w14:textId="2414F166" w:rsidR="00D824BA" w:rsidRPr="001430A1" w:rsidRDefault="008C7191" w:rsidP="00D824BA">
            <w:pPr>
              <w:rPr>
                <w:rFonts w:ascii="Calibri" w:hAnsi="Calibri"/>
              </w:rPr>
            </w:pPr>
            <w:r w:rsidRPr="7F0F2D8D">
              <w:rPr>
                <w:rFonts w:ascii="Calibri" w:hAnsi="Calibri"/>
              </w:rPr>
              <w:t>Titre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>:</w:t>
            </w:r>
            <w:r w:rsidR="00D824BA"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1902672852"/>
                <w:placeholder>
                  <w:docPart w:val="FF2E6FF258E246D9A4EFD56DEE394645"/>
                </w:placeholder>
                <w:showingPlcHdr/>
                <w:text/>
              </w:sdtPr>
              <w:sdtContent>
                <w:r w:rsidR="001430A1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1C3B" w14:textId="00DC9744" w:rsidR="00D824BA" w:rsidRPr="00A82652" w:rsidRDefault="00A82652" w:rsidP="00D824BA">
            <w:pPr>
              <w:jc w:val="left"/>
              <w:rPr>
                <w:rFonts w:ascii="Calibri" w:hAnsi="Calibri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Motif de départ : </w:t>
            </w:r>
            <w:sdt>
              <w:sdtPr>
                <w:rPr>
                  <w:rFonts w:ascii="Calibri" w:hAnsi="Calibri"/>
                  <w:lang w:val="fr-CA"/>
                </w:rPr>
                <w:id w:val="1410663893"/>
                <w:placeholder>
                  <w:docPart w:val="D9E8084B032B482F9C4904E1D5450E6C"/>
                </w:placeholder>
                <w:comboBox>
                  <w:listItem w:displayText="Rémunération globale" w:value="Rémunération globale"/>
                  <w:listItem w:displayText="Manque de confiance dans la haute direction" w:value="Manque de confiance dans la haute direction"/>
                  <w:listItem w:displayText="Manque d'équilibre" w:value="Manque d'équilibre"/>
                  <w:listItem w:displayText="Culture malsaine" w:value="Culture malsaine"/>
                  <w:listItem w:displayText="Changement de carrière" w:value="Changement de carrière"/>
                </w:comboBox>
              </w:sdtPr>
              <w:sdtContent>
                <w:r w:rsidRPr="7F0F2D8D">
                  <w:rPr>
                    <w:color w:val="595959" w:themeColor="text1" w:themeTint="A6"/>
                    <w:highlight w:val="yellow"/>
                    <w:lang w:val="fr-CA"/>
                  </w:rPr>
                  <w:t>Choisir un élément</w:t>
                </w:r>
              </w:sdtContent>
            </w:sdt>
          </w:p>
        </w:tc>
      </w:tr>
      <w:tr w:rsidR="00A82652" w:rsidRPr="00EC1C3B" w14:paraId="0A8CD3B2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298BE" w14:textId="7B94ED81" w:rsidR="00A82652" w:rsidRDefault="00A82652" w:rsidP="00A82652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Fonctions, responsabilités</w:t>
            </w:r>
            <w:r w:rsidR="0020397A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réalisations :</w:t>
            </w:r>
          </w:p>
          <w:p w14:paraId="026639A3" w14:textId="77777777" w:rsidR="00A82652" w:rsidRDefault="00A82652" w:rsidP="00A82652">
            <w:pPr>
              <w:jc w:val="left"/>
              <w:rPr>
                <w:rFonts w:ascii="Calibri" w:hAnsi="Calibri"/>
                <w:lang w:val="fr-CA"/>
              </w:rPr>
            </w:pPr>
          </w:p>
          <w:p w14:paraId="46AD89D0" w14:textId="18EE4B53" w:rsidR="00A82652" w:rsidRPr="008C7191" w:rsidRDefault="00000000" w:rsidP="00D824BA">
            <w:pPr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1156732727"/>
                <w:placeholder>
                  <w:docPart w:val="0E19B6906B2D4FB3A3ACD22DF5A34793"/>
                </w:placeholder>
                <w:showingPlcHdr/>
                <w:text/>
              </w:sdtPr>
              <w:sdtContent>
                <w:r w:rsidR="00A82652" w:rsidRPr="001430A1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D824BA" w:rsidRPr="00EC1C3B" w14:paraId="7F2B4621" w14:textId="77777777" w:rsidTr="7F0F2D8D">
        <w:trPr>
          <w:trHeight w:val="183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0A5352" w14:textId="5BF52DCE" w:rsidR="006C07C4" w:rsidRPr="001430A1" w:rsidRDefault="006C07C4" w:rsidP="00D824BA">
            <w:pPr>
              <w:jc w:val="left"/>
              <w:rPr>
                <w:rFonts w:ascii="Calibri" w:hAnsi="Calibri"/>
                <w:sz w:val="4"/>
                <w:szCs w:val="10"/>
                <w:lang w:val="fr-CA"/>
              </w:rPr>
            </w:pPr>
          </w:p>
        </w:tc>
      </w:tr>
      <w:tr w:rsidR="00D824BA" w:rsidRPr="00EC1C3B" w14:paraId="6D296C51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E5BEC" w14:textId="0DBDD24A" w:rsidR="00D824BA" w:rsidRPr="005A765D" w:rsidRDefault="00D824BA" w:rsidP="7F0F2D8D">
            <w:pPr>
              <w:jc w:val="left"/>
              <w:rPr>
                <w:rFonts w:ascii="Calibri" w:hAnsi="Calibri"/>
              </w:rPr>
            </w:pPr>
            <w:r w:rsidRPr="7F0F2D8D">
              <w:rPr>
                <w:rFonts w:ascii="Calibri" w:hAnsi="Calibri"/>
              </w:rPr>
              <w:t xml:space="preserve">2)    </w:t>
            </w:r>
            <w:r w:rsidR="00246733" w:rsidRPr="7F0F2D8D">
              <w:rPr>
                <w:rFonts w:ascii="Calibri" w:hAnsi="Calibri"/>
              </w:rPr>
              <w:t>Organisation</w:t>
            </w:r>
            <w:r w:rsidR="0020397A" w:rsidRPr="7F0F2D8D">
              <w:rPr>
                <w:rFonts w:ascii="Calibri" w:hAnsi="Calibri"/>
              </w:rPr>
              <w:t> </w:t>
            </w:r>
            <w:r w:rsidR="008C7191" w:rsidRPr="7F0F2D8D">
              <w:rPr>
                <w:rFonts w:ascii="Calibri" w:hAnsi="Calibri"/>
              </w:rPr>
              <w:t>:</w:t>
            </w:r>
            <w:r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1692904107"/>
                <w:placeholder>
                  <w:docPart w:val="FA96B51ACEEB4C1ABE76A5060F2C7AC9"/>
                </w:placeholder>
                <w:showingPlcHdr/>
                <w:text/>
              </w:sdtPr>
              <w:sdtContent>
                <w:r w:rsidR="001430A1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930FF" w14:textId="60AC50B1" w:rsidR="00D824BA" w:rsidRPr="001044D5" w:rsidRDefault="006C07C4" w:rsidP="00D824BA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>Durée de l’emploi :</w:t>
            </w:r>
            <w:r>
              <w:rPr>
                <w:rFonts w:ascii="Calibri" w:hAnsi="Calibri"/>
                <w:lang w:val="fr-CA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745572300"/>
                <w:placeholder>
                  <w:docPart w:val="7D0F648919B14B31A43B9CEE6597AEDE"/>
                </w:placeholder>
                <w:showingPlcHdr/>
                <w:text/>
              </w:sdtPr>
              <w:sdtContent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D824BA" w:rsidRPr="00EC1C3B" w14:paraId="09BCA750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D5CC7" w14:textId="6631B194" w:rsidR="00D824BA" w:rsidRPr="005A765D" w:rsidRDefault="008C7191" w:rsidP="7F0F2D8D">
            <w:pPr>
              <w:jc w:val="left"/>
              <w:rPr>
                <w:rFonts w:ascii="Calibri" w:hAnsi="Calibri"/>
              </w:rPr>
            </w:pPr>
            <w:r w:rsidRPr="7F0F2D8D">
              <w:rPr>
                <w:rFonts w:ascii="Calibri" w:hAnsi="Calibri"/>
              </w:rPr>
              <w:t>Titre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>:</w:t>
            </w:r>
            <w:r w:rsidR="00D824BA"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2049521955"/>
                <w:placeholder>
                  <w:docPart w:val="843C96AE497747B69C72E90CF0886849"/>
                </w:placeholder>
                <w:showingPlcHdr/>
                <w:text/>
              </w:sdtPr>
              <w:sdtContent>
                <w:r w:rsidR="001430A1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D3A27" w14:textId="370FFF6F" w:rsidR="00D824BA" w:rsidRPr="006C07C4" w:rsidRDefault="006C07C4" w:rsidP="00D824BA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Motif de départ : </w:t>
            </w:r>
            <w:sdt>
              <w:sdtPr>
                <w:rPr>
                  <w:rFonts w:ascii="Calibri" w:hAnsi="Calibri"/>
                  <w:lang w:val="fr-CA"/>
                </w:rPr>
                <w:id w:val="544491933"/>
                <w:placeholder>
                  <w:docPart w:val="5C0912DBA70C4CD4AA6C3ACA68F9799A"/>
                </w:placeholder>
                <w:comboBox>
                  <w:listItem w:displayText="Rémunération globale" w:value="Rémunération globale"/>
                  <w:listItem w:displayText="Manque de confiance dans la haute direction" w:value="Manque de confiance dans la haute direction"/>
                  <w:listItem w:displayText="Manque d'équilibre" w:value="Manque d'équilibre"/>
                  <w:listItem w:displayText="Culture malsaine" w:value="Culture malsaine"/>
                  <w:listItem w:displayText="Changement de carrière" w:value="Changement de carrière"/>
                </w:comboBox>
              </w:sdtPr>
              <w:sdtContent>
                <w:r w:rsidRPr="00B32B35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Choisir un élément</w:t>
                </w:r>
              </w:sdtContent>
            </w:sdt>
          </w:p>
        </w:tc>
      </w:tr>
      <w:tr w:rsidR="006C07C4" w:rsidRPr="00EC1C3B" w14:paraId="3678A1FB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D7FEA" w14:textId="6F67F194" w:rsidR="006C07C4" w:rsidRDefault="006C07C4" w:rsidP="006C07C4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Fonctions, responsabilités</w:t>
            </w:r>
            <w:r w:rsidR="0020397A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réalisations :</w:t>
            </w:r>
          </w:p>
          <w:p w14:paraId="37B0D966" w14:textId="77777777" w:rsidR="006C07C4" w:rsidRDefault="006C07C4" w:rsidP="006C07C4">
            <w:pPr>
              <w:jc w:val="left"/>
              <w:rPr>
                <w:color w:val="595959" w:themeColor="text1" w:themeTint="A6"/>
                <w:szCs w:val="18"/>
                <w:lang w:val="fr-CA"/>
              </w:rPr>
            </w:pPr>
          </w:p>
          <w:p w14:paraId="23E58052" w14:textId="50A3BAE7" w:rsidR="006C07C4" w:rsidRPr="008C7191" w:rsidRDefault="00000000" w:rsidP="006C07C4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  <w:sdt>
              <w:sdtPr>
                <w:rPr>
                  <w:rFonts w:ascii="Calibri" w:hAnsi="Calibri"/>
                </w:rPr>
                <w:id w:val="-147066358"/>
                <w:placeholder>
                  <w:docPart w:val="06401E592C76459BB46368DB2EEB75D6"/>
                </w:placeholder>
                <w:showingPlcHdr/>
                <w:text/>
              </w:sdtPr>
              <w:sdtContent>
                <w:r w:rsidR="006C07C4" w:rsidRPr="001430A1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D824BA" w:rsidRPr="00EC1C3B" w14:paraId="2DC547A6" w14:textId="77777777" w:rsidTr="7F0F2D8D">
        <w:trPr>
          <w:trHeight w:val="145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92C8A5" w14:textId="77777777" w:rsidR="00D824BA" w:rsidRDefault="00D824BA" w:rsidP="00D824BA">
            <w:pPr>
              <w:jc w:val="center"/>
              <w:rPr>
                <w:rFonts w:ascii="Calibri" w:hAnsi="Calibri"/>
                <w:b/>
                <w:bCs/>
                <w:sz w:val="4"/>
                <w:szCs w:val="4"/>
                <w:lang w:val="fr-CA"/>
              </w:rPr>
            </w:pPr>
          </w:p>
          <w:p w14:paraId="06B55764" w14:textId="77777777" w:rsidR="00EC4C21" w:rsidRDefault="00EC4C21" w:rsidP="00D824BA">
            <w:pPr>
              <w:jc w:val="center"/>
              <w:rPr>
                <w:rFonts w:ascii="Calibri" w:hAnsi="Calibri"/>
                <w:b/>
                <w:bCs/>
                <w:sz w:val="4"/>
                <w:szCs w:val="4"/>
                <w:lang w:val="fr-CA"/>
              </w:rPr>
            </w:pPr>
          </w:p>
          <w:p w14:paraId="3919CC74" w14:textId="77777777" w:rsidR="00EC4C21" w:rsidRPr="001430A1" w:rsidRDefault="00EC4C21" w:rsidP="00D824BA">
            <w:pPr>
              <w:jc w:val="center"/>
              <w:rPr>
                <w:rFonts w:ascii="Calibri" w:hAnsi="Calibri"/>
                <w:b/>
                <w:bCs/>
                <w:sz w:val="4"/>
                <w:szCs w:val="4"/>
                <w:lang w:val="fr-CA"/>
              </w:rPr>
            </w:pPr>
          </w:p>
        </w:tc>
      </w:tr>
      <w:tr w:rsidR="00D824BA" w:rsidRPr="00EC1C3B" w14:paraId="60A8BF4C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A660D" w14:textId="68874284" w:rsidR="00D824BA" w:rsidRPr="004C6018" w:rsidRDefault="00D824BA" w:rsidP="7F0F2D8D">
            <w:pPr>
              <w:jc w:val="left"/>
              <w:rPr>
                <w:rFonts w:ascii="Calibri" w:hAnsi="Calibri"/>
                <w:b/>
                <w:bCs/>
              </w:rPr>
            </w:pPr>
            <w:r w:rsidRPr="7F0F2D8D">
              <w:rPr>
                <w:rFonts w:ascii="Calibri" w:hAnsi="Calibri"/>
              </w:rPr>
              <w:lastRenderedPageBreak/>
              <w:t xml:space="preserve">3)    </w:t>
            </w:r>
            <w:r w:rsidR="00246733" w:rsidRPr="7F0F2D8D">
              <w:rPr>
                <w:rFonts w:ascii="Calibri" w:hAnsi="Calibri"/>
              </w:rPr>
              <w:t>Organisation</w:t>
            </w:r>
            <w:r w:rsidR="0020397A" w:rsidRPr="7F0F2D8D">
              <w:rPr>
                <w:rFonts w:ascii="Calibri" w:hAnsi="Calibri"/>
              </w:rPr>
              <w:t> </w:t>
            </w:r>
            <w:r w:rsidR="008C7191" w:rsidRPr="7F0F2D8D">
              <w:rPr>
                <w:rFonts w:ascii="Calibri" w:hAnsi="Calibri"/>
              </w:rPr>
              <w:t>:</w:t>
            </w:r>
            <w:r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1469201778"/>
                <w:placeholder>
                  <w:docPart w:val="D9DF4E1942D74EFEA9A437A512575873"/>
                </w:placeholder>
                <w:showingPlcHdr/>
                <w:text/>
              </w:sdtPr>
              <w:sdtContent>
                <w:r w:rsidR="001430A1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9C3C9" w14:textId="172A863D" w:rsidR="00494350" w:rsidRPr="001044D5" w:rsidRDefault="000E6E85" w:rsidP="00D824BA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Durée de l’emploi : </w:t>
            </w:r>
            <w:sdt>
              <w:sdtPr>
                <w:rPr>
                  <w:rFonts w:ascii="Calibri" w:hAnsi="Calibri"/>
                </w:rPr>
                <w:id w:val="-1302381354"/>
                <w:placeholder>
                  <w:docPart w:val="22E40F7D05B44C4F9993C804BE923BE4"/>
                </w:placeholder>
                <w:showingPlcHdr/>
                <w:text/>
              </w:sdtPr>
              <w:sdtContent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D824BA" w:rsidRPr="00EC1C3B" w14:paraId="654FEE15" w14:textId="77777777" w:rsidTr="002D065A">
        <w:trPr>
          <w:trHeight w:val="353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FB92D" w14:textId="0321A5F0" w:rsidR="00D824BA" w:rsidRPr="004C6018" w:rsidRDefault="000F4F99" w:rsidP="7F0F2D8D">
            <w:pPr>
              <w:jc w:val="left"/>
              <w:rPr>
                <w:rFonts w:ascii="Calibri" w:hAnsi="Calibri"/>
                <w:b/>
                <w:bCs/>
              </w:rPr>
            </w:pPr>
            <w:r w:rsidRPr="7F0F2D8D">
              <w:rPr>
                <w:rFonts w:ascii="Calibri" w:hAnsi="Calibri"/>
              </w:rPr>
              <w:t>Titre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>:</w:t>
            </w:r>
            <w:r w:rsidR="00D824BA" w:rsidRPr="7F0F2D8D"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id w:val="-906605519"/>
                <w:placeholder>
                  <w:docPart w:val="CC82EDC1E80F4C7FB0C12EE4A188E75A"/>
                </w:placeholder>
                <w:showingPlcHdr/>
                <w:text/>
              </w:sdtPr>
              <w:sdtContent>
                <w:r w:rsidR="001430A1"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FC2C6" w14:textId="2EF2EA78" w:rsidR="00D824BA" w:rsidRPr="000E6E85" w:rsidRDefault="000E6E85" w:rsidP="00D824BA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Motif de départ : </w:t>
            </w:r>
            <w:sdt>
              <w:sdtPr>
                <w:rPr>
                  <w:rFonts w:ascii="Calibri" w:hAnsi="Calibri"/>
                  <w:lang w:val="fr-CA"/>
                </w:rPr>
                <w:id w:val="-25558766"/>
                <w:placeholder>
                  <w:docPart w:val="6D3D524810774EA193E9915F6D4F9A5C"/>
                </w:placeholder>
                <w:comboBox>
                  <w:listItem w:displayText="Rémunération globale" w:value="Rémunération globale"/>
                  <w:listItem w:displayText="Manque de confiance dans la haute direction" w:value="Manque de confiance dans la haute direction"/>
                  <w:listItem w:displayText="Manque d'équilibre" w:value="Manque d'équilibre"/>
                  <w:listItem w:displayText="Culture malsaine" w:value="Culture malsaine"/>
                  <w:listItem w:displayText="Changement de carrière" w:value="Changement de carrière"/>
                </w:comboBox>
              </w:sdtPr>
              <w:sdtContent>
                <w:r w:rsidRPr="00B32B35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Choisir un élément</w:t>
                </w:r>
              </w:sdtContent>
            </w:sdt>
          </w:p>
        </w:tc>
      </w:tr>
      <w:tr w:rsidR="00201650" w:rsidRPr="00EC1C3B" w14:paraId="51943298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95EC5" w14:textId="3531D498" w:rsidR="00201650" w:rsidRDefault="00201650" w:rsidP="0020165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Fonctions, responsabilités</w:t>
            </w:r>
            <w:r w:rsidR="0020397A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réalisations :</w:t>
            </w:r>
          </w:p>
          <w:p w14:paraId="69ED0C8E" w14:textId="77777777" w:rsidR="00201650" w:rsidRDefault="00201650" w:rsidP="00201650">
            <w:pPr>
              <w:jc w:val="left"/>
              <w:rPr>
                <w:rFonts w:ascii="Calibri" w:hAnsi="Calibri"/>
                <w:lang w:val="fr-CA"/>
              </w:rPr>
            </w:pPr>
          </w:p>
          <w:p w14:paraId="2C1B0577" w14:textId="608B8A69" w:rsidR="00201650" w:rsidRDefault="00000000" w:rsidP="00201650">
            <w:pPr>
              <w:jc w:val="left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1143315154"/>
                <w:placeholder>
                  <w:docPart w:val="5033615B2F6245BC9750E70758AA08D9"/>
                </w:placeholder>
                <w:showingPlcHdr/>
                <w:text/>
              </w:sdtPr>
              <w:sdtContent>
                <w:r w:rsidR="00201650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  <w:p w14:paraId="758A315A" w14:textId="03C75B76" w:rsidR="00201650" w:rsidRPr="008C7191" w:rsidRDefault="00201650" w:rsidP="00201650">
            <w:pPr>
              <w:jc w:val="left"/>
              <w:rPr>
                <w:rFonts w:ascii="Calibri" w:hAnsi="Calibri"/>
                <w:b/>
                <w:bCs/>
                <w:sz w:val="24"/>
                <w:lang w:val="fr-CA"/>
              </w:rPr>
            </w:pPr>
          </w:p>
        </w:tc>
      </w:tr>
      <w:tr w:rsidR="006C07C4" w:rsidRPr="00EC1C3B" w14:paraId="6203371C" w14:textId="77777777" w:rsidTr="7F0F2D8D">
        <w:trPr>
          <w:trHeight w:val="161"/>
        </w:trPr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EB3955" w14:textId="77777777" w:rsidR="006C07C4" w:rsidRPr="00CD6B21" w:rsidRDefault="006C07C4" w:rsidP="00201650">
            <w:pPr>
              <w:jc w:val="left"/>
              <w:rPr>
                <w:rFonts w:ascii="Calibri" w:hAnsi="Calibri"/>
                <w:sz w:val="4"/>
                <w:szCs w:val="4"/>
                <w:lang w:val="fr-CA"/>
              </w:rPr>
            </w:pPr>
          </w:p>
        </w:tc>
      </w:tr>
      <w:tr w:rsidR="00EC4359" w:rsidRPr="00EC1C3B" w14:paraId="164E1ED9" w14:textId="77777777" w:rsidTr="002D065A">
        <w:trPr>
          <w:trHeight w:val="353"/>
        </w:trPr>
        <w:tc>
          <w:tcPr>
            <w:tcW w:w="5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7D102" w14:textId="5C39624F" w:rsidR="00EC4359" w:rsidRDefault="00882588" w:rsidP="0020165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</w:rPr>
              <w:t xml:space="preserve">4)    </w:t>
            </w:r>
            <w:r w:rsidR="00246733" w:rsidRPr="7F0F2D8D">
              <w:rPr>
                <w:rFonts w:ascii="Calibri" w:hAnsi="Calibri"/>
              </w:rPr>
              <w:t>Organisation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 xml:space="preserve">: </w:t>
            </w:r>
            <w:sdt>
              <w:sdtPr>
                <w:rPr>
                  <w:rFonts w:ascii="Calibri" w:hAnsi="Calibri"/>
                </w:rPr>
                <w:id w:val="2077320672"/>
                <w:placeholder>
                  <w:docPart w:val="36623FC94A8A4F89B5BC86B72C41BE57"/>
                </w:placeholder>
                <w:showingPlcHdr/>
                <w:text/>
              </w:sdtPr>
              <w:sdtContent>
                <w:r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03F02" w14:textId="615D0853" w:rsidR="00EC4359" w:rsidRDefault="00882588" w:rsidP="00201650">
            <w:pPr>
              <w:jc w:val="left"/>
              <w:rPr>
                <w:rFonts w:ascii="Calibri" w:hAnsi="Calibri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Durée de l’emploi : </w:t>
            </w:r>
            <w:sdt>
              <w:sdtPr>
                <w:rPr>
                  <w:rFonts w:ascii="Calibri" w:hAnsi="Calibri"/>
                </w:rPr>
                <w:id w:val="1088194520"/>
                <w:placeholder>
                  <w:docPart w:val="AD72C5B1FFFF4ECE8536626CAF839795"/>
                </w:placeholder>
                <w:showingPlcHdr/>
                <w:text/>
              </w:sdtPr>
              <w:sdtContent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</w:tr>
      <w:tr w:rsidR="00EC4359" w:rsidRPr="00EC1C3B" w14:paraId="029F16EA" w14:textId="77777777" w:rsidTr="002D065A">
        <w:trPr>
          <w:trHeight w:val="353"/>
        </w:trPr>
        <w:tc>
          <w:tcPr>
            <w:tcW w:w="5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6B317" w14:textId="3D1C555B" w:rsidR="00EC4359" w:rsidRDefault="00882588" w:rsidP="0020165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</w:rPr>
              <w:t>Titre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 xml:space="preserve">: </w:t>
            </w:r>
            <w:sdt>
              <w:sdtPr>
                <w:rPr>
                  <w:rFonts w:ascii="Calibri" w:hAnsi="Calibri"/>
                </w:rPr>
                <w:id w:val="2006862120"/>
                <w:placeholder>
                  <w:docPart w:val="5A6EE8CFCAE44C4385FDC1EC061E756F"/>
                </w:placeholder>
                <w:showingPlcHdr/>
                <w:text/>
              </w:sdtPr>
              <w:sdtContent>
                <w:r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sdtContent>
            </w:sdt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9758A" w14:textId="0102EAB1" w:rsidR="00EC4359" w:rsidRDefault="00882588" w:rsidP="00201650">
            <w:pPr>
              <w:jc w:val="left"/>
              <w:rPr>
                <w:rFonts w:ascii="Calibri" w:hAnsi="Calibri"/>
                <w:lang w:val="fr-CA"/>
              </w:rPr>
            </w:pPr>
            <w:r w:rsidRPr="001430A1">
              <w:rPr>
                <w:rFonts w:ascii="Calibri" w:hAnsi="Calibri"/>
                <w:lang w:val="fr-CA"/>
              </w:rPr>
              <w:t xml:space="preserve">Motif de départ : </w:t>
            </w:r>
            <w:sdt>
              <w:sdtPr>
                <w:rPr>
                  <w:rFonts w:ascii="Calibri" w:hAnsi="Calibri"/>
                  <w:lang w:val="fr-CA"/>
                </w:rPr>
                <w:id w:val="574862538"/>
                <w:placeholder>
                  <w:docPart w:val="8D4383D0DF384F0DB5444AA786F20C56"/>
                </w:placeholder>
                <w:comboBox>
                  <w:listItem w:displayText="Rémunération globale" w:value="Rémunération globale"/>
                  <w:listItem w:displayText="Manque de confiance dans la haute direction" w:value="Manque de confiance dans la haute direction"/>
                  <w:listItem w:displayText="Manque d'équilibre" w:value="Manque d'équilibre"/>
                  <w:listItem w:displayText="Culture malsaine" w:value="Culture malsaine"/>
                  <w:listItem w:displayText="Changement de carrière" w:value="Changement de carrière"/>
                </w:comboBox>
              </w:sdtPr>
              <w:sdtContent>
                <w:r w:rsidRPr="00B32B35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Choisir un élément</w:t>
                </w:r>
              </w:sdtContent>
            </w:sdt>
          </w:p>
        </w:tc>
      </w:tr>
      <w:tr w:rsidR="00EC4359" w:rsidRPr="00EC1C3B" w14:paraId="18F84D2F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62A6C" w14:textId="14B0679F" w:rsidR="00882588" w:rsidRDefault="00882588" w:rsidP="00882588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Fonctions, responsabilités</w:t>
            </w:r>
            <w:r w:rsidR="0020397A" w:rsidRPr="7F0F2D8D">
              <w:rPr>
                <w:rFonts w:ascii="Calibri" w:hAnsi="Calibri"/>
                <w:lang w:val="fr-CA"/>
              </w:rPr>
              <w:t xml:space="preserve"> et</w:t>
            </w:r>
            <w:r w:rsidRPr="7F0F2D8D">
              <w:rPr>
                <w:rFonts w:ascii="Calibri" w:hAnsi="Calibri"/>
                <w:lang w:val="fr-CA"/>
              </w:rPr>
              <w:t xml:space="preserve"> réalisations :</w:t>
            </w:r>
          </w:p>
          <w:p w14:paraId="2E0E2A02" w14:textId="77777777" w:rsidR="00EC4359" w:rsidRDefault="00EC4359" w:rsidP="00201650">
            <w:pPr>
              <w:jc w:val="left"/>
              <w:rPr>
                <w:rFonts w:ascii="Calibri" w:hAnsi="Calibri"/>
                <w:lang w:val="fr-CA"/>
              </w:rPr>
            </w:pPr>
          </w:p>
          <w:p w14:paraId="58DE2E9F" w14:textId="4BC295BE" w:rsidR="00882588" w:rsidRDefault="00000000" w:rsidP="00882588">
            <w:pPr>
              <w:jc w:val="left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840201838"/>
                <w:placeholder>
                  <w:docPart w:val="8BAA29C1F89D45A0B2BA68BB1E6DB777"/>
                </w:placeholder>
                <w:showingPlcHdr/>
                <w:text/>
              </w:sdtPr>
              <w:sdtContent>
                <w:r w:rsidR="00882588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  <w:p w14:paraId="7C425D0A" w14:textId="42075329" w:rsidR="00882588" w:rsidRDefault="00882588" w:rsidP="00201650">
            <w:pPr>
              <w:jc w:val="left"/>
              <w:rPr>
                <w:rFonts w:ascii="Calibri" w:hAnsi="Calibri"/>
                <w:lang w:val="fr-CA"/>
              </w:rPr>
            </w:pPr>
          </w:p>
        </w:tc>
      </w:tr>
      <w:tr w:rsidR="0088725E" w:rsidRPr="00EC1C3B" w14:paraId="419A9522" w14:textId="77777777" w:rsidTr="7F0F2D8D">
        <w:trPr>
          <w:trHeight w:val="229"/>
        </w:trPr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266ECE4" w14:textId="77777777" w:rsidR="0088725E" w:rsidRDefault="0088725E" w:rsidP="00882588">
            <w:pPr>
              <w:jc w:val="left"/>
              <w:rPr>
                <w:rFonts w:ascii="Calibri" w:hAnsi="Calibri"/>
                <w:lang w:val="fr-CA"/>
              </w:rPr>
            </w:pPr>
          </w:p>
        </w:tc>
      </w:tr>
      <w:tr w:rsidR="0088725E" w:rsidRPr="00EC1C3B" w14:paraId="4871AB23" w14:textId="77777777" w:rsidTr="7F0F2D8D">
        <w:trPr>
          <w:trHeight w:val="35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C15B0" w14:textId="614F1694" w:rsidR="0088725E" w:rsidRDefault="0088725E" w:rsidP="0088725E">
            <w:pPr>
              <w:jc w:val="left"/>
              <w:rPr>
                <w:rFonts w:ascii="Calibri" w:hAnsi="Calibri"/>
                <w:lang w:val="fr-CA"/>
              </w:rPr>
            </w:pPr>
            <w:r>
              <w:rPr>
                <w:rFonts w:ascii="Calibri" w:hAnsi="Calibri"/>
                <w:lang w:val="fr-CA"/>
              </w:rPr>
              <w:t>Autres informations pertinentes :</w:t>
            </w:r>
          </w:p>
          <w:p w14:paraId="4798B490" w14:textId="77777777" w:rsidR="0088725E" w:rsidRDefault="0088725E" w:rsidP="0088725E">
            <w:pPr>
              <w:jc w:val="left"/>
              <w:rPr>
                <w:rFonts w:ascii="Calibri" w:hAnsi="Calibri"/>
                <w:lang w:val="fr-CA"/>
              </w:rPr>
            </w:pPr>
          </w:p>
          <w:p w14:paraId="4853D7EC" w14:textId="0F76E7BD" w:rsidR="0088725E" w:rsidRDefault="00000000" w:rsidP="0088725E">
            <w:pPr>
              <w:jc w:val="left"/>
              <w:rPr>
                <w:rFonts w:ascii="Calibri" w:hAnsi="Calibri"/>
                <w:lang w:val="fr-CA"/>
              </w:rPr>
            </w:pPr>
            <w:sdt>
              <w:sdtPr>
                <w:rPr>
                  <w:rFonts w:ascii="Calibri" w:hAnsi="Calibri"/>
                </w:rPr>
                <w:id w:val="725883082"/>
                <w:placeholder>
                  <w:docPart w:val="93725735639044D5A70A36146A885360"/>
                </w:placeholder>
                <w:showingPlcHdr/>
                <w:text/>
              </w:sdtPr>
              <w:sdtContent>
                <w:r w:rsidR="0088725E"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sdtContent>
            </w:sdt>
          </w:p>
          <w:p w14:paraId="5F2924B2" w14:textId="100E05ED" w:rsidR="0088725E" w:rsidRDefault="0088725E" w:rsidP="00882588">
            <w:pPr>
              <w:jc w:val="left"/>
              <w:rPr>
                <w:rFonts w:ascii="Calibri" w:hAnsi="Calibri"/>
                <w:lang w:val="fr-CA"/>
              </w:rPr>
            </w:pPr>
          </w:p>
        </w:tc>
      </w:tr>
      <w:tr w:rsidR="00D824BA" w:rsidRPr="00EC1C3B" w14:paraId="5E55C8CD" w14:textId="77777777" w:rsidTr="7F0F2D8D">
        <w:trPr>
          <w:trHeight w:val="222"/>
        </w:trPr>
        <w:tc>
          <w:tcPr>
            <w:tcW w:w="107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8076AE" w14:textId="65DB281F" w:rsidR="00D824BA" w:rsidRPr="001F0D35" w:rsidRDefault="00D824BA" w:rsidP="00F1172A">
            <w:pPr>
              <w:rPr>
                <w:rFonts w:ascii="Calibri" w:hAnsi="Calibri" w:cs="Calibri"/>
                <w:noProof/>
                <w:color w:val="D9D9D9" w:themeColor="background1" w:themeShade="D9"/>
                <w:szCs w:val="18"/>
                <w:lang w:val="fr-CA"/>
              </w:rPr>
            </w:pPr>
          </w:p>
        </w:tc>
      </w:tr>
      <w:tr w:rsidR="00D824BA" w:rsidRPr="00EC1C3B" w14:paraId="46626BAB" w14:textId="77777777" w:rsidTr="7F0F2D8D">
        <w:trPr>
          <w:trHeight w:val="43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B5065E9" w14:textId="6AB7D86D" w:rsidR="00D824BA" w:rsidRPr="00B60BC5" w:rsidRDefault="00D824BA" w:rsidP="7F0F2D8D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SECTION</w:t>
            </w:r>
            <w:r w:rsidR="005A40CC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3</w:t>
            </w:r>
            <w:r w:rsidR="0020397A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: COMPÉTENCES</w:t>
            </w:r>
            <w:r w:rsidR="0020397A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 xml:space="preserve"> 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 xml:space="preserve">COMPORTEMENTALES </w:t>
            </w:r>
            <w:r w:rsidR="0020397A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ET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 xml:space="preserve"> SITUATIONNELLES </w:t>
            </w:r>
          </w:p>
        </w:tc>
      </w:tr>
      <w:tr w:rsidR="006944D7" w:rsidRPr="00EC1C3B" w14:paraId="65572A0E" w14:textId="77777777" w:rsidTr="7F0F2D8D">
        <w:trPr>
          <w:trHeight w:val="43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14313B0" w14:textId="151611B4" w:rsidR="006944D7" w:rsidRPr="00B60BC5" w:rsidRDefault="006944D7" w:rsidP="7F0F2D8D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color w:val="FFFFFF" w:themeColor="background1"/>
                <w:lang w:val="fr-CA"/>
              </w:rPr>
              <w:t xml:space="preserve">EXEMPLE : ORIENTATION CLIENT : 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Se préoccupe des besoins et des attentes 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>de la clientèle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 et leur accorde 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>la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 priorité. Maintient le contact avec 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>sa clientèle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, tant 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>au sein de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 l</w:t>
            </w:r>
            <w:r w:rsidR="0020397A" w:rsidRPr="7F0F2D8D">
              <w:rPr>
                <w:rFonts w:ascii="Calibri" w:hAnsi="Calibri" w:cs="Calibri"/>
                <w:color w:val="FFFFFF" w:themeColor="background1"/>
                <w:lang w:val="fr-CA"/>
              </w:rPr>
              <w:t>’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>organisation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 xml:space="preserve"> qu’à l’extérieur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, et utilise sa compréhension des besoins </w:t>
            </w:r>
            <w:r w:rsidR="000A4AD7">
              <w:rPr>
                <w:rFonts w:ascii="Calibri" w:hAnsi="Calibri" w:cs="Calibri"/>
                <w:color w:val="FFFFFF" w:themeColor="background1"/>
                <w:lang w:val="fr-CA"/>
              </w:rPr>
              <w:t>de la clientèle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 comme base </w:t>
            </w:r>
            <w:r w:rsidR="00577361">
              <w:rPr>
                <w:rFonts w:ascii="Calibri" w:hAnsi="Calibri" w:cs="Calibri"/>
                <w:color w:val="FFFFFF" w:themeColor="background1"/>
                <w:lang w:val="fr-CA"/>
              </w:rPr>
              <w:t>pour</w:t>
            </w:r>
            <w:r w:rsidR="00577361" w:rsidRPr="7F0F2D8D">
              <w:rPr>
                <w:rFonts w:ascii="Calibri" w:hAnsi="Calibri" w:cs="Calibri"/>
                <w:color w:val="FFFFFF" w:themeColor="background1"/>
                <w:lang w:val="fr-CA"/>
              </w:rPr>
              <w:t xml:space="preserve"> 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>la prise de décision et l</w:t>
            </w:r>
            <w:r w:rsidR="0020397A" w:rsidRPr="7F0F2D8D">
              <w:rPr>
                <w:rFonts w:ascii="Calibri" w:hAnsi="Calibri" w:cs="Calibri"/>
                <w:color w:val="FFFFFF" w:themeColor="background1"/>
                <w:lang w:val="fr-CA"/>
              </w:rPr>
              <w:t>’</w:t>
            </w:r>
            <w:r w:rsidRPr="7F0F2D8D">
              <w:rPr>
                <w:rFonts w:ascii="Calibri" w:hAnsi="Calibri" w:cs="Calibri"/>
                <w:color w:val="FFFFFF" w:themeColor="background1"/>
                <w:lang w:val="fr-CA"/>
              </w:rPr>
              <w:t>action organisationnelle.</w:t>
            </w:r>
          </w:p>
        </w:tc>
      </w:tr>
      <w:tr w:rsidR="00D824BA" w:rsidRPr="00EC1C3B" w14:paraId="3633F2DA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7C2D" w14:textId="77777777" w:rsidR="00F1172A" w:rsidRPr="00FF2E3F" w:rsidRDefault="00F1172A" w:rsidP="00D824BA">
            <w:pPr>
              <w:rPr>
                <w:rFonts w:ascii="Calibri" w:hAnsi="Calibri" w:cs="Calibri"/>
                <w:color w:val="000000"/>
                <w:szCs w:val="18"/>
                <w:u w:val="single"/>
                <w:lang w:val="fr-CA"/>
              </w:rPr>
            </w:pPr>
          </w:p>
          <w:p w14:paraId="17095C76" w14:textId="1B4E8BA2" w:rsidR="00D824BA" w:rsidRPr="00812556" w:rsidRDefault="00D824BA" w:rsidP="00D824BA">
            <w:pPr>
              <w:rPr>
                <w:rFonts w:ascii="Calibri" w:hAnsi="Calibri" w:cs="Calibri"/>
                <w:color w:val="000000"/>
                <w:szCs w:val="18"/>
                <w:u w:val="single"/>
              </w:rPr>
            </w:pPr>
            <w:r w:rsidRPr="00812556">
              <w:rPr>
                <w:rFonts w:ascii="Calibri" w:hAnsi="Calibri" w:cs="Calibri"/>
                <w:color w:val="000000"/>
                <w:szCs w:val="18"/>
                <w:u w:val="single"/>
              </w:rPr>
              <w:t>QUESTIONS</w:t>
            </w:r>
          </w:p>
          <w:p w14:paraId="5D2CE7AB" w14:textId="77777777" w:rsidR="00D824BA" w:rsidRPr="00812556" w:rsidRDefault="00D824BA" w:rsidP="00D824BA">
            <w:pPr>
              <w:rPr>
                <w:rFonts w:ascii="Calibri" w:hAnsi="Calibri" w:cs="Calibri"/>
                <w:color w:val="0070C0"/>
                <w:szCs w:val="18"/>
              </w:rPr>
            </w:pPr>
          </w:p>
          <w:p w14:paraId="1C4B2803" w14:textId="46D1ACA7" w:rsidR="000B3A9C" w:rsidRPr="000B3A9C" w:rsidRDefault="00463FE0" w:rsidP="7F0F2D8D">
            <w:pPr>
              <w:numPr>
                <w:ilvl w:val="0"/>
                <w:numId w:val="4"/>
              </w:numPr>
              <w:jc w:val="left"/>
              <w:rPr>
                <w:rFonts w:ascii="Calibri" w:hAnsi="Calibri" w:cs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 xml:space="preserve">Exemple : </w:t>
            </w:r>
            <w:r w:rsidR="000B3A9C" w:rsidRPr="7F0F2D8D">
              <w:rPr>
                <w:rFonts w:ascii="Calibri" w:hAnsi="Calibri" w:cs="Calibri"/>
                <w:lang w:val="fr-CA"/>
              </w:rPr>
              <w:t>Donnez-moi un exemple d</w:t>
            </w:r>
            <w:r w:rsidR="008E4DA6" w:rsidRPr="7F0F2D8D">
              <w:rPr>
                <w:rFonts w:ascii="Calibri" w:hAnsi="Calibri" w:cs="Calibri"/>
                <w:lang w:val="fr-CA"/>
              </w:rPr>
              <w:t>’</w:t>
            </w:r>
            <w:r w:rsidR="000B3A9C" w:rsidRPr="7F0F2D8D">
              <w:rPr>
                <w:rFonts w:ascii="Calibri" w:hAnsi="Calibri" w:cs="Calibri"/>
                <w:lang w:val="fr-CA"/>
              </w:rPr>
              <w:t>une expérience dans votre travail qui reflète votre engagement envers l</w:t>
            </w:r>
            <w:r w:rsidR="008E4DA6" w:rsidRPr="7F0F2D8D">
              <w:rPr>
                <w:rFonts w:ascii="Calibri" w:hAnsi="Calibri" w:cs="Calibri"/>
                <w:lang w:val="fr-CA"/>
              </w:rPr>
              <w:t>’</w:t>
            </w:r>
            <w:r w:rsidR="000B3A9C" w:rsidRPr="7F0F2D8D">
              <w:rPr>
                <w:rFonts w:ascii="Calibri" w:hAnsi="Calibri" w:cs="Calibri"/>
                <w:lang w:val="fr-CA"/>
              </w:rPr>
              <w:t>orientation client.</w:t>
            </w:r>
          </w:p>
          <w:p w14:paraId="304A8743" w14:textId="0AB1D41A" w:rsidR="00D824BA" w:rsidRPr="000B3A9C" w:rsidRDefault="00463FE0" w:rsidP="7F0F2D8D">
            <w:pPr>
              <w:numPr>
                <w:ilvl w:val="0"/>
                <w:numId w:val="4"/>
              </w:numPr>
              <w:jc w:val="left"/>
              <w:rPr>
                <w:rFonts w:ascii="Calibri" w:hAnsi="Calibri" w:cs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 xml:space="preserve">Exemple : </w:t>
            </w:r>
            <w:r w:rsidR="000B3A9C" w:rsidRPr="7F0F2D8D">
              <w:rPr>
                <w:rFonts w:ascii="Calibri" w:hAnsi="Calibri" w:cs="Calibri"/>
                <w:lang w:val="fr-CA"/>
              </w:rPr>
              <w:t xml:space="preserve">Comment votre emploi actuel contribue-t-il à ce que votre </w:t>
            </w:r>
            <w:r w:rsidR="00246733" w:rsidRPr="7F0F2D8D">
              <w:rPr>
                <w:rFonts w:ascii="Calibri" w:hAnsi="Calibri" w:cs="Calibri"/>
                <w:lang w:val="fr-CA"/>
              </w:rPr>
              <w:t>organisation</w:t>
            </w:r>
            <w:r w:rsidR="000B3A9C" w:rsidRPr="7F0F2D8D">
              <w:rPr>
                <w:rFonts w:ascii="Calibri" w:hAnsi="Calibri" w:cs="Calibri"/>
                <w:lang w:val="fr-CA"/>
              </w:rPr>
              <w:t xml:space="preserve"> réponde aux besoins de </w:t>
            </w:r>
            <w:r w:rsidR="002776CD">
              <w:rPr>
                <w:rFonts w:ascii="Calibri" w:hAnsi="Calibri" w:cs="Calibri"/>
                <w:lang w:val="fr-CA"/>
              </w:rPr>
              <w:t>sa clientèle</w:t>
            </w:r>
            <w:r w:rsidR="000B3A9C" w:rsidRPr="7F0F2D8D">
              <w:rPr>
                <w:rFonts w:ascii="Calibri" w:hAnsi="Calibri" w:cs="Calibri"/>
                <w:lang w:val="fr-CA"/>
              </w:rPr>
              <w:t>?</w:t>
            </w:r>
            <w:r w:rsidRPr="002102D9">
              <w:rPr>
                <w:lang w:val="fr-CA"/>
              </w:rPr>
              <w:br/>
            </w:r>
          </w:p>
        </w:tc>
      </w:tr>
      <w:tr w:rsidR="00D824BA" w:rsidRPr="00FE49B5" w14:paraId="577F6556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91"/>
        </w:trPr>
        <w:sdt>
          <w:sdtPr>
            <w:rPr>
              <w:rFonts w:ascii="Calibri" w:hAnsi="Calibri"/>
            </w:rPr>
            <w:id w:val="1492913977"/>
            <w:placeholder>
              <w:docPart w:val="92A69A4E9F6842C1A7B6008C7233F450"/>
            </w:placeholder>
            <w:showingPlcHdr/>
            <w:text/>
          </w:sdtPr>
          <w:sdtContent>
            <w:tc>
              <w:tcPr>
                <w:tcW w:w="10774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92316F" w14:textId="2E293240" w:rsidR="00D824BA" w:rsidRPr="004C6018" w:rsidRDefault="001430A1" w:rsidP="00D824BA">
                <w:pPr>
                  <w:jc w:val="left"/>
                  <w:rPr>
                    <w:rFonts w:ascii="Calibri" w:hAnsi="Calibri" w:cs="Calibri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6D47F0" w:rsidRPr="00FE49B5" w14:paraId="44560C88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99"/>
        </w:trPr>
        <w:sdt>
          <w:sdtPr>
            <w:rPr>
              <w:rFonts w:ascii="Calibri" w:hAnsi="Calibri" w:cs="Calibri"/>
            </w:rPr>
            <w:id w:val="-1582446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05E295" w14:textId="12A9F023" w:rsidR="006D47F0" w:rsidRDefault="0097613A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33652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D223ED" w14:textId="52535322" w:rsidR="006D47F0" w:rsidRDefault="006D47F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669872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B924F9" w14:textId="4DD610A4" w:rsidR="006D47F0" w:rsidRDefault="006D47F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69018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28C87" w14:textId="5C19289F" w:rsidR="006D47F0" w:rsidRDefault="006D47F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</w:tr>
      <w:tr w:rsidR="00134326" w:rsidRPr="00EC1C3B" w14:paraId="2ED64D61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99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EE62" w14:textId="239D4523" w:rsidR="00134326" w:rsidRPr="00E310B9" w:rsidRDefault="00134326" w:rsidP="002102D9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0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</w:t>
            </w:r>
            <w:r w:rsidR="00333977">
              <w:rPr>
                <w:rFonts w:ascii="Calibri" w:hAnsi="Calibri" w:cs="Calibri"/>
                <w:b/>
                <w:bCs/>
                <w:lang w:val="fr-CA"/>
              </w:rPr>
              <w:t xml:space="preserve"> Pas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compétente </w:t>
            </w:r>
          </w:p>
          <w:p w14:paraId="5C5A4F40" w14:textId="63721998" w:rsidR="00134326" w:rsidRPr="002102D9" w:rsidRDefault="00134326" w:rsidP="002102D9">
            <w:pPr>
              <w:rPr>
                <w:rFonts w:ascii="Calibri" w:hAnsi="Calibri" w:cs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non compétente dans ce domaine; nécessite un développement substantiel.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2497" w14:textId="2B4CB9CE" w:rsidR="00333977" w:rsidRPr="00A7114A" w:rsidRDefault="00333977" w:rsidP="002102D9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1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D</w:t>
            </w:r>
            <w:r w:rsidR="00665696">
              <w:rPr>
                <w:rFonts w:ascii="Calibri" w:hAnsi="Calibri" w:cs="Calibri"/>
                <w:b/>
                <w:bCs/>
                <w:lang w:val="fr-CA"/>
              </w:rPr>
              <w:t>ébutant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e  </w:t>
            </w:r>
          </w:p>
          <w:p w14:paraId="0F9F37CC" w14:textId="3E906EC7" w:rsidR="00134326" w:rsidRPr="002102D9" w:rsidRDefault="00333977" w:rsidP="002102D9">
            <w:pPr>
              <w:rPr>
                <w:rFonts w:ascii="Calibri" w:hAnsi="Calibri" w:cs="Calibri"/>
                <w:lang w:val="fr-CA"/>
              </w:rPr>
            </w:pPr>
            <w:r w:rsidRPr="00A7114A">
              <w:rPr>
                <w:rFonts w:ascii="Calibri" w:hAnsi="Calibri" w:cs="Calibri"/>
                <w:szCs w:val="18"/>
                <w:lang w:val="fr-CA"/>
              </w:rPr>
              <w:t>Exerce de manière satisfaisante les compétences élémentaires dans ce domaine</w:t>
            </w:r>
            <w:r>
              <w:rPr>
                <w:rFonts w:ascii="Calibri" w:hAnsi="Calibri" w:cs="Calibri"/>
                <w:szCs w:val="18"/>
                <w:lang w:val="fr-C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8520" w14:textId="0691817A" w:rsidR="00333977" w:rsidRPr="00A7114A" w:rsidRDefault="00333977" w:rsidP="002102D9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2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Intermédiaire  </w:t>
            </w:r>
          </w:p>
          <w:p w14:paraId="6A2C5603" w14:textId="3980E8A8" w:rsidR="00134326" w:rsidRPr="002102D9" w:rsidRDefault="006E2F26" w:rsidP="002102D9">
            <w:pPr>
              <w:rPr>
                <w:rFonts w:ascii="Calibri" w:hAnsi="Calibri" w:cs="Calibri"/>
                <w:lang w:val="fr-CA"/>
              </w:rPr>
            </w:pPr>
            <w:r>
              <w:rPr>
                <w:rFonts w:ascii="Calibri" w:hAnsi="Calibri" w:cs="Calibri"/>
                <w:lang w:val="fr-CA"/>
              </w:rPr>
              <w:t>Se situe dans</w:t>
            </w:r>
            <w:r w:rsidR="006E7854">
              <w:rPr>
                <w:rFonts w:ascii="Calibri" w:hAnsi="Calibri" w:cs="Calibri"/>
                <w:lang w:val="fr-CA"/>
              </w:rPr>
              <w:t xml:space="preserve"> </w:t>
            </w:r>
            <w:r w:rsidR="00333977" w:rsidRPr="7F0F2D8D">
              <w:rPr>
                <w:rFonts w:ascii="Calibri" w:hAnsi="Calibri" w:cs="Calibri"/>
                <w:lang w:val="fr-CA"/>
              </w:rPr>
              <w:t>la moyenne dans ce domaine; obtient régulièrement de bons résultats.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01A0" w14:textId="216A4030" w:rsidR="00333977" w:rsidRPr="00A7114A" w:rsidRDefault="00333977" w:rsidP="002102D9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3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Avancée  </w:t>
            </w:r>
          </w:p>
          <w:p w14:paraId="41ECA72D" w14:textId="53FF0A65" w:rsidR="00134326" w:rsidRPr="002102D9" w:rsidRDefault="00333977" w:rsidP="002102D9">
            <w:pPr>
              <w:rPr>
                <w:rFonts w:ascii="Calibri" w:hAnsi="Calibri" w:cs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un atout notable et meilleure que la plupart dans ce domaine; pourrait être une coach.</w:t>
            </w:r>
          </w:p>
        </w:tc>
      </w:tr>
      <w:tr w:rsidR="00D824BA" w:rsidRPr="002102D9" w14:paraId="69FA2F4B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03"/>
        </w:trPr>
        <w:sdt>
          <w:sdtPr>
            <w:rPr>
              <w:rFonts w:ascii="Calibri" w:hAnsi="Calibri" w:cs="Calibri"/>
              <w:szCs w:val="18"/>
              <w:lang w:val="fr-CA"/>
            </w:rPr>
            <w:id w:val="707466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77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AA15302" w14:textId="4D0C8D58" w:rsidR="00FA7CCA" w:rsidRPr="00C26778" w:rsidRDefault="00FA7CCA" w:rsidP="00D824BA">
                <w:pPr>
                  <w:rPr>
                    <w:rFonts w:ascii="Calibri" w:hAnsi="Calibri" w:cs="Calibri"/>
                    <w:szCs w:val="18"/>
                    <w:lang w:val="fr-CA"/>
                  </w:rPr>
                </w:pPr>
              </w:p>
            </w:tc>
          </w:sdtContent>
        </w:sdt>
      </w:tr>
      <w:tr w:rsidR="00D824BA" w:rsidRPr="00EC1C3B" w14:paraId="03AF64E6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63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DF53999" w14:textId="630D9D3A" w:rsidR="00D824BA" w:rsidRPr="009B06CC" w:rsidRDefault="00CF135B" w:rsidP="009B06CC">
            <w:pPr>
              <w:jc w:val="left"/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  <w:t xml:space="preserve">NOM DE LA </w:t>
            </w:r>
            <w:r w:rsidR="00C32844"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  <w:t>COMPÉTENCE : description</w:t>
            </w:r>
          </w:p>
        </w:tc>
      </w:tr>
      <w:tr w:rsidR="00D824BA" w:rsidRPr="00672CBD" w14:paraId="6F9135E2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7583" w14:textId="77777777" w:rsidR="00D824BA" w:rsidRPr="00E45F23" w:rsidRDefault="00D824BA" w:rsidP="00D824BA">
            <w:pPr>
              <w:rPr>
                <w:rFonts w:ascii="Calibri" w:hAnsi="Calibri" w:cs="Calibri"/>
                <w:szCs w:val="18"/>
                <w:u w:val="single"/>
                <w:lang w:val="fr-CA"/>
              </w:rPr>
            </w:pPr>
            <w:r w:rsidRPr="009B06CC">
              <w:rPr>
                <w:rFonts w:ascii="Calibri" w:hAnsi="Calibri" w:cs="Calibri"/>
                <w:szCs w:val="18"/>
                <w:lang w:val="fr-CA"/>
              </w:rPr>
              <w:br/>
            </w:r>
            <w:r w:rsidRPr="00E45F23">
              <w:rPr>
                <w:rFonts w:ascii="Calibri" w:hAnsi="Calibri" w:cs="Calibri"/>
                <w:szCs w:val="18"/>
                <w:u w:val="single"/>
                <w:lang w:val="fr-CA"/>
              </w:rPr>
              <w:t>QUESTIONS</w:t>
            </w:r>
          </w:p>
          <w:p w14:paraId="77AF1800" w14:textId="77777777" w:rsidR="00D824BA" w:rsidRPr="003D3DD3" w:rsidRDefault="00D824BA" w:rsidP="00D824BA">
            <w:pPr>
              <w:rPr>
                <w:rFonts w:ascii="Calibri" w:hAnsi="Calibri" w:cs="Calibri"/>
                <w:szCs w:val="18"/>
                <w:lang w:val="fr-CA"/>
              </w:rPr>
            </w:pPr>
          </w:p>
          <w:p w14:paraId="73BF3238" w14:textId="720E8FF4" w:rsidR="007A4CAF" w:rsidRDefault="00C32844" w:rsidP="00D824BA">
            <w:pPr>
              <w:numPr>
                <w:ilvl w:val="0"/>
                <w:numId w:val="5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5731F4D9" w14:textId="62140348" w:rsidR="00D824BA" w:rsidRPr="00C26778" w:rsidRDefault="00C32844" w:rsidP="00D824BA">
            <w:pPr>
              <w:numPr>
                <w:ilvl w:val="0"/>
                <w:numId w:val="5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497383B9" w14:textId="77777777" w:rsidR="00D824BA" w:rsidRPr="00F151B7" w:rsidRDefault="00D824BA" w:rsidP="003273CA">
            <w:pPr>
              <w:ind w:left="360"/>
              <w:rPr>
                <w:rFonts w:ascii="Calibri" w:hAnsi="Calibri" w:cs="Calibri"/>
                <w:sz w:val="12"/>
                <w:szCs w:val="12"/>
                <w:lang w:val="fr-CA"/>
              </w:rPr>
            </w:pPr>
          </w:p>
        </w:tc>
      </w:tr>
      <w:tr w:rsidR="00D824BA" w:rsidRPr="003D3DD3" w14:paraId="2F522A08" w14:textId="77777777" w:rsidTr="002D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97"/>
        </w:trPr>
        <w:sdt>
          <w:sdtPr>
            <w:rPr>
              <w:rFonts w:ascii="Calibri" w:hAnsi="Calibri"/>
            </w:rPr>
            <w:id w:val="-526706699"/>
            <w:placeholder>
              <w:docPart w:val="72A2984DB5F64B028106A384FAC9F675"/>
            </w:placeholder>
            <w:showingPlcHdr/>
            <w:text/>
          </w:sdtPr>
          <w:sdtContent>
            <w:tc>
              <w:tcPr>
                <w:tcW w:w="10774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7F0E3E" w14:textId="295955CA" w:rsidR="00D824BA" w:rsidRPr="004C6018" w:rsidRDefault="001430A1" w:rsidP="00D824BA">
                <w:pPr>
                  <w:jc w:val="left"/>
                  <w:rPr>
                    <w:rFonts w:ascii="Calibri" w:hAnsi="Calibri" w:cs="Calibri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341DD0" w:rsidRPr="003D3DD3" w14:paraId="7E069550" w14:textId="77777777" w:rsidTr="0034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97"/>
        </w:trPr>
        <w:sdt>
          <w:sdtPr>
            <w:rPr>
              <w:rFonts w:ascii="Calibri" w:hAnsi="Calibri" w:cs="Calibri"/>
            </w:rPr>
            <w:id w:val="695123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F75C82" w14:textId="6EACB4FB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213647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4B3CD" w14:textId="5C6B8327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988597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92B1BE" w14:textId="239347CF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135260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BA817E" w14:textId="6436A577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</w:tr>
      <w:tr w:rsidR="00341DD0" w:rsidRPr="00EC1C3B" w14:paraId="049DD3C1" w14:textId="77777777" w:rsidTr="0034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9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A621" w14:textId="0E58BBA8" w:rsidR="00341DD0" w:rsidRPr="00E310B9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0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</w:t>
            </w:r>
            <w:r>
              <w:rPr>
                <w:rFonts w:ascii="Calibri" w:hAnsi="Calibri" w:cs="Calibri"/>
                <w:b/>
                <w:bCs/>
                <w:lang w:val="fr-CA"/>
              </w:rPr>
              <w:t xml:space="preserve"> Pas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compétente </w:t>
            </w:r>
          </w:p>
          <w:p w14:paraId="0BC4DA22" w14:textId="7D23D174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non compétente dans ce domaine; nécessite un développement substantiel.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1EA4" w14:textId="62273C89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1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D</w:t>
            </w:r>
            <w:r>
              <w:rPr>
                <w:rFonts w:ascii="Calibri" w:hAnsi="Calibri" w:cs="Calibri"/>
                <w:b/>
                <w:bCs/>
                <w:lang w:val="fr-CA"/>
              </w:rPr>
              <w:t>ébutant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e  </w:t>
            </w:r>
          </w:p>
          <w:p w14:paraId="19F103E6" w14:textId="34565F68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00A7114A">
              <w:rPr>
                <w:rFonts w:ascii="Calibri" w:hAnsi="Calibri" w:cs="Calibri"/>
                <w:szCs w:val="18"/>
                <w:lang w:val="fr-CA"/>
              </w:rPr>
              <w:t>Exerce de manière satisfaisante les compétences élémentaires dans ce domaine</w:t>
            </w:r>
            <w:r>
              <w:rPr>
                <w:rFonts w:ascii="Calibri" w:hAnsi="Calibri" w:cs="Calibri"/>
                <w:szCs w:val="18"/>
                <w:lang w:val="fr-C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CEC" w14:textId="77777777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2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Intermédiaire  </w:t>
            </w:r>
          </w:p>
          <w:p w14:paraId="4E2F5536" w14:textId="164A351B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>
              <w:rPr>
                <w:rFonts w:ascii="Calibri" w:hAnsi="Calibri" w:cs="Calibri"/>
                <w:lang w:val="fr-CA"/>
              </w:rPr>
              <w:t>Se situe dans</w:t>
            </w:r>
            <w:r w:rsidRPr="7F0F2D8D">
              <w:rPr>
                <w:rFonts w:ascii="Calibri" w:hAnsi="Calibri" w:cs="Calibri"/>
                <w:lang w:val="fr-CA"/>
              </w:rPr>
              <w:t xml:space="preserve"> la moyenne dans ce domaine; obtient régulièrement de bons résultats.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FF2D" w14:textId="37E3FE69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3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Avancée  </w:t>
            </w:r>
          </w:p>
          <w:p w14:paraId="4C7A2302" w14:textId="6AA553EC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un atout notable et meilleure que la plupart dans ce domaine; pourrait être une coach.</w:t>
            </w:r>
          </w:p>
        </w:tc>
      </w:tr>
    </w:tbl>
    <w:p w14:paraId="0241D2A8" w14:textId="77777777" w:rsidR="00EC1C3B" w:rsidRDefault="00EC1C3B">
      <w:r>
        <w:br w:type="page"/>
      </w:r>
    </w:p>
    <w:tbl>
      <w:tblPr>
        <w:tblW w:w="10774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49"/>
        <w:gridCol w:w="542"/>
        <w:gridCol w:w="1609"/>
        <w:gridCol w:w="1085"/>
        <w:gridCol w:w="1071"/>
        <w:gridCol w:w="1622"/>
        <w:gridCol w:w="534"/>
        <w:gridCol w:w="2162"/>
      </w:tblGrid>
      <w:tr w:rsidR="00341DD0" w:rsidRPr="002102D9" w14:paraId="0BF788AD" w14:textId="77777777" w:rsidTr="00EC1C3B">
        <w:trPr>
          <w:trHeight w:val="300"/>
        </w:trPr>
        <w:tc>
          <w:tcPr>
            <w:tcW w:w="107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0EE86E" w14:textId="7617E23A" w:rsidR="00EC1C3B" w:rsidRPr="00812556" w:rsidRDefault="00EC1C3B" w:rsidP="00341DD0">
            <w:pPr>
              <w:rPr>
                <w:rFonts w:ascii="Calibri" w:hAnsi="Calibri" w:cs="Calibri"/>
                <w:szCs w:val="18"/>
                <w:lang w:val="fr-CA"/>
              </w:rPr>
            </w:pPr>
          </w:p>
        </w:tc>
      </w:tr>
      <w:tr w:rsidR="00341DD0" w:rsidRPr="00EC1C3B" w14:paraId="51949EF6" w14:textId="77777777" w:rsidTr="00EC1C3B">
        <w:trPr>
          <w:trHeight w:val="455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2430E9E" w14:textId="308A17D6" w:rsidR="00341DD0" w:rsidRPr="00C26778" w:rsidRDefault="00341DD0" w:rsidP="00341DD0">
            <w:pPr>
              <w:jc w:val="left"/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  <w:t>NOM DE LA COMPÉTENCE : description</w:t>
            </w:r>
          </w:p>
        </w:tc>
      </w:tr>
      <w:tr w:rsidR="00341DD0" w:rsidRPr="00672CBD" w14:paraId="5EBAC523" w14:textId="77777777" w:rsidTr="00EC1C3B">
        <w:trPr>
          <w:trHeight w:val="300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1BDB" w14:textId="77777777" w:rsidR="00341DD0" w:rsidRPr="00D41C9B" w:rsidRDefault="00341DD0" w:rsidP="00341DD0">
            <w:pPr>
              <w:rPr>
                <w:rFonts w:ascii="Calibri" w:hAnsi="Calibri" w:cs="Calibri"/>
                <w:szCs w:val="18"/>
                <w:u w:val="single"/>
                <w:lang w:val="fr-CA"/>
              </w:rPr>
            </w:pPr>
            <w:r w:rsidRPr="00C26778">
              <w:rPr>
                <w:rFonts w:ascii="Calibri" w:hAnsi="Calibri" w:cs="Calibri"/>
                <w:szCs w:val="18"/>
                <w:lang w:val="fr-CA"/>
              </w:rPr>
              <w:br/>
            </w:r>
            <w:r w:rsidRPr="00D41C9B">
              <w:rPr>
                <w:rFonts w:ascii="Calibri" w:hAnsi="Calibri" w:cs="Calibri"/>
                <w:szCs w:val="18"/>
                <w:u w:val="single"/>
                <w:lang w:val="fr-CA"/>
              </w:rPr>
              <w:t>QUESTIONS</w:t>
            </w:r>
          </w:p>
          <w:p w14:paraId="05708E42" w14:textId="77777777" w:rsidR="00341DD0" w:rsidRPr="003D3DD3" w:rsidRDefault="00341DD0" w:rsidP="00341DD0">
            <w:pPr>
              <w:rPr>
                <w:rFonts w:ascii="Calibri" w:hAnsi="Calibri" w:cs="Calibri"/>
                <w:szCs w:val="18"/>
                <w:lang w:val="fr-CA"/>
              </w:rPr>
            </w:pPr>
          </w:p>
          <w:p w14:paraId="6B063928" w14:textId="77777777" w:rsidR="00341DD0" w:rsidRDefault="00341DD0" w:rsidP="00341DD0">
            <w:pPr>
              <w:numPr>
                <w:ilvl w:val="0"/>
                <w:numId w:val="40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68CB99CE" w14:textId="77777777" w:rsidR="00341DD0" w:rsidRPr="00C26778" w:rsidRDefault="00341DD0" w:rsidP="00341DD0">
            <w:pPr>
              <w:numPr>
                <w:ilvl w:val="0"/>
                <w:numId w:val="40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098F6FA5" w14:textId="3099A840" w:rsidR="00341DD0" w:rsidRPr="00A0350F" w:rsidRDefault="00341DD0" w:rsidP="00341DD0">
            <w:pPr>
              <w:pStyle w:val="Paragraphedeliste"/>
              <w:ind w:left="360"/>
              <w:rPr>
                <w:rFonts w:ascii="Calibri" w:hAnsi="Calibri" w:cs="Calibri"/>
                <w:szCs w:val="18"/>
                <w:lang w:val="fr-CA"/>
              </w:rPr>
            </w:pPr>
          </w:p>
        </w:tc>
      </w:tr>
      <w:tr w:rsidR="00341DD0" w:rsidRPr="0037457D" w14:paraId="06AB734E" w14:textId="77777777" w:rsidTr="00EC1C3B">
        <w:trPr>
          <w:trHeight w:val="387"/>
        </w:trPr>
        <w:sdt>
          <w:sdtPr>
            <w:rPr>
              <w:rFonts w:ascii="Calibri" w:hAnsi="Calibri"/>
            </w:rPr>
            <w:id w:val="188267351"/>
            <w:placeholder>
              <w:docPart w:val="7D5D1845AB4D45A1B810FD21B04DEFFD"/>
            </w:placeholder>
            <w:showingPlcHdr/>
            <w:text/>
          </w:sdtPr>
          <w:sdtContent>
            <w:tc>
              <w:tcPr>
                <w:tcW w:w="10774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1F5278" w14:textId="2A68A661" w:rsidR="00341DD0" w:rsidRPr="004C6018" w:rsidRDefault="00341DD0" w:rsidP="00341DD0">
                <w:pPr>
                  <w:jc w:val="left"/>
                  <w:rPr>
                    <w:rFonts w:ascii="Calibri" w:hAnsi="Calibri" w:cs="Calibri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341DD0" w:rsidRPr="0037457D" w14:paraId="1530A090" w14:textId="77777777" w:rsidTr="00EC1C3B">
        <w:trPr>
          <w:trHeight w:val="390"/>
        </w:trPr>
        <w:sdt>
          <w:sdtPr>
            <w:rPr>
              <w:rFonts w:ascii="Calibri" w:hAnsi="Calibri" w:cs="Calibri"/>
            </w:rPr>
            <w:id w:val="-77116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1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0CFE0291" w14:textId="34920556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78793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07B527C8" w14:textId="6B033BF0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1225956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3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4BC3D27C" w14:textId="761F530E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2346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44B2AA00" w14:textId="2AC23D71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</w:tr>
      <w:tr w:rsidR="00341DD0" w:rsidRPr="00EC1C3B" w14:paraId="21A90808" w14:textId="77777777" w:rsidTr="00EC1C3B">
        <w:trPr>
          <w:trHeight w:val="390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F555A" w14:textId="445BA94A" w:rsidR="00341DD0" w:rsidRPr="00E310B9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0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</w:t>
            </w:r>
            <w:r>
              <w:rPr>
                <w:rFonts w:ascii="Calibri" w:hAnsi="Calibri" w:cs="Calibri"/>
                <w:b/>
                <w:bCs/>
                <w:lang w:val="fr-CA"/>
              </w:rPr>
              <w:t xml:space="preserve"> Pas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compétente </w:t>
            </w:r>
          </w:p>
          <w:p w14:paraId="0736590B" w14:textId="0B7A660F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non compétente dans ce domaine; nécessite un développement substantiel.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577D" w14:textId="71AA0FAF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1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D</w:t>
            </w:r>
            <w:r>
              <w:rPr>
                <w:rFonts w:ascii="Calibri" w:hAnsi="Calibri" w:cs="Calibri"/>
                <w:b/>
                <w:bCs/>
                <w:lang w:val="fr-CA"/>
              </w:rPr>
              <w:t>ébutant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e  </w:t>
            </w:r>
          </w:p>
          <w:p w14:paraId="4B02B13E" w14:textId="49373412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00A7114A">
              <w:rPr>
                <w:rFonts w:ascii="Calibri" w:hAnsi="Calibri" w:cs="Calibri"/>
                <w:szCs w:val="18"/>
                <w:lang w:val="fr-CA"/>
              </w:rPr>
              <w:t>Exerce de manière satisfaisante les compétences élémentaires dans ce domaine</w:t>
            </w:r>
            <w:r>
              <w:rPr>
                <w:rFonts w:ascii="Calibri" w:hAnsi="Calibri" w:cs="Calibri"/>
                <w:szCs w:val="18"/>
                <w:lang w:val="fr-CA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57253" w14:textId="77777777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2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Intermédiaire  </w:t>
            </w:r>
          </w:p>
          <w:p w14:paraId="415684D8" w14:textId="24289C4B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>
              <w:rPr>
                <w:rFonts w:ascii="Calibri" w:hAnsi="Calibri" w:cs="Calibri"/>
                <w:lang w:val="fr-CA"/>
              </w:rPr>
              <w:t>Se situe dans</w:t>
            </w:r>
            <w:r w:rsidRPr="7F0F2D8D">
              <w:rPr>
                <w:rFonts w:ascii="Calibri" w:hAnsi="Calibri" w:cs="Calibri"/>
                <w:lang w:val="fr-CA"/>
              </w:rPr>
              <w:t xml:space="preserve"> la moyenne dans ce domaine; obtient régulièrement de bons résultats.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72731" w14:textId="4500BC7E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3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Avancée  </w:t>
            </w:r>
          </w:p>
          <w:p w14:paraId="4F12DCAF" w14:textId="26AA90C5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un atout notable et meilleure que la plupart dans ce domaine; pourrait être une coach.</w:t>
            </w:r>
          </w:p>
        </w:tc>
      </w:tr>
      <w:tr w:rsidR="00341DD0" w:rsidRPr="002102D9" w14:paraId="75549307" w14:textId="77777777" w:rsidTr="00EC1C3B">
        <w:trPr>
          <w:trHeight w:val="200"/>
        </w:trPr>
        <w:sdt>
          <w:sdtPr>
            <w:rPr>
              <w:rFonts w:ascii="Calibri" w:hAnsi="Calibri" w:cs="Calibri"/>
              <w:b/>
              <w:bCs/>
              <w:szCs w:val="18"/>
              <w:lang w:val="fr-CA"/>
            </w:rPr>
            <w:id w:val="-1632175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2A222DCE" w14:textId="77777777" w:rsidR="00341DD0" w:rsidRPr="00E310B9" w:rsidRDefault="00341DD0" w:rsidP="00341DD0">
                <w:pPr>
                  <w:jc w:val="left"/>
                  <w:rPr>
                    <w:rFonts w:ascii="Calibri" w:hAnsi="Calibri" w:cs="Calibri"/>
                    <w:b/>
                    <w:bCs/>
                    <w:szCs w:val="18"/>
                    <w:lang w:val="fr-CA"/>
                  </w:rPr>
                </w:pPr>
              </w:p>
            </w:tc>
          </w:sdtContent>
        </w:sdt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43EE28" w14:textId="77777777" w:rsidR="00341DD0" w:rsidRPr="00A7114A" w:rsidRDefault="00341DD0" w:rsidP="00341DD0">
            <w:pPr>
              <w:jc w:val="left"/>
              <w:rPr>
                <w:rFonts w:ascii="Calibri" w:hAnsi="Calibri" w:cs="Calibri"/>
                <w:b/>
                <w:bCs/>
                <w:szCs w:val="18"/>
                <w:lang w:val="fr-CA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1468D2" w14:textId="77777777" w:rsidR="00341DD0" w:rsidRPr="00A7114A" w:rsidRDefault="00341DD0" w:rsidP="00341DD0">
            <w:pPr>
              <w:jc w:val="left"/>
              <w:rPr>
                <w:rFonts w:ascii="Calibri" w:hAnsi="Calibri" w:cs="Calibri"/>
                <w:b/>
                <w:bCs/>
                <w:szCs w:val="18"/>
                <w:lang w:val="fr-CA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061689" w14:textId="77777777" w:rsidR="00341DD0" w:rsidRPr="00A7114A" w:rsidRDefault="00341DD0" w:rsidP="00341DD0">
            <w:pPr>
              <w:jc w:val="left"/>
              <w:rPr>
                <w:rFonts w:ascii="Calibri" w:hAnsi="Calibri" w:cs="Calibri"/>
                <w:b/>
                <w:bCs/>
                <w:szCs w:val="18"/>
                <w:lang w:val="fr-CA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9B3BDF" w14:textId="77777777" w:rsidR="00341DD0" w:rsidRPr="00A7114A" w:rsidRDefault="00341DD0" w:rsidP="00341DD0">
            <w:pPr>
              <w:jc w:val="left"/>
              <w:rPr>
                <w:rFonts w:ascii="Calibri" w:hAnsi="Calibri" w:cs="Calibri"/>
                <w:b/>
                <w:bCs/>
                <w:szCs w:val="18"/>
                <w:lang w:val="fr-CA"/>
              </w:rPr>
            </w:pPr>
          </w:p>
        </w:tc>
      </w:tr>
      <w:tr w:rsidR="00341DD0" w:rsidRPr="00EC1C3B" w14:paraId="2B8E8962" w14:textId="77777777" w:rsidTr="00EC1C3B">
        <w:trPr>
          <w:trHeight w:val="395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50280D2E" w14:textId="5A005EDD" w:rsidR="00341DD0" w:rsidRPr="001E41EB" w:rsidRDefault="00341DD0" w:rsidP="00341DD0">
            <w:pPr>
              <w:jc w:val="left"/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  <w:t>NOM DE LA COMPÉTENCE : description</w:t>
            </w:r>
          </w:p>
        </w:tc>
      </w:tr>
      <w:tr w:rsidR="00341DD0" w:rsidRPr="00672CBD" w14:paraId="6A9E2440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E7224" w14:textId="77777777" w:rsidR="00341DD0" w:rsidRPr="00D41C9B" w:rsidRDefault="00341DD0" w:rsidP="00341DD0">
            <w:pPr>
              <w:rPr>
                <w:rFonts w:ascii="Calibri" w:hAnsi="Calibri" w:cs="Calibri"/>
                <w:szCs w:val="18"/>
                <w:u w:val="single"/>
                <w:lang w:val="fr-CA"/>
              </w:rPr>
            </w:pPr>
            <w:r w:rsidRPr="00C26778">
              <w:rPr>
                <w:rFonts w:ascii="Calibri" w:hAnsi="Calibri" w:cs="Calibri"/>
                <w:szCs w:val="18"/>
                <w:lang w:val="fr-CA"/>
              </w:rPr>
              <w:br/>
            </w:r>
            <w:r w:rsidRPr="00D41C9B">
              <w:rPr>
                <w:rFonts w:ascii="Calibri" w:hAnsi="Calibri" w:cs="Calibri"/>
                <w:szCs w:val="18"/>
                <w:u w:val="single"/>
                <w:lang w:val="fr-CA"/>
              </w:rPr>
              <w:t>QUESTIONS</w:t>
            </w:r>
          </w:p>
          <w:p w14:paraId="1BBDA194" w14:textId="77777777" w:rsidR="00341DD0" w:rsidRPr="003D3DD3" w:rsidRDefault="00341DD0" w:rsidP="00341DD0">
            <w:pPr>
              <w:rPr>
                <w:rFonts w:ascii="Calibri" w:hAnsi="Calibri" w:cs="Calibri"/>
                <w:szCs w:val="18"/>
                <w:lang w:val="fr-CA"/>
              </w:rPr>
            </w:pPr>
          </w:p>
          <w:p w14:paraId="1D4BE2B0" w14:textId="77777777" w:rsidR="00341DD0" w:rsidRDefault="00341DD0" w:rsidP="00341DD0">
            <w:pPr>
              <w:numPr>
                <w:ilvl w:val="0"/>
                <w:numId w:val="37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03443CED" w14:textId="77777777" w:rsidR="00341DD0" w:rsidRPr="00C26778" w:rsidRDefault="00341DD0" w:rsidP="00341DD0">
            <w:pPr>
              <w:numPr>
                <w:ilvl w:val="0"/>
                <w:numId w:val="37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2B9E1526" w14:textId="77777777" w:rsidR="00341DD0" w:rsidRPr="001E1A40" w:rsidRDefault="00341DD0" w:rsidP="00341DD0">
            <w:pPr>
              <w:pStyle w:val="Paragraphedeliste"/>
              <w:ind w:left="360"/>
              <w:rPr>
                <w:rFonts w:ascii="Calibri" w:hAnsi="Calibri" w:cs="Arial"/>
                <w:color w:val="000000"/>
                <w:szCs w:val="18"/>
                <w:lang w:val="fr-CA"/>
              </w:rPr>
            </w:pPr>
          </w:p>
        </w:tc>
      </w:tr>
      <w:tr w:rsidR="00341DD0" w:rsidRPr="0081324C" w14:paraId="5AE5C65A" w14:textId="77777777" w:rsidTr="00EC1C3B">
        <w:trPr>
          <w:trHeight w:val="395"/>
        </w:trPr>
        <w:sdt>
          <w:sdtPr>
            <w:rPr>
              <w:rFonts w:ascii="Calibri" w:hAnsi="Calibri"/>
            </w:rPr>
            <w:id w:val="-2031716457"/>
            <w:placeholder>
              <w:docPart w:val="D0EDD0313E874C2A95996D7DA0867923"/>
            </w:placeholder>
            <w:showingPlcHdr/>
            <w:text/>
          </w:sdtPr>
          <w:sdtContent>
            <w:tc>
              <w:tcPr>
                <w:tcW w:w="10774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A416C55" w14:textId="17924DBC" w:rsidR="00341DD0" w:rsidRPr="00A7114A" w:rsidRDefault="00341DD0" w:rsidP="00341DD0">
                <w:pPr>
                  <w:jc w:val="left"/>
                  <w:rPr>
                    <w:rFonts w:ascii="Calibri" w:hAnsi="Calibri" w:cs="Calibri"/>
                    <w:b/>
                    <w:bCs/>
                    <w:szCs w:val="18"/>
                    <w:lang w:val="fr-CA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341DD0" w:rsidRPr="0081324C" w14:paraId="1D5DB7B1" w14:textId="77777777" w:rsidTr="00EC1C3B">
        <w:trPr>
          <w:trHeight w:val="398"/>
        </w:trPr>
        <w:sdt>
          <w:sdtPr>
            <w:rPr>
              <w:rFonts w:ascii="Calibri" w:hAnsi="Calibri" w:cs="Calibri"/>
            </w:rPr>
            <w:id w:val="-929351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1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53ED8A1" w14:textId="3FA8CFAF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96543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70986C9" w14:textId="4A3436E7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910830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3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3848EE2" w14:textId="502B1CF3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853918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4C5A528" w14:textId="210278BC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</w:tr>
      <w:tr w:rsidR="00341DD0" w:rsidRPr="00EC1C3B" w14:paraId="6DB0D753" w14:textId="77777777" w:rsidTr="00EC1C3B">
        <w:trPr>
          <w:trHeight w:val="397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01FA7" w14:textId="0321FBBB" w:rsidR="00341DD0" w:rsidRPr="00E310B9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0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</w:t>
            </w:r>
            <w:r>
              <w:rPr>
                <w:rFonts w:ascii="Calibri" w:hAnsi="Calibri" w:cs="Calibri"/>
                <w:b/>
                <w:bCs/>
                <w:lang w:val="fr-CA"/>
              </w:rPr>
              <w:t xml:space="preserve"> Pas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compétente </w:t>
            </w:r>
          </w:p>
          <w:p w14:paraId="736F94EE" w14:textId="49C2F4FF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non compétente dans ce domaine; nécessite un développement substantiel.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7B73A" w14:textId="573DC017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1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D</w:t>
            </w:r>
            <w:r>
              <w:rPr>
                <w:rFonts w:ascii="Calibri" w:hAnsi="Calibri" w:cs="Calibri"/>
                <w:b/>
                <w:bCs/>
                <w:lang w:val="fr-CA"/>
              </w:rPr>
              <w:t>ébutant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e  </w:t>
            </w:r>
          </w:p>
          <w:p w14:paraId="1AB155F1" w14:textId="34FCF13B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00A7114A">
              <w:rPr>
                <w:rFonts w:ascii="Calibri" w:hAnsi="Calibri" w:cs="Calibri"/>
                <w:szCs w:val="18"/>
                <w:lang w:val="fr-CA"/>
              </w:rPr>
              <w:t>Exerce de manière satisfaisante les compétences élémentaires dans ce domaine</w:t>
            </w:r>
            <w:r>
              <w:rPr>
                <w:rFonts w:ascii="Calibri" w:hAnsi="Calibri" w:cs="Calibri"/>
                <w:szCs w:val="18"/>
                <w:lang w:val="fr-CA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F3102" w14:textId="77777777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2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Intermédiaire  </w:t>
            </w:r>
          </w:p>
          <w:p w14:paraId="203AAC2F" w14:textId="76FF20F2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>
              <w:rPr>
                <w:rFonts w:ascii="Calibri" w:hAnsi="Calibri" w:cs="Calibri"/>
                <w:lang w:val="fr-CA"/>
              </w:rPr>
              <w:t>Se situe dans</w:t>
            </w:r>
            <w:r w:rsidRPr="7F0F2D8D">
              <w:rPr>
                <w:rFonts w:ascii="Calibri" w:hAnsi="Calibri" w:cs="Calibri"/>
                <w:lang w:val="fr-CA"/>
              </w:rPr>
              <w:t xml:space="preserve"> la moyenne dans ce domaine; obtient régulièrement de bons résultats.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0E930" w14:textId="349FE803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3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Avancée  </w:t>
            </w:r>
          </w:p>
          <w:p w14:paraId="296047D7" w14:textId="617B309D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un atout notable et meilleure que la plupart dans ce domaine; pourrait être une coach.</w:t>
            </w:r>
          </w:p>
        </w:tc>
      </w:tr>
      <w:tr w:rsidR="00341DD0" w:rsidRPr="002102D9" w14:paraId="0CA96E90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7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1A57DD" w14:textId="4F66E37A" w:rsidR="00341DD0" w:rsidRPr="0037457D" w:rsidRDefault="00000000" w:rsidP="00341DD0">
            <w:pPr>
              <w:rPr>
                <w:rFonts w:ascii="Calibri" w:hAnsi="Calibri" w:cs="Arial"/>
                <w:b/>
                <w:color w:val="FFFFFF"/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65002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/>
            </w:sdt>
            <w:r w:rsidR="00341DD0" w:rsidRPr="002102D9">
              <w:rPr>
                <w:lang w:val="fr-CA"/>
              </w:rPr>
              <w:br w:type="page"/>
            </w:r>
            <w:r w:rsidR="00341DD0" w:rsidRPr="002102D9">
              <w:rPr>
                <w:lang w:val="fr-CA"/>
              </w:rPr>
              <w:br w:type="page"/>
            </w:r>
          </w:p>
        </w:tc>
      </w:tr>
      <w:tr w:rsidR="00341DD0" w:rsidRPr="00EC1C3B" w14:paraId="273DD65B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2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5B034368" w14:textId="63A2B0FD" w:rsidR="00341DD0" w:rsidRPr="005A6294" w:rsidRDefault="00341DD0" w:rsidP="00341DD0">
            <w:pPr>
              <w:rPr>
                <w:rFonts w:ascii="Calibri" w:hAnsi="Calibri" w:cs="Arial"/>
                <w:color w:val="FFFFFF"/>
                <w:sz w:val="22"/>
                <w:szCs w:val="22"/>
                <w:lang w:val="fr-CA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Cs w:val="18"/>
                <w:lang w:val="fr-CA"/>
              </w:rPr>
              <w:t>NOM DE LA COMPÉTENCE : description</w:t>
            </w:r>
          </w:p>
        </w:tc>
      </w:tr>
      <w:tr w:rsidR="00341DD0" w:rsidRPr="00672CBD" w14:paraId="4CC80AA2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53847" w14:textId="77777777" w:rsidR="00341DD0" w:rsidRPr="00C26778" w:rsidRDefault="00341DD0" w:rsidP="00341DD0">
            <w:pPr>
              <w:rPr>
                <w:rFonts w:ascii="Calibri" w:hAnsi="Calibri" w:cs="Calibri"/>
                <w:szCs w:val="18"/>
                <w:lang w:val="fr-CA"/>
              </w:rPr>
            </w:pPr>
          </w:p>
          <w:p w14:paraId="025CBFC2" w14:textId="77777777" w:rsidR="00341DD0" w:rsidRPr="001B0A9F" w:rsidRDefault="00341DD0" w:rsidP="00341DD0">
            <w:pPr>
              <w:rPr>
                <w:rFonts w:ascii="Calibri" w:hAnsi="Calibri" w:cs="Calibri"/>
                <w:szCs w:val="18"/>
                <w:u w:val="single"/>
                <w:lang w:val="fr-CA"/>
              </w:rPr>
            </w:pPr>
            <w:r w:rsidRPr="001B0A9F">
              <w:rPr>
                <w:rFonts w:ascii="Calibri" w:hAnsi="Calibri" w:cs="Calibri"/>
                <w:szCs w:val="18"/>
                <w:u w:val="single"/>
                <w:lang w:val="fr-CA"/>
              </w:rPr>
              <w:t>QUESTIONS</w:t>
            </w:r>
          </w:p>
          <w:p w14:paraId="3B351F4A" w14:textId="77777777" w:rsidR="00341DD0" w:rsidRPr="001B0A9F" w:rsidRDefault="00341DD0" w:rsidP="00341DD0">
            <w:pPr>
              <w:rPr>
                <w:rFonts w:ascii="Calibri" w:hAnsi="Calibri" w:cs="Calibri"/>
                <w:szCs w:val="18"/>
                <w:lang w:val="fr-CA"/>
              </w:rPr>
            </w:pPr>
          </w:p>
          <w:p w14:paraId="63D7A6D2" w14:textId="77777777" w:rsidR="00341DD0" w:rsidRDefault="00341DD0" w:rsidP="00341DD0">
            <w:pPr>
              <w:numPr>
                <w:ilvl w:val="0"/>
                <w:numId w:val="38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63279F61" w14:textId="77777777" w:rsidR="00341DD0" w:rsidRPr="00C26778" w:rsidRDefault="00341DD0" w:rsidP="00341DD0">
            <w:pPr>
              <w:numPr>
                <w:ilvl w:val="0"/>
                <w:numId w:val="38"/>
              </w:numPr>
              <w:rPr>
                <w:rFonts w:ascii="Calibri" w:hAnsi="Calibri" w:cs="Calibri"/>
                <w:szCs w:val="18"/>
                <w:lang w:val="fr-CA"/>
              </w:rPr>
            </w:pPr>
            <w:r>
              <w:rPr>
                <w:rFonts w:ascii="Calibri" w:hAnsi="Calibri" w:cs="Calibri"/>
                <w:szCs w:val="18"/>
                <w:lang w:val="fr-CA"/>
              </w:rPr>
              <w:t>Question</w:t>
            </w:r>
          </w:p>
          <w:p w14:paraId="68C0F01A" w14:textId="72A81195" w:rsidR="00341DD0" w:rsidRPr="00EF0B76" w:rsidRDefault="00341DD0" w:rsidP="00341DD0">
            <w:pPr>
              <w:pStyle w:val="Paragraphedeliste"/>
              <w:ind w:left="360"/>
              <w:rPr>
                <w:rFonts w:ascii="Calibri" w:hAnsi="Calibri" w:cs="Arial"/>
                <w:color w:val="000000"/>
                <w:szCs w:val="18"/>
                <w:lang w:val="fr-CA"/>
              </w:rPr>
            </w:pPr>
          </w:p>
        </w:tc>
      </w:tr>
      <w:tr w:rsidR="00341DD0" w:rsidRPr="0027640C" w14:paraId="2D827D8B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7"/>
        </w:trPr>
        <w:sdt>
          <w:sdtPr>
            <w:rPr>
              <w:rFonts w:ascii="Calibri" w:hAnsi="Calibri"/>
            </w:rPr>
            <w:id w:val="-1095637353"/>
            <w:placeholder>
              <w:docPart w:val="8DECCA3B79534AA8A0A54A74F3CCCBEC"/>
            </w:placeholder>
            <w:showingPlcHdr/>
            <w:text/>
          </w:sdtPr>
          <w:sdtContent>
            <w:tc>
              <w:tcPr>
                <w:tcW w:w="10774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407E254" w14:textId="4AFFF30A" w:rsidR="00341DD0" w:rsidRPr="001E1A40" w:rsidRDefault="00341DD0" w:rsidP="00341DD0">
                <w:pPr>
                  <w:jc w:val="left"/>
                  <w:rPr>
                    <w:rFonts w:ascii="Calibri" w:hAnsi="Calibri" w:cs="Calibri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341DD0" w:rsidRPr="0027640C" w14:paraId="5E0C76A9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3"/>
        </w:trPr>
        <w:sdt>
          <w:sdtPr>
            <w:rPr>
              <w:rFonts w:ascii="Calibri" w:hAnsi="Calibri" w:cs="Calibri"/>
            </w:rPr>
            <w:id w:val="1093752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1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C52D49D" w14:textId="142D43C3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70884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0B36911" w14:textId="278D5680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1490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3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DD2AFCE" w14:textId="743C2AFD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35094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96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B2BE566" w14:textId="434A187B" w:rsidR="00341DD0" w:rsidRDefault="00341DD0" w:rsidP="002102D9">
                <w:pPr>
                  <w:jc w:val="center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cs="Calibri" w:hint="eastAsia"/>
                    <w:szCs w:val="18"/>
                  </w:rPr>
                  <w:t>☐</w:t>
                </w:r>
              </w:p>
            </w:tc>
          </w:sdtContent>
        </w:sdt>
      </w:tr>
      <w:tr w:rsidR="00341DD0" w:rsidRPr="00EC1C3B" w14:paraId="547D00B3" w14:textId="77777777" w:rsidTr="00EC1C3B">
        <w:tblPrEx>
          <w:tblBorders>
            <w:top w:val="single" w:sz="8" w:space="0" w:color="000000" w:themeColor="text1"/>
            <w:left w:val="single" w:sz="8" w:space="0" w:color="000000"/>
            <w:bottom w:val="single" w:sz="8" w:space="0" w:color="000000" w:themeColor="text1"/>
            <w:right w:val="single" w:sz="8" w:space="0" w:color="000000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2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6B07A" w14:textId="150437C8" w:rsidR="00341DD0" w:rsidRPr="00E310B9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0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</w:t>
            </w:r>
            <w:r>
              <w:rPr>
                <w:rFonts w:ascii="Calibri" w:hAnsi="Calibri" w:cs="Calibri"/>
                <w:b/>
                <w:bCs/>
                <w:lang w:val="fr-CA"/>
              </w:rPr>
              <w:t xml:space="preserve"> Pas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compétente </w:t>
            </w:r>
          </w:p>
          <w:p w14:paraId="7CA928A5" w14:textId="5DDCB55E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non compétente dans ce domaine; nécessite un développement substantiel.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15608" w14:textId="7726BC73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1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D</w:t>
            </w:r>
            <w:r>
              <w:rPr>
                <w:rFonts w:ascii="Calibri" w:hAnsi="Calibri" w:cs="Calibri"/>
                <w:b/>
                <w:bCs/>
                <w:lang w:val="fr-CA"/>
              </w:rPr>
              <w:t>ébutant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e  </w:t>
            </w:r>
          </w:p>
          <w:p w14:paraId="008933C3" w14:textId="3AFE6A38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00A7114A">
              <w:rPr>
                <w:rFonts w:ascii="Calibri" w:hAnsi="Calibri" w:cs="Calibri"/>
                <w:szCs w:val="18"/>
                <w:lang w:val="fr-CA"/>
              </w:rPr>
              <w:t>Exerce de manière satisfaisante les compétences élémentaires dans ce domaine</w:t>
            </w:r>
            <w:r>
              <w:rPr>
                <w:rFonts w:ascii="Calibri" w:hAnsi="Calibri" w:cs="Calibri"/>
                <w:szCs w:val="18"/>
                <w:lang w:val="fr-CA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DAB34" w14:textId="77777777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2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Intermédiaire  </w:t>
            </w:r>
          </w:p>
          <w:p w14:paraId="2A937005" w14:textId="241877CC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>
              <w:rPr>
                <w:rFonts w:ascii="Calibri" w:hAnsi="Calibri" w:cs="Calibri"/>
                <w:lang w:val="fr-CA"/>
              </w:rPr>
              <w:t>Se situe dans</w:t>
            </w:r>
            <w:r w:rsidRPr="7F0F2D8D">
              <w:rPr>
                <w:rFonts w:ascii="Calibri" w:hAnsi="Calibri" w:cs="Calibri"/>
                <w:lang w:val="fr-CA"/>
              </w:rPr>
              <w:t xml:space="preserve"> la moyenne dans ce domaine; obtient régulièrement de bons résultats.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05364" w14:textId="59B895DD" w:rsidR="00341DD0" w:rsidRPr="00A7114A" w:rsidRDefault="00341DD0" w:rsidP="00341DD0">
            <w:pPr>
              <w:rPr>
                <w:rFonts w:ascii="Calibri" w:hAnsi="Calibri" w:cs="Calibri"/>
                <w:b/>
                <w:bCs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Niveau </w:t>
            </w:r>
            <w:r>
              <w:rPr>
                <w:rFonts w:ascii="Calibri" w:hAnsi="Calibri" w:cs="Calibri"/>
                <w:b/>
                <w:bCs/>
                <w:lang w:val="fr-CA"/>
              </w:rPr>
              <w:t>3</w:t>
            </w:r>
            <w:r w:rsidRPr="7F0F2D8D">
              <w:rPr>
                <w:rFonts w:ascii="Calibri" w:hAnsi="Calibri" w:cs="Calibri"/>
                <w:b/>
                <w:bCs/>
                <w:lang w:val="fr-CA"/>
              </w:rPr>
              <w:t xml:space="preserve"> – Avancée  </w:t>
            </w:r>
          </w:p>
          <w:p w14:paraId="277F2A0D" w14:textId="32A7B999" w:rsidR="00341DD0" w:rsidRPr="002102D9" w:rsidRDefault="00341DD0" w:rsidP="00341DD0">
            <w:pPr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 w:cs="Calibri"/>
                <w:lang w:val="fr-CA"/>
              </w:rPr>
              <w:t>Est un atout notable et meilleure que la plupart dans ce domaine; pourrait être une coach.</w:t>
            </w:r>
          </w:p>
        </w:tc>
      </w:tr>
    </w:tbl>
    <w:p w14:paraId="0AC00F8B" w14:textId="0E5B7B57" w:rsidR="00EC1C3B" w:rsidRDefault="00EC1C3B" w:rsidP="000F4F99">
      <w:pPr>
        <w:rPr>
          <w:lang w:val="fr-CA"/>
        </w:rPr>
      </w:pPr>
    </w:p>
    <w:p w14:paraId="66976633" w14:textId="77777777" w:rsidR="00EC1C3B" w:rsidRDefault="00EC1C3B">
      <w:pPr>
        <w:jc w:val="left"/>
        <w:rPr>
          <w:lang w:val="fr-CA"/>
        </w:rPr>
      </w:pPr>
      <w:r>
        <w:rPr>
          <w:lang w:val="fr-CA"/>
        </w:rPr>
        <w:br w:type="page"/>
      </w:r>
    </w:p>
    <w:p w14:paraId="09C96605" w14:textId="77777777" w:rsidR="00C1417B" w:rsidRPr="00A73F13" w:rsidRDefault="00C1417B" w:rsidP="000F4F99">
      <w:pPr>
        <w:rPr>
          <w:lang w:val="fr-CA"/>
        </w:rPr>
      </w:pPr>
    </w:p>
    <w:tbl>
      <w:tblPr>
        <w:tblpPr w:leftFromText="180" w:rightFromText="180" w:vertAnchor="text" w:horzAnchor="margin" w:tblpXSpec="center" w:tblpY="94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7639"/>
      </w:tblGrid>
      <w:tr w:rsidR="0081324C" w:rsidRPr="006334AD" w14:paraId="3E590BB3" w14:textId="77777777" w:rsidTr="7F0F2D8D">
        <w:trPr>
          <w:trHeight w:val="263"/>
        </w:trPr>
        <w:tc>
          <w:tcPr>
            <w:tcW w:w="11057" w:type="dxa"/>
            <w:gridSpan w:val="2"/>
            <w:shd w:val="clear" w:color="auto" w:fill="A5A5A5" w:themeFill="accent3"/>
            <w:vAlign w:val="center"/>
          </w:tcPr>
          <w:p w14:paraId="0F2CA23F" w14:textId="7A676442" w:rsidR="0081324C" w:rsidRPr="003F1721" w:rsidRDefault="0081324C" w:rsidP="002102D9">
            <w:pPr>
              <w:ind w:right="90"/>
              <w:jc w:val="center"/>
              <w:rPr>
                <w:rFonts w:ascii="Calibri" w:hAnsi="Calibri"/>
                <w:color w:val="FFFFFF"/>
                <w:sz w:val="24"/>
                <w:lang w:val="fr-CA"/>
              </w:rPr>
            </w:pPr>
            <w:r w:rsidRPr="7F0F2D8D">
              <w:rPr>
                <w:rFonts w:ascii="Calibri" w:hAnsi="Calibri" w:cs="Calibri"/>
                <w:b/>
                <w:bCs/>
                <w:color w:val="FFFFFF" w:themeColor="background1"/>
                <w:sz w:val="24"/>
                <w:lang w:val="fr-CA"/>
              </w:rPr>
              <w:t>SECTION 4</w:t>
            </w:r>
            <w:r w:rsidR="0020397A" w:rsidRPr="7F0F2D8D">
              <w:rPr>
                <w:rFonts w:ascii="Calibri" w:hAnsi="Calibri" w:cs="Calibri"/>
                <w:b/>
                <w:bCs/>
                <w:color w:val="FFFFFF" w:themeColor="background1"/>
                <w:sz w:val="24"/>
                <w:lang w:val="fr-CA"/>
              </w:rPr>
              <w:t> </w:t>
            </w:r>
            <w:r w:rsidRPr="7F0F2D8D">
              <w:rPr>
                <w:rFonts w:ascii="Calibri" w:hAnsi="Calibri" w:cs="Calibri"/>
                <w:b/>
                <w:bCs/>
                <w:color w:val="FFFFFF" w:themeColor="background1"/>
                <w:sz w:val="24"/>
                <w:lang w:val="fr-CA"/>
              </w:rPr>
              <w:t>: CLÔTURE</w:t>
            </w:r>
            <w:r w:rsidR="0020397A" w:rsidRPr="7F0F2D8D">
              <w:rPr>
                <w:rFonts w:ascii="Calibri" w:hAnsi="Calibri" w:cs="Calibri"/>
                <w:b/>
                <w:bCs/>
                <w:color w:val="FFFFFF" w:themeColor="background1"/>
                <w:sz w:val="24"/>
                <w:lang w:val="fr-CA"/>
              </w:rPr>
              <w:t xml:space="preserve"> DE</w:t>
            </w:r>
            <w:r w:rsidRPr="7F0F2D8D">
              <w:rPr>
                <w:rFonts w:ascii="Calibri" w:hAnsi="Calibri" w:cs="Calibri"/>
                <w:b/>
                <w:bCs/>
                <w:color w:val="FFFFFF" w:themeColor="background1"/>
                <w:sz w:val="24"/>
                <w:lang w:val="fr-CA"/>
              </w:rPr>
              <w:t xml:space="preserve"> L’ENTREVUE</w:t>
            </w:r>
          </w:p>
        </w:tc>
      </w:tr>
      <w:tr w:rsidR="0081324C" w:rsidRPr="00EC1C3B" w14:paraId="38C2D1B8" w14:textId="77777777" w:rsidTr="7F0F2D8D">
        <w:trPr>
          <w:trHeight w:val="1539"/>
        </w:trPr>
        <w:tc>
          <w:tcPr>
            <w:tcW w:w="1105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2B06F" w14:textId="0A937D69" w:rsidR="0081324C" w:rsidRDefault="0081324C" w:rsidP="002102D9">
            <w:pPr>
              <w:pStyle w:val="TableBodyText"/>
              <w:ind w:right="90"/>
              <w:rPr>
                <w:rFonts w:ascii="Calibri" w:hAnsi="Calibri"/>
                <w:b/>
                <w:bCs/>
                <w:u w:val="single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Directives</w:t>
            </w:r>
            <w:r w:rsidR="008F42E5">
              <w:rPr>
                <w:rFonts w:ascii="Calibri" w:hAnsi="Calibri"/>
                <w:b/>
                <w:bCs/>
                <w:u w:val="single"/>
                <w:lang w:val="fr-CA"/>
              </w:rPr>
              <w:t> </w:t>
            </w:r>
            <w:r w:rsidRPr="7F0F2D8D">
              <w:rPr>
                <w:rFonts w:ascii="Calibri" w:hAnsi="Calibri"/>
                <w:b/>
                <w:bCs/>
                <w:u w:val="single"/>
                <w:lang w:val="fr-CA"/>
              </w:rPr>
              <w:t>:</w:t>
            </w:r>
          </w:p>
          <w:p w14:paraId="42D78D6E" w14:textId="0BC5B5F4" w:rsidR="0081324C" w:rsidRPr="00C26778" w:rsidRDefault="0081324C" w:rsidP="002102D9">
            <w:pPr>
              <w:pStyle w:val="TableBodyText"/>
              <w:numPr>
                <w:ilvl w:val="0"/>
                <w:numId w:val="20"/>
              </w:numPr>
              <w:spacing w:after="0"/>
              <w:ind w:right="90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 xml:space="preserve">Donnez l’occasion à la </w:t>
            </w:r>
            <w:r w:rsidR="00D575C5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 xml:space="preserve">candidate de poser des questions. Veuillez inscrire </w:t>
            </w:r>
            <w:r w:rsidR="00F83888">
              <w:rPr>
                <w:rFonts w:ascii="Calibri" w:hAnsi="Calibri"/>
                <w:lang w:val="fr-CA"/>
              </w:rPr>
              <w:t>s</w:t>
            </w:r>
            <w:r w:rsidRPr="7F0F2D8D">
              <w:rPr>
                <w:rFonts w:ascii="Calibri" w:hAnsi="Calibri"/>
                <w:lang w:val="fr-CA"/>
              </w:rPr>
              <w:t>es questions dans l’espace prévu à cet effet.</w:t>
            </w:r>
          </w:p>
          <w:p w14:paraId="62599F95" w14:textId="5C4780BA" w:rsidR="0081324C" w:rsidRPr="00C26778" w:rsidRDefault="0081324C" w:rsidP="002102D9">
            <w:pPr>
              <w:pStyle w:val="TableBodyText"/>
              <w:numPr>
                <w:ilvl w:val="0"/>
                <w:numId w:val="20"/>
              </w:numPr>
              <w:spacing w:after="0"/>
              <w:ind w:right="90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Expliquez la prochaine étape du processus</w:t>
            </w:r>
            <w:r w:rsidR="006A0E5A" w:rsidRPr="7F0F2D8D">
              <w:rPr>
                <w:rFonts w:ascii="Calibri" w:hAnsi="Calibri"/>
                <w:lang w:val="fr-CA"/>
              </w:rPr>
              <w:t xml:space="preserve"> et indiquez le moment</w:t>
            </w:r>
            <w:r w:rsidRPr="7F0F2D8D">
              <w:rPr>
                <w:rFonts w:ascii="Calibri" w:hAnsi="Calibri"/>
                <w:lang w:val="fr-CA"/>
              </w:rPr>
              <w:t xml:space="preserve"> </w:t>
            </w:r>
            <w:r w:rsidR="006A0E5A" w:rsidRPr="7F0F2D8D">
              <w:rPr>
                <w:rFonts w:ascii="Calibri" w:hAnsi="Calibri"/>
                <w:lang w:val="fr-CA"/>
              </w:rPr>
              <w:t xml:space="preserve">où </w:t>
            </w:r>
            <w:r w:rsidRPr="7F0F2D8D">
              <w:rPr>
                <w:rFonts w:ascii="Calibri" w:hAnsi="Calibri"/>
                <w:lang w:val="fr-CA"/>
              </w:rPr>
              <w:t xml:space="preserve">vous prendrez votre décision et </w:t>
            </w:r>
            <w:r w:rsidR="006A0E5A" w:rsidRPr="7F0F2D8D">
              <w:rPr>
                <w:rFonts w:ascii="Calibri" w:hAnsi="Calibri"/>
                <w:lang w:val="fr-CA"/>
              </w:rPr>
              <w:t xml:space="preserve">la manière dont </w:t>
            </w:r>
            <w:r w:rsidRPr="7F0F2D8D">
              <w:rPr>
                <w:rFonts w:ascii="Calibri" w:hAnsi="Calibri"/>
                <w:lang w:val="fr-CA"/>
              </w:rPr>
              <w:t xml:space="preserve">la </w:t>
            </w:r>
            <w:r w:rsidR="00F83888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 xml:space="preserve">candidate </w:t>
            </w:r>
            <w:r w:rsidR="006A0E5A" w:rsidRPr="7F0F2D8D">
              <w:rPr>
                <w:rFonts w:ascii="Calibri" w:hAnsi="Calibri"/>
                <w:lang w:val="fr-CA"/>
              </w:rPr>
              <w:t xml:space="preserve">en </w:t>
            </w:r>
            <w:r w:rsidRPr="7F0F2D8D">
              <w:rPr>
                <w:rFonts w:ascii="Calibri" w:hAnsi="Calibri"/>
                <w:lang w:val="fr-CA"/>
              </w:rPr>
              <w:t>sera informée.</w:t>
            </w:r>
          </w:p>
          <w:p w14:paraId="234C032D" w14:textId="42ADBB0F" w:rsidR="0081324C" w:rsidRPr="00C26778" w:rsidRDefault="0081324C" w:rsidP="002102D9">
            <w:pPr>
              <w:pStyle w:val="TableBodyText"/>
              <w:numPr>
                <w:ilvl w:val="0"/>
                <w:numId w:val="20"/>
              </w:numPr>
              <w:spacing w:after="0"/>
              <w:ind w:right="90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 xml:space="preserve">Remerciez la </w:t>
            </w:r>
            <w:r w:rsidR="00F83888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 xml:space="preserve">candidate pour son temps et </w:t>
            </w:r>
            <w:r w:rsidR="006A0E5A" w:rsidRPr="7F0F2D8D">
              <w:rPr>
                <w:rFonts w:ascii="Calibri" w:hAnsi="Calibri"/>
                <w:lang w:val="fr-CA"/>
              </w:rPr>
              <w:t xml:space="preserve">son </w:t>
            </w:r>
            <w:r w:rsidRPr="7F0F2D8D">
              <w:rPr>
                <w:rFonts w:ascii="Calibri" w:hAnsi="Calibri"/>
                <w:lang w:val="fr-CA"/>
              </w:rPr>
              <w:t>intérêt pour le poste.</w:t>
            </w:r>
          </w:p>
          <w:p w14:paraId="3622AC57" w14:textId="5900B817" w:rsidR="0081324C" w:rsidRPr="00C26778" w:rsidRDefault="0081324C" w:rsidP="002102D9">
            <w:pPr>
              <w:pStyle w:val="TableBodyText"/>
              <w:numPr>
                <w:ilvl w:val="0"/>
                <w:numId w:val="20"/>
              </w:numPr>
              <w:spacing w:after="0"/>
              <w:ind w:right="90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Complétez immédiatement vos notes; ne vous fiez pas à votre mémoire.</w:t>
            </w:r>
          </w:p>
          <w:p w14:paraId="6B3A5B05" w14:textId="4D202ED1" w:rsidR="0081324C" w:rsidRPr="00C26778" w:rsidRDefault="0081324C" w:rsidP="002102D9">
            <w:pPr>
              <w:numPr>
                <w:ilvl w:val="0"/>
                <w:numId w:val="20"/>
              </w:numPr>
              <w:ind w:right="9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 xml:space="preserve">Décidez si la </w:t>
            </w:r>
            <w:r w:rsidR="000F7368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 xml:space="preserve">candidate satisfait, dépasse ou ne satisfait pas </w:t>
            </w:r>
            <w:r w:rsidR="00397C42" w:rsidRPr="7F0F2D8D">
              <w:rPr>
                <w:rFonts w:ascii="Calibri" w:hAnsi="Calibri"/>
                <w:lang w:val="fr-CA"/>
              </w:rPr>
              <w:t xml:space="preserve">les </w:t>
            </w:r>
            <w:r w:rsidRPr="7F0F2D8D">
              <w:rPr>
                <w:rFonts w:ascii="Calibri" w:hAnsi="Calibri"/>
                <w:lang w:val="fr-CA"/>
              </w:rPr>
              <w:t>exigences.</w:t>
            </w:r>
          </w:p>
        </w:tc>
      </w:tr>
      <w:tr w:rsidR="0081324C" w:rsidRPr="007F10CB" w14:paraId="65D7DFE3" w14:textId="77777777" w:rsidTr="7F0F2D8D">
        <w:trPr>
          <w:trHeight w:val="263"/>
        </w:trPr>
        <w:tc>
          <w:tcPr>
            <w:tcW w:w="3418" w:type="dxa"/>
            <w:shd w:val="clear" w:color="auto" w:fill="FFFFFF" w:themeFill="background1"/>
            <w:vAlign w:val="center"/>
          </w:tcPr>
          <w:p w14:paraId="24F43FE9" w14:textId="0A587BC5" w:rsidR="0081324C" w:rsidRPr="006E266A" w:rsidRDefault="003F1721" w:rsidP="002102D9">
            <w:pPr>
              <w:ind w:right="9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Attentes salariales :</w:t>
            </w:r>
          </w:p>
        </w:tc>
        <w:sdt>
          <w:sdtPr>
            <w:rPr>
              <w:rFonts w:ascii="Calibri" w:hAnsi="Calibri"/>
            </w:rPr>
            <w:id w:val="1221711096"/>
            <w:placeholder>
              <w:docPart w:val="698112BE262B4FAC96A95823B6F74B15"/>
            </w:placeholder>
            <w:showingPlcHdr/>
            <w:text/>
          </w:sdtPr>
          <w:sdtContent>
            <w:tc>
              <w:tcPr>
                <w:tcW w:w="7639" w:type="dxa"/>
                <w:shd w:val="clear" w:color="auto" w:fill="FFFFFF" w:themeFill="background1"/>
                <w:vAlign w:val="center"/>
              </w:tcPr>
              <w:p w14:paraId="49448CBC" w14:textId="77777777" w:rsidR="0081324C" w:rsidRPr="005B517B" w:rsidRDefault="0081324C" w:rsidP="002102D9">
                <w:pPr>
                  <w:ind w:right="90"/>
                  <w:jc w:val="left"/>
                  <w:rPr>
                    <w:rFonts w:ascii="Calibri" w:hAnsi="Calibri"/>
                  </w:rPr>
                </w:pPr>
                <w:r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3F1721" w:rsidRPr="007F10CB" w14:paraId="02B37440" w14:textId="77777777" w:rsidTr="7F0F2D8D">
        <w:trPr>
          <w:trHeight w:val="263"/>
        </w:trPr>
        <w:tc>
          <w:tcPr>
            <w:tcW w:w="3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5ABF1A" w14:textId="2A8C5E46" w:rsidR="003F1721" w:rsidRDefault="003F1721" w:rsidP="002102D9">
            <w:pPr>
              <w:ind w:right="9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Question</w:t>
            </w:r>
            <w:r w:rsidR="000C687D" w:rsidRPr="7F0F2D8D">
              <w:rPr>
                <w:rFonts w:ascii="Calibri" w:hAnsi="Calibri"/>
                <w:lang w:val="fr-CA"/>
              </w:rPr>
              <w:t>s</w:t>
            </w:r>
            <w:r w:rsidRPr="7F0F2D8D">
              <w:rPr>
                <w:rFonts w:ascii="Calibri" w:hAnsi="Calibri"/>
                <w:lang w:val="fr-CA"/>
              </w:rPr>
              <w:t xml:space="preserve"> de la </w:t>
            </w:r>
            <w:r w:rsidR="00D26E94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>candidate :</w:t>
            </w:r>
          </w:p>
        </w:tc>
        <w:sdt>
          <w:sdtPr>
            <w:rPr>
              <w:rFonts w:ascii="Calibri" w:hAnsi="Calibri"/>
            </w:rPr>
            <w:id w:val="-1024404121"/>
            <w:placeholder>
              <w:docPart w:val="1474CAAE986B4A3CA6ACE7079DD57509"/>
            </w:placeholder>
            <w:showingPlcHdr/>
            <w:text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9621459" w14:textId="13E497F6" w:rsidR="003F1721" w:rsidRDefault="003F1721" w:rsidP="002102D9">
                <w:pPr>
                  <w:ind w:right="90"/>
                  <w:jc w:val="left"/>
                  <w:rPr>
                    <w:rFonts w:ascii="Calibri" w:hAnsi="Calibri"/>
                  </w:rPr>
                </w:pPr>
                <w:r w:rsidRPr="7F0F2D8D">
                  <w:rPr>
                    <w:color w:val="595959" w:themeColor="text1" w:themeTint="A6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</w:tbl>
    <w:p w14:paraId="46E542CC" w14:textId="77777777" w:rsidR="00C1417B" w:rsidRPr="00B60BC5" w:rsidRDefault="00C1417B" w:rsidP="000F4F99">
      <w:pPr>
        <w:rPr>
          <w:color w:val="FFFFFF" w:themeColor="background1"/>
          <w:sz w:val="16"/>
          <w:szCs w:val="22"/>
        </w:rPr>
      </w:pPr>
    </w:p>
    <w:tbl>
      <w:tblPr>
        <w:tblpPr w:leftFromText="180" w:rightFromText="180" w:vertAnchor="text" w:horzAnchor="margin" w:tblpXSpec="center" w:tblpY="167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7786"/>
      </w:tblGrid>
      <w:tr w:rsidR="00B60BC5" w:rsidRPr="00EC1C3B" w14:paraId="06E9EED2" w14:textId="77777777" w:rsidTr="7F0F2D8D">
        <w:trPr>
          <w:trHeight w:val="263"/>
        </w:trPr>
        <w:tc>
          <w:tcPr>
            <w:tcW w:w="11057" w:type="dxa"/>
            <w:gridSpan w:val="2"/>
            <w:tcBorders>
              <w:top w:val="single" w:sz="4" w:space="0" w:color="auto"/>
            </w:tcBorders>
            <w:shd w:val="clear" w:color="auto" w:fill="A5A5A5" w:themeFill="accent3"/>
            <w:vAlign w:val="center"/>
          </w:tcPr>
          <w:p w14:paraId="623E30FB" w14:textId="0822C7E2" w:rsidR="0041204C" w:rsidRPr="005064EE" w:rsidRDefault="0041204C" w:rsidP="7F0F2D8D">
            <w:pPr>
              <w:ind w:right="-840"/>
              <w:jc w:val="left"/>
              <w:rPr>
                <w:rFonts w:ascii="Calibri" w:hAnsi="Calibri"/>
                <w:b/>
                <w:bCs/>
                <w:color w:val="FFFFFF" w:themeColor="background1"/>
                <w:lang w:val="fr-CA"/>
              </w:rPr>
            </w:pP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D</w:t>
            </w:r>
            <w:r w:rsidR="00DD2210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É</w:t>
            </w:r>
            <w:r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>CISION</w:t>
            </w:r>
            <w:r w:rsidR="00C26778" w:rsidRPr="7F0F2D8D">
              <w:rPr>
                <w:rFonts w:ascii="Calibri" w:hAnsi="Calibri"/>
                <w:b/>
                <w:bCs/>
                <w:color w:val="FFFFFF" w:themeColor="background1"/>
                <w:sz w:val="24"/>
                <w:lang w:val="fr-CA"/>
              </w:rPr>
              <w:t xml:space="preserve"> </w:t>
            </w:r>
            <w:r w:rsidR="00C26778" w:rsidRPr="7F0F2D8D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2"/>
                <w:szCs w:val="22"/>
                <w:lang w:val="fr-CA"/>
              </w:rPr>
              <w:t>(</w:t>
            </w:r>
            <w:r w:rsidR="0020397A" w:rsidRPr="7F0F2D8D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2"/>
                <w:szCs w:val="22"/>
                <w:lang w:val="fr-CA"/>
              </w:rPr>
              <w:t>section à</w:t>
            </w:r>
            <w:r w:rsidR="00C26778" w:rsidRPr="7F0F2D8D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2"/>
                <w:szCs w:val="22"/>
                <w:lang w:val="fr-CA"/>
              </w:rPr>
              <w:t xml:space="preserve"> </w:t>
            </w:r>
            <w:r w:rsidR="0020397A" w:rsidRPr="7F0F2D8D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2"/>
                <w:szCs w:val="22"/>
                <w:lang w:val="fr-CA"/>
              </w:rPr>
              <w:t xml:space="preserve">remplir </w:t>
            </w:r>
            <w:r w:rsidR="00C26778" w:rsidRPr="7F0F2D8D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2"/>
                <w:szCs w:val="22"/>
                <w:lang w:val="fr-CA"/>
              </w:rPr>
              <w:t>après l’entrevue)</w:t>
            </w:r>
          </w:p>
        </w:tc>
      </w:tr>
      <w:tr w:rsidR="0041204C" w:rsidRPr="002102D9" w14:paraId="3B1F6337" w14:textId="77777777" w:rsidTr="7F0F2D8D">
        <w:trPr>
          <w:trHeight w:val="481"/>
        </w:trPr>
        <w:tc>
          <w:tcPr>
            <w:tcW w:w="11057" w:type="dxa"/>
            <w:gridSpan w:val="2"/>
            <w:shd w:val="clear" w:color="auto" w:fill="F2F2F2" w:themeFill="background1" w:themeFillShade="F2"/>
            <w:vAlign w:val="center"/>
          </w:tcPr>
          <w:p w14:paraId="577B9567" w14:textId="65565540" w:rsidR="0041204C" w:rsidRPr="008D1238" w:rsidRDefault="008D1238" w:rsidP="7F0F2D8D">
            <w:pPr>
              <w:ind w:right="-84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Est-ce que</w:t>
            </w:r>
            <w:r w:rsidR="009375B5">
              <w:rPr>
                <w:rFonts w:ascii="Calibri" w:hAnsi="Calibri"/>
                <w:lang w:val="fr-CA"/>
              </w:rPr>
              <w:t xml:space="preserve"> </w:t>
            </w:r>
            <w:r w:rsidRPr="7F0F2D8D">
              <w:rPr>
                <w:rFonts w:ascii="Calibri" w:hAnsi="Calibri"/>
                <w:lang w:val="fr-CA"/>
              </w:rPr>
              <w:t xml:space="preserve">la </w:t>
            </w:r>
            <w:r w:rsidR="009375B5">
              <w:rPr>
                <w:rFonts w:ascii="Calibri" w:hAnsi="Calibri"/>
                <w:lang w:val="fr-CA"/>
              </w:rPr>
              <w:t xml:space="preserve">personne </w:t>
            </w:r>
            <w:r w:rsidRPr="7F0F2D8D">
              <w:rPr>
                <w:rFonts w:ascii="Calibri" w:hAnsi="Calibri"/>
                <w:lang w:val="fr-CA"/>
              </w:rPr>
              <w:t xml:space="preserve">candidate se qualifie pour la prochaine étape? </w:t>
            </w:r>
            <w:r w:rsidRPr="002102D9">
              <w:rPr>
                <w:lang w:val="fr-CA"/>
              </w:rPr>
              <w:tab/>
            </w:r>
            <w:r w:rsidRPr="002102D9">
              <w:rPr>
                <w:lang w:val="fr-CA"/>
              </w:rPr>
              <w:tab/>
            </w:r>
            <w:sdt>
              <w:sdtPr>
                <w:rPr>
                  <w:rFonts w:ascii="Calibri" w:hAnsi="Calibri"/>
                  <w:caps/>
                  <w:lang w:val="fr-CA"/>
                </w:rPr>
                <w:id w:val="53862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517B" w:rsidRPr="7F0F2D8D">
                  <w:rPr>
                    <w:rFonts w:ascii="MS Gothic" w:eastAsia="MS Gothic" w:hAnsi="MS Gothic"/>
                    <w:caps/>
                    <w:lang w:val="fr-CA"/>
                  </w:rPr>
                  <w:t>☐</w:t>
                </w:r>
              </w:sdtContent>
            </w:sdt>
            <w:r w:rsidR="00C26778" w:rsidRPr="7F0F2D8D">
              <w:rPr>
                <w:rFonts w:ascii="Calibri" w:hAnsi="Calibri"/>
                <w:caps/>
                <w:lang w:val="fr-CA"/>
              </w:rPr>
              <w:t xml:space="preserve"> Oui                     </w:t>
            </w:r>
            <w:sdt>
              <w:sdtPr>
                <w:rPr>
                  <w:rFonts w:ascii="Calibri" w:hAnsi="Calibri"/>
                  <w:caps/>
                  <w:lang w:val="fr-CA"/>
                </w:rPr>
                <w:id w:val="-125011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517B" w:rsidRPr="7F0F2D8D">
                  <w:rPr>
                    <w:rFonts w:ascii="MS Gothic" w:eastAsia="MS Gothic" w:hAnsi="MS Gothic"/>
                    <w:caps/>
                    <w:lang w:val="fr-CA"/>
                  </w:rPr>
                  <w:t>☐</w:t>
                </w:r>
              </w:sdtContent>
            </w:sdt>
            <w:r w:rsidR="00C26778" w:rsidRPr="7F0F2D8D">
              <w:rPr>
                <w:rFonts w:ascii="Calibri" w:hAnsi="Calibri"/>
                <w:caps/>
                <w:lang w:val="fr-CA"/>
              </w:rPr>
              <w:t xml:space="preserve"> </w:t>
            </w:r>
            <w:r w:rsidR="001430A1" w:rsidRPr="7F0F2D8D">
              <w:rPr>
                <w:rFonts w:ascii="Calibri" w:hAnsi="Calibri"/>
                <w:caps/>
                <w:lang w:val="fr-CA"/>
              </w:rPr>
              <w:t xml:space="preserve">NON </w:t>
            </w:r>
            <w:r w:rsidRPr="002102D9">
              <w:rPr>
                <w:lang w:val="fr-CA"/>
              </w:rPr>
              <w:tab/>
            </w:r>
            <w:r w:rsidRPr="002102D9">
              <w:rPr>
                <w:lang w:val="fr-CA"/>
              </w:rPr>
              <w:tab/>
            </w:r>
            <w:sdt>
              <w:sdtPr>
                <w:rPr>
                  <w:rFonts w:ascii="Calibri" w:hAnsi="Calibri"/>
                  <w:caps/>
                  <w:lang w:val="fr-CA"/>
                </w:rPr>
                <w:id w:val="85043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517B" w:rsidRPr="7F0F2D8D">
                  <w:rPr>
                    <w:rFonts w:ascii="MS Gothic" w:eastAsia="MS Gothic" w:hAnsi="MS Gothic"/>
                    <w:caps/>
                    <w:lang w:val="fr-CA"/>
                  </w:rPr>
                  <w:t>☐</w:t>
                </w:r>
              </w:sdtContent>
            </w:sdt>
            <w:r w:rsidR="00C26778" w:rsidRPr="7F0F2D8D">
              <w:rPr>
                <w:rFonts w:ascii="Calibri" w:hAnsi="Calibri"/>
                <w:caps/>
                <w:lang w:val="fr-CA"/>
              </w:rPr>
              <w:t xml:space="preserve"> en </w:t>
            </w:r>
            <w:r w:rsidR="001430A1" w:rsidRPr="7F0F2D8D">
              <w:rPr>
                <w:rFonts w:ascii="Calibri" w:hAnsi="Calibri"/>
                <w:caps/>
                <w:lang w:val="fr-CA"/>
              </w:rPr>
              <w:t xml:space="preserve">ATTENTE </w:t>
            </w:r>
            <w:r w:rsidRPr="002102D9">
              <w:rPr>
                <w:lang w:val="fr-CA"/>
              </w:rPr>
              <w:tab/>
            </w:r>
          </w:p>
        </w:tc>
      </w:tr>
      <w:tr w:rsidR="00C26778" w:rsidRPr="009768FE" w14:paraId="7F2E6BD3" w14:textId="77777777" w:rsidTr="7F0F2D8D">
        <w:trPr>
          <w:trHeight w:val="450"/>
        </w:trPr>
        <w:tc>
          <w:tcPr>
            <w:tcW w:w="3271" w:type="dxa"/>
            <w:shd w:val="clear" w:color="auto" w:fill="FFFFFF" w:themeFill="background1"/>
            <w:vAlign w:val="center"/>
          </w:tcPr>
          <w:p w14:paraId="3E2E03CE" w14:textId="4BEEE75E" w:rsidR="00C26778" w:rsidRPr="00812556" w:rsidRDefault="005B517B" w:rsidP="7F0F2D8D">
            <w:pPr>
              <w:ind w:right="-84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</w:rPr>
              <w:t xml:space="preserve">Justifiez votre </w:t>
            </w:r>
            <w:r w:rsidR="0020397A" w:rsidRPr="7F0F2D8D">
              <w:rPr>
                <w:rFonts w:ascii="Calibri" w:hAnsi="Calibri"/>
              </w:rPr>
              <w:t>d</w:t>
            </w:r>
            <w:r w:rsidR="00396960" w:rsidRPr="7F0F2D8D">
              <w:rPr>
                <w:rFonts w:ascii="Calibri" w:hAnsi="Calibri"/>
              </w:rPr>
              <w:t>é</w:t>
            </w:r>
            <w:r w:rsidR="0020397A" w:rsidRPr="7F0F2D8D">
              <w:rPr>
                <w:rFonts w:ascii="Calibri" w:hAnsi="Calibri"/>
              </w:rPr>
              <w:t>cision </w:t>
            </w:r>
            <w:r w:rsidRPr="7F0F2D8D">
              <w:rPr>
                <w:rFonts w:ascii="Calibri" w:hAnsi="Calibri"/>
              </w:rPr>
              <w:t>:</w:t>
            </w:r>
          </w:p>
        </w:tc>
        <w:sdt>
          <w:sdtPr>
            <w:rPr>
              <w:rFonts w:ascii="Calibri" w:hAnsi="Calibri"/>
            </w:rPr>
            <w:id w:val="-1955093543"/>
            <w:placeholder>
              <w:docPart w:val="48294F1AC86E4F16AF431F5B5A2E4216"/>
            </w:placeholder>
            <w:showingPlcHdr/>
            <w:text/>
          </w:sdtPr>
          <w:sdtContent>
            <w:tc>
              <w:tcPr>
                <w:tcW w:w="7786" w:type="dxa"/>
                <w:shd w:val="clear" w:color="auto" w:fill="auto"/>
                <w:vAlign w:val="center"/>
              </w:tcPr>
              <w:p w14:paraId="0654D2FA" w14:textId="167C4F24" w:rsidR="00C26778" w:rsidRPr="005B517B" w:rsidRDefault="00215874" w:rsidP="008D1238">
                <w:pPr>
                  <w:ind w:right="-840"/>
                  <w:jc w:val="left"/>
                  <w:rPr>
                    <w:rFonts w:ascii="Calibri" w:hAnsi="Calibri"/>
                    <w:color w:val="FF0000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C26778" w:rsidRPr="00E06FD1" w14:paraId="7EC14964" w14:textId="77777777" w:rsidTr="7F0F2D8D">
        <w:trPr>
          <w:trHeight w:val="381"/>
        </w:trPr>
        <w:tc>
          <w:tcPr>
            <w:tcW w:w="3271" w:type="dxa"/>
            <w:shd w:val="clear" w:color="auto" w:fill="FFFFFF" w:themeFill="background1"/>
            <w:vAlign w:val="center"/>
          </w:tcPr>
          <w:p w14:paraId="1723D9FB" w14:textId="623D4A8D" w:rsidR="00C26778" w:rsidRPr="00C26778" w:rsidRDefault="00C26778" w:rsidP="7F0F2D8D">
            <w:pPr>
              <w:ind w:right="-840"/>
              <w:jc w:val="left"/>
              <w:rPr>
                <w:rFonts w:ascii="Calibri" w:hAnsi="Calibri"/>
                <w:color w:val="FF0000"/>
                <w:lang w:val="fr-CA"/>
              </w:rPr>
            </w:pPr>
            <w:r w:rsidRPr="7F0F2D8D">
              <w:rPr>
                <w:rFonts w:ascii="Calibri" w:hAnsi="Calibri"/>
                <w:lang w:val="fr-CA"/>
              </w:rPr>
              <w:t>Suggestion d’élément</w:t>
            </w:r>
            <w:r w:rsidR="008D1238" w:rsidRPr="7F0F2D8D">
              <w:rPr>
                <w:rFonts w:ascii="Calibri" w:hAnsi="Calibri"/>
                <w:lang w:val="fr-CA"/>
              </w:rPr>
              <w:t>s</w:t>
            </w:r>
            <w:r w:rsidRPr="7F0F2D8D">
              <w:rPr>
                <w:rFonts w:ascii="Calibri" w:hAnsi="Calibri"/>
                <w:lang w:val="fr-CA"/>
              </w:rPr>
              <w:t xml:space="preserve"> à approfondir </w:t>
            </w:r>
            <w:r w:rsidRPr="002102D9">
              <w:rPr>
                <w:lang w:val="fr-CA"/>
              </w:rPr>
              <w:br/>
            </w:r>
            <w:r w:rsidRPr="7F0F2D8D">
              <w:rPr>
                <w:rFonts w:ascii="Calibri" w:hAnsi="Calibri"/>
                <w:lang w:val="fr-CA"/>
              </w:rPr>
              <w:t>en 2</w:t>
            </w:r>
            <w:r w:rsidRPr="7F0F2D8D">
              <w:rPr>
                <w:rFonts w:ascii="Calibri" w:hAnsi="Calibri"/>
                <w:vertAlign w:val="superscript"/>
                <w:lang w:val="fr-CA"/>
              </w:rPr>
              <w:t>e</w:t>
            </w:r>
            <w:r w:rsidR="0020397A" w:rsidRPr="7F0F2D8D">
              <w:rPr>
                <w:rFonts w:ascii="Calibri" w:hAnsi="Calibri"/>
                <w:lang w:val="fr-CA"/>
              </w:rPr>
              <w:t> </w:t>
            </w:r>
            <w:r w:rsidRPr="7F0F2D8D">
              <w:rPr>
                <w:rFonts w:ascii="Calibri" w:hAnsi="Calibri"/>
                <w:lang w:val="fr-CA"/>
              </w:rPr>
              <w:t>entrevue</w:t>
            </w:r>
            <w:r w:rsidR="0020397A" w:rsidRPr="7F0F2D8D">
              <w:rPr>
                <w:rFonts w:ascii="Calibri" w:hAnsi="Calibri"/>
                <w:lang w:val="fr-CA"/>
              </w:rPr>
              <w:t> </w:t>
            </w:r>
            <w:r w:rsidRPr="7F0F2D8D">
              <w:rPr>
                <w:rFonts w:ascii="Calibri" w:hAnsi="Calibri"/>
                <w:lang w:val="fr-CA"/>
              </w:rPr>
              <w:t>:</w:t>
            </w:r>
          </w:p>
        </w:tc>
        <w:sdt>
          <w:sdtPr>
            <w:rPr>
              <w:rFonts w:ascii="Calibri" w:hAnsi="Calibri"/>
            </w:rPr>
            <w:id w:val="608788226"/>
            <w:placeholder>
              <w:docPart w:val="3FCF7668A5E54E6E8E9D73370BA40F36"/>
            </w:placeholder>
            <w:showingPlcHdr/>
            <w:text/>
          </w:sdtPr>
          <w:sdtContent>
            <w:tc>
              <w:tcPr>
                <w:tcW w:w="7786" w:type="dxa"/>
                <w:shd w:val="clear" w:color="auto" w:fill="auto"/>
                <w:vAlign w:val="center"/>
              </w:tcPr>
              <w:p w14:paraId="556E2D00" w14:textId="1289F636" w:rsidR="00C26778" w:rsidRPr="005B517B" w:rsidRDefault="00215874" w:rsidP="00C26778">
                <w:pPr>
                  <w:ind w:right="-840"/>
                  <w:jc w:val="left"/>
                  <w:rPr>
                    <w:rFonts w:ascii="Calibri" w:hAnsi="Calibri"/>
                    <w:caps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  <w:tr w:rsidR="00C26778" w:rsidRPr="00E06FD1" w14:paraId="1B9D5EB5" w14:textId="77777777" w:rsidTr="7F0F2D8D">
        <w:trPr>
          <w:trHeight w:val="381"/>
        </w:trPr>
        <w:tc>
          <w:tcPr>
            <w:tcW w:w="3271" w:type="dxa"/>
            <w:shd w:val="clear" w:color="auto" w:fill="FFFFFF" w:themeFill="background1"/>
            <w:vAlign w:val="center"/>
          </w:tcPr>
          <w:p w14:paraId="58296CD9" w14:textId="5E9BCB07" w:rsidR="00C26778" w:rsidRPr="00812556" w:rsidRDefault="00C26778" w:rsidP="7F0F2D8D">
            <w:pPr>
              <w:ind w:right="-840"/>
              <w:jc w:val="left"/>
              <w:rPr>
                <w:rFonts w:ascii="Calibri" w:hAnsi="Calibri"/>
                <w:lang w:val="fr-CA"/>
              </w:rPr>
            </w:pPr>
            <w:r w:rsidRPr="7F0F2D8D">
              <w:rPr>
                <w:rFonts w:ascii="Calibri" w:hAnsi="Calibri"/>
              </w:rPr>
              <w:t>Notes</w:t>
            </w:r>
            <w:r w:rsidR="0020397A" w:rsidRPr="7F0F2D8D">
              <w:rPr>
                <w:rFonts w:ascii="Calibri" w:hAnsi="Calibri"/>
              </w:rPr>
              <w:t> </w:t>
            </w:r>
            <w:r w:rsidRPr="7F0F2D8D">
              <w:rPr>
                <w:rFonts w:ascii="Calibri" w:hAnsi="Calibri"/>
              </w:rPr>
              <w:t>:</w:t>
            </w:r>
          </w:p>
        </w:tc>
        <w:sdt>
          <w:sdtPr>
            <w:rPr>
              <w:rFonts w:ascii="Calibri" w:hAnsi="Calibri"/>
            </w:rPr>
            <w:id w:val="1219172876"/>
            <w:placeholder>
              <w:docPart w:val="203B4956DF6A415FB3E658473694E4C0"/>
            </w:placeholder>
            <w:showingPlcHdr/>
            <w:text/>
          </w:sdtPr>
          <w:sdtContent>
            <w:tc>
              <w:tcPr>
                <w:tcW w:w="7786" w:type="dxa"/>
                <w:shd w:val="clear" w:color="auto" w:fill="auto"/>
                <w:vAlign w:val="center"/>
              </w:tcPr>
              <w:p w14:paraId="4841B3D9" w14:textId="3F37519C" w:rsidR="00C26778" w:rsidRPr="005B517B" w:rsidRDefault="00215874" w:rsidP="00C26778">
                <w:pPr>
                  <w:ind w:right="-840"/>
                  <w:jc w:val="left"/>
                  <w:rPr>
                    <w:rFonts w:ascii="Calibri" w:hAnsi="Calibri"/>
                    <w:szCs w:val="18"/>
                  </w:rPr>
                </w:pPr>
                <w:r w:rsidRPr="00944302">
                  <w:rPr>
                    <w:color w:val="595959" w:themeColor="text1" w:themeTint="A6"/>
                    <w:szCs w:val="18"/>
                    <w:highlight w:val="yellow"/>
                    <w:lang w:val="fr-CA"/>
                  </w:rPr>
                  <w:t>Saisir votre texte</w:t>
                </w:r>
              </w:p>
            </w:tc>
          </w:sdtContent>
        </w:sdt>
      </w:tr>
    </w:tbl>
    <w:p w14:paraId="6F78C640" w14:textId="77777777" w:rsidR="00A759F4" w:rsidRPr="005B517B" w:rsidRDefault="00A759F4" w:rsidP="00A73F13">
      <w:pPr>
        <w:pStyle w:val="bodytextindent0"/>
      </w:pPr>
    </w:p>
    <w:sectPr w:rsidR="00A759F4" w:rsidRPr="005B517B" w:rsidSect="00545BE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1644" w:right="1304" w:bottom="539" w:left="1418" w:header="720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141D" w14:textId="77777777" w:rsidR="001F2331" w:rsidRDefault="001F2331">
      <w:r>
        <w:separator/>
      </w:r>
    </w:p>
  </w:endnote>
  <w:endnote w:type="continuationSeparator" w:id="0">
    <w:p w14:paraId="7F1E4A78" w14:textId="77777777" w:rsidR="001F2331" w:rsidRDefault="001F2331">
      <w:r>
        <w:continuationSeparator/>
      </w:r>
    </w:p>
  </w:endnote>
  <w:endnote w:type="continuationNotice" w:id="1">
    <w:p w14:paraId="6F4C95F6" w14:textId="77777777" w:rsidR="001F2331" w:rsidRDefault="001F23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ECADE" w14:textId="77777777" w:rsidR="009F27D6" w:rsidRDefault="009F27D6">
    <w:pPr>
      <w:pStyle w:val="Pieddepage"/>
      <w:rPr>
        <w:sz w:val="15"/>
      </w:rPr>
    </w:pPr>
    <w:r>
      <w:rPr>
        <w:sz w:val="15"/>
      </w:rPr>
      <w:fldChar w:fldCharType="begin"/>
    </w:r>
    <w:r>
      <w:rPr>
        <w:sz w:val="15"/>
      </w:rPr>
      <w:instrText xml:space="preserve"> DOCPROPERTY "DMDocID"  </w:instrText>
    </w:r>
    <w:r>
      <w:rPr>
        <w:sz w:val="15"/>
      </w:rPr>
      <w:fldChar w:fldCharType="separate"/>
    </w:r>
    <w:r>
      <w:rPr>
        <w:sz w:val="15"/>
      </w:rPr>
      <w:t>DM_MTL/200003.00001/2889952.1</w:t>
    </w:r>
    <w:r>
      <w:rPr>
        <w:sz w:val="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6FDD" w14:textId="3987D22E" w:rsidR="009F27D6" w:rsidRPr="008D1238" w:rsidRDefault="00A56CFE" w:rsidP="00A56CFE">
    <w:pPr>
      <w:tabs>
        <w:tab w:val="center" w:pos="4550"/>
        <w:tab w:val="left" w:pos="5818"/>
      </w:tabs>
      <w:ind w:right="260"/>
      <w:rPr>
        <w:rFonts w:ascii="Verdana" w:hAnsi="Verdana"/>
        <w:color w:val="C7C9CA"/>
        <w:szCs w:val="18"/>
        <w:lang w:val="fr-CA"/>
      </w:rPr>
    </w:pPr>
    <w:r w:rsidRPr="008D1238">
      <w:rPr>
        <w:rFonts w:ascii="Verdana" w:hAnsi="Verdana"/>
        <w:color w:val="C7C9CA"/>
        <w:szCs w:val="18"/>
        <w:lang w:val="fr-CA"/>
      </w:rPr>
      <w:t xml:space="preserve">© </w:t>
    </w:r>
    <w:r w:rsidR="000C687D">
      <w:rPr>
        <w:rFonts w:ascii="Verdana" w:hAnsi="Verdana"/>
        <w:color w:val="C7C9CA"/>
        <w:szCs w:val="18"/>
        <w:lang w:val="fr-CA"/>
      </w:rPr>
      <w:t>Engagés</w:t>
    </w:r>
    <w:r w:rsidR="00316EF4">
      <w:rPr>
        <w:rFonts w:ascii="Verdana" w:hAnsi="Verdana"/>
        <w:color w:val="C7C9CA"/>
        <w:szCs w:val="18"/>
        <w:lang w:val="fr-CA"/>
      </w:rPr>
      <w:t>, 202</w:t>
    </w:r>
    <w:r w:rsidR="00EC4C21">
      <w:rPr>
        <w:rFonts w:ascii="Verdana" w:hAnsi="Verdana"/>
        <w:color w:val="C7C9CA"/>
        <w:szCs w:val="18"/>
        <w:lang w:val="fr-CA"/>
      </w:rPr>
      <w:t>5</w:t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  <w:t xml:space="preserve">Page </w:t>
    </w:r>
    <w:r w:rsidRPr="00B16C03">
      <w:rPr>
        <w:rFonts w:ascii="Verdana" w:hAnsi="Verdana"/>
        <w:color w:val="C7C9CA"/>
        <w:szCs w:val="18"/>
      </w:rPr>
      <w:fldChar w:fldCharType="begin"/>
    </w:r>
    <w:r w:rsidRPr="008D1238">
      <w:rPr>
        <w:rFonts w:ascii="Verdana" w:hAnsi="Verdana"/>
        <w:color w:val="C7C9CA"/>
        <w:szCs w:val="18"/>
        <w:lang w:val="fr-CA"/>
      </w:rPr>
      <w:instrText xml:space="preserve"> PAGE   \* MERGEFORMAT </w:instrText>
    </w:r>
    <w:r w:rsidRPr="00B16C03">
      <w:rPr>
        <w:rFonts w:ascii="Verdana" w:hAnsi="Verdana"/>
        <w:color w:val="C7C9CA"/>
        <w:szCs w:val="18"/>
      </w:rPr>
      <w:fldChar w:fldCharType="separate"/>
    </w:r>
    <w:r w:rsidRPr="008D1238">
      <w:rPr>
        <w:rFonts w:ascii="Verdana" w:hAnsi="Verdana"/>
        <w:color w:val="C7C9CA"/>
        <w:szCs w:val="18"/>
        <w:lang w:val="fr-CA"/>
      </w:rPr>
      <w:t>1</w:t>
    </w:r>
    <w:r w:rsidRPr="00B16C03">
      <w:rPr>
        <w:rFonts w:ascii="Verdana" w:hAnsi="Verdana"/>
        <w:color w:val="C7C9CA"/>
        <w:szCs w:val="18"/>
      </w:rPr>
      <w:fldChar w:fldCharType="end"/>
    </w:r>
    <w:r w:rsidRPr="008D1238">
      <w:rPr>
        <w:rFonts w:ascii="Verdana" w:hAnsi="Verdana"/>
        <w:color w:val="C7C9CA"/>
        <w:szCs w:val="18"/>
        <w:lang w:val="fr-CA"/>
      </w:rPr>
      <w:t xml:space="preserve"> | </w:t>
    </w:r>
    <w:r w:rsidRPr="00B16C03">
      <w:rPr>
        <w:rFonts w:ascii="Verdana" w:hAnsi="Verdana"/>
        <w:color w:val="C7C9CA"/>
        <w:szCs w:val="18"/>
      </w:rPr>
      <w:fldChar w:fldCharType="begin"/>
    </w:r>
    <w:r w:rsidRPr="008D1238">
      <w:rPr>
        <w:rFonts w:ascii="Verdana" w:hAnsi="Verdana"/>
        <w:color w:val="C7C9CA"/>
        <w:szCs w:val="18"/>
        <w:lang w:val="fr-CA"/>
      </w:rPr>
      <w:instrText xml:space="preserve"> NUMPAGES  \* Arabic  \* MERGEFORMAT </w:instrText>
    </w:r>
    <w:r w:rsidRPr="00B16C03">
      <w:rPr>
        <w:rFonts w:ascii="Verdana" w:hAnsi="Verdana"/>
        <w:color w:val="C7C9CA"/>
        <w:szCs w:val="18"/>
      </w:rPr>
      <w:fldChar w:fldCharType="separate"/>
    </w:r>
    <w:r w:rsidRPr="008D1238">
      <w:rPr>
        <w:rFonts w:ascii="Verdana" w:hAnsi="Verdana"/>
        <w:color w:val="C7C9CA"/>
        <w:szCs w:val="18"/>
        <w:lang w:val="fr-CA"/>
      </w:rPr>
      <w:t>4</w:t>
    </w:r>
    <w:r w:rsidRPr="00B16C03">
      <w:rPr>
        <w:rFonts w:ascii="Verdana" w:hAnsi="Verdana"/>
        <w:color w:val="C7C9CA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AA52" w14:textId="376D0B3D" w:rsidR="009F27D6" w:rsidRPr="008D1238" w:rsidRDefault="00A56CFE" w:rsidP="00A56CFE">
    <w:pPr>
      <w:tabs>
        <w:tab w:val="center" w:pos="4550"/>
        <w:tab w:val="left" w:pos="5818"/>
      </w:tabs>
      <w:ind w:right="260"/>
      <w:rPr>
        <w:rFonts w:ascii="Verdana" w:hAnsi="Verdana"/>
        <w:color w:val="C7C9CA"/>
        <w:szCs w:val="18"/>
        <w:lang w:val="fr-CA"/>
      </w:rPr>
    </w:pPr>
    <w:r w:rsidRPr="008D1238">
      <w:rPr>
        <w:rFonts w:ascii="Verdana" w:hAnsi="Verdana"/>
        <w:color w:val="C7C9CA"/>
        <w:szCs w:val="18"/>
        <w:lang w:val="fr-CA"/>
      </w:rPr>
      <w:t xml:space="preserve">© </w:t>
    </w:r>
    <w:r w:rsidR="000C687D">
      <w:rPr>
        <w:rFonts w:ascii="Verdana" w:hAnsi="Verdana"/>
        <w:color w:val="C7C9CA"/>
        <w:szCs w:val="18"/>
        <w:lang w:val="fr-CA"/>
      </w:rPr>
      <w:t>Engagés</w:t>
    </w:r>
    <w:r w:rsidR="004C1045">
      <w:rPr>
        <w:rFonts w:ascii="Verdana" w:hAnsi="Verdana"/>
        <w:color w:val="C7C9CA"/>
        <w:szCs w:val="18"/>
        <w:lang w:val="fr-CA"/>
      </w:rPr>
      <w:t>, 202</w:t>
    </w:r>
    <w:r w:rsidR="003D0249">
      <w:rPr>
        <w:rFonts w:ascii="Verdana" w:hAnsi="Verdana"/>
        <w:color w:val="C7C9CA"/>
        <w:szCs w:val="18"/>
        <w:lang w:val="fr-CA"/>
      </w:rPr>
      <w:t>5</w:t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</w:r>
    <w:r w:rsidRPr="008D1238">
      <w:rPr>
        <w:rFonts w:ascii="Verdana" w:hAnsi="Verdana"/>
        <w:color w:val="C7C9CA"/>
        <w:szCs w:val="18"/>
        <w:lang w:val="fr-CA"/>
      </w:rPr>
      <w:tab/>
      <w:t xml:space="preserve">Page </w:t>
    </w:r>
    <w:r w:rsidRPr="00B16C03">
      <w:rPr>
        <w:rFonts w:ascii="Verdana" w:hAnsi="Verdana"/>
        <w:color w:val="C7C9CA"/>
        <w:szCs w:val="18"/>
      </w:rPr>
      <w:fldChar w:fldCharType="begin"/>
    </w:r>
    <w:r w:rsidRPr="008D1238">
      <w:rPr>
        <w:rFonts w:ascii="Verdana" w:hAnsi="Verdana"/>
        <w:color w:val="C7C9CA"/>
        <w:szCs w:val="18"/>
        <w:lang w:val="fr-CA"/>
      </w:rPr>
      <w:instrText xml:space="preserve"> PAGE   \* MERGEFORMAT </w:instrText>
    </w:r>
    <w:r w:rsidRPr="00B16C03">
      <w:rPr>
        <w:rFonts w:ascii="Verdana" w:hAnsi="Verdana"/>
        <w:color w:val="C7C9CA"/>
        <w:szCs w:val="18"/>
      </w:rPr>
      <w:fldChar w:fldCharType="separate"/>
    </w:r>
    <w:r w:rsidRPr="008D1238">
      <w:rPr>
        <w:rFonts w:ascii="Verdana" w:hAnsi="Verdana"/>
        <w:color w:val="C7C9CA"/>
        <w:szCs w:val="18"/>
        <w:lang w:val="fr-CA"/>
      </w:rPr>
      <w:t>1</w:t>
    </w:r>
    <w:r w:rsidRPr="00B16C03">
      <w:rPr>
        <w:rFonts w:ascii="Verdana" w:hAnsi="Verdana"/>
        <w:color w:val="C7C9CA"/>
        <w:szCs w:val="18"/>
      </w:rPr>
      <w:fldChar w:fldCharType="end"/>
    </w:r>
    <w:r w:rsidRPr="008D1238">
      <w:rPr>
        <w:rFonts w:ascii="Verdana" w:hAnsi="Verdana"/>
        <w:color w:val="C7C9CA"/>
        <w:szCs w:val="18"/>
        <w:lang w:val="fr-CA"/>
      </w:rPr>
      <w:t xml:space="preserve"> | </w:t>
    </w:r>
    <w:r w:rsidRPr="00B16C03">
      <w:rPr>
        <w:rFonts w:ascii="Verdana" w:hAnsi="Verdana"/>
        <w:color w:val="C7C9CA"/>
        <w:szCs w:val="18"/>
      </w:rPr>
      <w:fldChar w:fldCharType="begin"/>
    </w:r>
    <w:r w:rsidRPr="008D1238">
      <w:rPr>
        <w:rFonts w:ascii="Verdana" w:hAnsi="Verdana"/>
        <w:color w:val="C7C9CA"/>
        <w:szCs w:val="18"/>
        <w:lang w:val="fr-CA"/>
      </w:rPr>
      <w:instrText xml:space="preserve"> NUMPAGES  \* Arabic  \* MERGEFORMAT </w:instrText>
    </w:r>
    <w:r w:rsidRPr="00B16C03">
      <w:rPr>
        <w:rFonts w:ascii="Verdana" w:hAnsi="Verdana"/>
        <w:color w:val="C7C9CA"/>
        <w:szCs w:val="18"/>
      </w:rPr>
      <w:fldChar w:fldCharType="separate"/>
    </w:r>
    <w:r w:rsidRPr="008D1238">
      <w:rPr>
        <w:rFonts w:ascii="Verdana" w:hAnsi="Verdana"/>
        <w:color w:val="C7C9CA"/>
        <w:szCs w:val="18"/>
        <w:lang w:val="fr-CA"/>
      </w:rPr>
      <w:t>4</w:t>
    </w:r>
    <w:r w:rsidRPr="00B16C03">
      <w:rPr>
        <w:rFonts w:ascii="Verdana" w:hAnsi="Verdana"/>
        <w:color w:val="C7C9CA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CC0D8" w14:textId="77777777" w:rsidR="001F2331" w:rsidRDefault="001F2331">
      <w:r>
        <w:separator/>
      </w:r>
    </w:p>
  </w:footnote>
  <w:footnote w:type="continuationSeparator" w:id="0">
    <w:p w14:paraId="65FF3267" w14:textId="77777777" w:rsidR="001F2331" w:rsidRDefault="001F2331">
      <w:r>
        <w:continuationSeparator/>
      </w:r>
    </w:p>
  </w:footnote>
  <w:footnote w:type="continuationNotice" w:id="1">
    <w:p w14:paraId="74B4A30A" w14:textId="77777777" w:rsidR="001F2331" w:rsidRDefault="001F23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1B32" w14:textId="09A5C0C8" w:rsidR="009F27D6" w:rsidRDefault="00615A8A" w:rsidP="006A6033">
    <w:pPr>
      <w:pStyle w:val="En-tt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91" behindDoc="0" locked="0" layoutInCell="1" allowOverlap="1" wp14:anchorId="4BDA5A40" wp14:editId="2809F528">
              <wp:simplePos x="0" y="0"/>
              <wp:positionH relativeFrom="column">
                <wp:posOffset>-655731</wp:posOffset>
              </wp:positionH>
              <wp:positionV relativeFrom="paragraph">
                <wp:posOffset>-431443</wp:posOffset>
              </wp:positionV>
              <wp:extent cx="3429000" cy="901521"/>
              <wp:effectExtent l="0" t="0" r="0" b="0"/>
              <wp:wrapNone/>
              <wp:docPr id="855644680" name="Zone de texte 8556446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9015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3E15A" w14:textId="77777777" w:rsidR="00BC240A" w:rsidRPr="002C4BCC" w:rsidRDefault="00BC240A" w:rsidP="00BC240A">
                          <w:pPr>
                            <w:rPr>
                              <w:rFonts w:cs="Arial"/>
                              <w:b/>
                              <w:color w:val="FFFFFF"/>
                              <w:sz w:val="24"/>
                              <w:lang w:val="fr-CA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  <w:sz w:val="24"/>
                              <w:lang w:val="fr-CA"/>
                            </w:rPr>
                            <w:t>GUIDE D’ENTREVUE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A5A40" id="_x0000_t202" coordsize="21600,21600" o:spt="202" path="m,l,21600r21600,l21600,xe">
              <v:stroke joinstyle="miter"/>
              <v:path gradientshapeok="t" o:connecttype="rect"/>
            </v:shapetype>
            <v:shape id="Zone de texte 855644680" o:spid="_x0000_s1027" type="#_x0000_t202" style="position:absolute;left:0;text-align:left;margin-left:-51.65pt;margin-top:-33.95pt;width:270pt;height:71pt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" filled="f" stroked="f">
              <v:textbox>
                <w:txbxContent>
                  <w:p w14:paraId="2B43E15A" w14:textId="77777777" w:rsidR="00BC240A" w:rsidRPr="002C4BCC" w:rsidRDefault="00BC240A" w:rsidP="00BC240A">
                    <w:pPr>
                      <w:rPr>
                        <w:rFonts w:cs="Arial"/>
                        <w:b/>
                        <w:color w:val="FFFFFF"/>
                        <w:sz w:val="24"/>
                        <w:lang w:val="fr-CA"/>
                      </w:rPr>
                    </w:pPr>
                    <w:r>
                      <w:rPr>
                        <w:rFonts w:cs="Arial"/>
                        <w:b/>
                        <w:color w:val="FFFFFF"/>
                        <w:sz w:val="24"/>
                        <w:lang w:val="fr-CA"/>
                      </w:rPr>
                      <w:t>GUIDE D’ENTREVUE</w:t>
                    </w:r>
                  </w:p>
                </w:txbxContent>
              </v:textbox>
            </v:shape>
          </w:pict>
        </mc:Fallback>
      </mc:AlternateContent>
    </w:r>
    <w:r w:rsidR="00BC240A" w:rsidRPr="000C2507">
      <w:rPr>
        <w:noProof/>
        <w:color w:val="FCDADC"/>
      </w:rPr>
      <mc:AlternateContent>
        <mc:Choice Requires="wps">
          <w:drawing>
            <wp:anchor distT="0" distB="0" distL="114300" distR="114300" simplePos="0" relativeHeight="251661315" behindDoc="1" locked="0" layoutInCell="1" allowOverlap="1" wp14:anchorId="2FE89AA4" wp14:editId="6F2F54DA">
              <wp:simplePos x="0" y="0"/>
              <wp:positionH relativeFrom="column">
                <wp:posOffset>-2946400</wp:posOffset>
              </wp:positionH>
              <wp:positionV relativeFrom="paragraph">
                <wp:posOffset>-450215</wp:posOffset>
              </wp:positionV>
              <wp:extent cx="8268970" cy="914400"/>
              <wp:effectExtent l="0" t="0" r="0" b="0"/>
              <wp:wrapNone/>
              <wp:docPr id="1003959911" name="Parallélogramme 10039599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68970" cy="914400"/>
                      </a:xfrm>
                      <a:prstGeom prst="parallelogram">
                        <a:avLst>
                          <a:gd name="adj" fmla="val 226076"/>
                        </a:avLst>
                      </a:prstGeom>
                      <a:solidFill>
                        <a:schemeClr val="bg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BDD17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élogramme 1003959911" o:spid="_x0000_s1026" type="#_x0000_t7" style="position:absolute;margin-left:-232pt;margin-top:-35.45pt;width:651.1pt;height:1in;z-index:-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" fillcolor="#e7e6e6 [3214]" stroked="f"/>
          </w:pict>
        </mc:Fallback>
      </mc:AlternateContent>
    </w:r>
    <w:r w:rsidR="00464FCA" w:rsidRPr="00464FCA">
      <w:rPr>
        <w:noProof/>
      </w:rPr>
      <w:drawing>
        <wp:anchor distT="0" distB="0" distL="114300" distR="114300" simplePos="0" relativeHeight="251658243" behindDoc="1" locked="0" layoutInCell="1" allowOverlap="1" wp14:anchorId="0761A7C6" wp14:editId="7CE3C832">
          <wp:simplePos x="0" y="0"/>
          <wp:positionH relativeFrom="margin">
            <wp:posOffset>5763108</wp:posOffset>
          </wp:positionH>
          <wp:positionV relativeFrom="paragraph">
            <wp:posOffset>-230810</wp:posOffset>
          </wp:positionV>
          <wp:extent cx="577850" cy="577850"/>
          <wp:effectExtent l="0" t="0" r="0" b="0"/>
          <wp:wrapTight wrapText="bothSides">
            <wp:wrapPolygon edited="0">
              <wp:start x="0" y="0"/>
              <wp:lineTo x="0" y="20651"/>
              <wp:lineTo x="20651" y="20651"/>
              <wp:lineTo x="20651" y="0"/>
              <wp:lineTo x="0" y="0"/>
            </wp:wrapPolygon>
          </wp:wrapTight>
          <wp:docPr id="884019116" name="Image 884019116" descr="votre-logo-ici - Reseau I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otre-logo-ici - Reseau IC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77C6" w14:textId="7365D203" w:rsidR="009F27D6" w:rsidRDefault="00464FCA" w:rsidP="000B26D4">
    <w:pPr>
      <w:pStyle w:val="En-tte"/>
      <w:tabs>
        <w:tab w:val="clear" w:pos="4680"/>
        <w:tab w:val="clear" w:pos="9360"/>
        <w:tab w:val="left" w:pos="3180"/>
      </w:tabs>
    </w:pPr>
    <w:r w:rsidRPr="00464FCA">
      <w:rPr>
        <w:noProof/>
      </w:rPr>
      <w:drawing>
        <wp:anchor distT="0" distB="0" distL="114300" distR="114300" simplePos="0" relativeHeight="251658242" behindDoc="1" locked="0" layoutInCell="1" allowOverlap="1" wp14:anchorId="5C2F5E45" wp14:editId="49841EE0">
          <wp:simplePos x="0" y="0"/>
          <wp:positionH relativeFrom="margin">
            <wp:posOffset>5716067</wp:posOffset>
          </wp:positionH>
          <wp:positionV relativeFrom="paragraph">
            <wp:posOffset>-368351</wp:posOffset>
          </wp:positionV>
          <wp:extent cx="577850" cy="577850"/>
          <wp:effectExtent l="0" t="0" r="0" b="0"/>
          <wp:wrapTight wrapText="bothSides">
            <wp:wrapPolygon edited="0">
              <wp:start x="0" y="0"/>
              <wp:lineTo x="0" y="20651"/>
              <wp:lineTo x="20651" y="20651"/>
              <wp:lineTo x="20651" y="0"/>
              <wp:lineTo x="0" y="0"/>
            </wp:wrapPolygon>
          </wp:wrapTight>
          <wp:docPr id="1130100877" name="Image 1130100877" descr="votre-logo-ici - Reseau I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otre-logo-ici - Reseau IC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27D6">
      <w:tab/>
    </w:r>
    <w:r w:rsidR="0087275D">
      <w:tab/>
    </w:r>
    <w:r w:rsidR="00CA6DDD">
      <w:rPr>
        <w:noProof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2569"/>
    <w:multiLevelType w:val="hybridMultilevel"/>
    <w:tmpl w:val="1996E822"/>
    <w:lvl w:ilvl="0" w:tplc="8C866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16E3A"/>
    <w:multiLevelType w:val="hybridMultilevel"/>
    <w:tmpl w:val="B832070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C26FC"/>
    <w:multiLevelType w:val="hybridMultilevel"/>
    <w:tmpl w:val="B110323A"/>
    <w:lvl w:ilvl="0" w:tplc="4E081728">
      <w:start w:val="514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  <w:b/>
        <w:u w:val="singl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5065B"/>
    <w:multiLevelType w:val="hybridMultilevel"/>
    <w:tmpl w:val="9A3EE3BA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365965"/>
    <w:multiLevelType w:val="hybridMultilevel"/>
    <w:tmpl w:val="676E46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A54D4"/>
    <w:multiLevelType w:val="hybridMultilevel"/>
    <w:tmpl w:val="2828F59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0F050F"/>
    <w:multiLevelType w:val="hybridMultilevel"/>
    <w:tmpl w:val="8A94D9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412AC"/>
    <w:multiLevelType w:val="hybridMultilevel"/>
    <w:tmpl w:val="686ED7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069A2"/>
    <w:multiLevelType w:val="hybridMultilevel"/>
    <w:tmpl w:val="2B1E8366"/>
    <w:lvl w:ilvl="0" w:tplc="3D729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D3FD6"/>
    <w:multiLevelType w:val="hybridMultilevel"/>
    <w:tmpl w:val="7C44C2B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284E54"/>
    <w:multiLevelType w:val="hybridMultilevel"/>
    <w:tmpl w:val="12CC8D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6398A"/>
    <w:multiLevelType w:val="hybridMultilevel"/>
    <w:tmpl w:val="3836E7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0AD5"/>
    <w:multiLevelType w:val="hybridMultilevel"/>
    <w:tmpl w:val="94ACF6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B1C7E"/>
    <w:multiLevelType w:val="hybridMultilevel"/>
    <w:tmpl w:val="6A966F8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957E5"/>
    <w:multiLevelType w:val="hybridMultilevel"/>
    <w:tmpl w:val="CDA00ADE"/>
    <w:lvl w:ilvl="0" w:tplc="0876E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4220C9"/>
    <w:multiLevelType w:val="hybridMultilevel"/>
    <w:tmpl w:val="00DC56F6"/>
    <w:lvl w:ilvl="0" w:tplc="4E081728">
      <w:start w:val="514"/>
      <w:numFmt w:val="bullet"/>
      <w:lvlText w:val="•"/>
      <w:lvlJc w:val="left"/>
      <w:pPr>
        <w:ind w:left="720" w:hanging="720"/>
      </w:pPr>
      <w:rPr>
        <w:rFonts w:ascii="Calibri" w:eastAsia="Times New Roman" w:hAnsi="Calibri" w:cs="Calibri" w:hint="default"/>
        <w:b/>
        <w:u w:val="single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537BEC"/>
    <w:multiLevelType w:val="hybridMultilevel"/>
    <w:tmpl w:val="E6D644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923C30"/>
    <w:multiLevelType w:val="hybridMultilevel"/>
    <w:tmpl w:val="6DE2FCC4"/>
    <w:lvl w:ilvl="0" w:tplc="FAFAF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274A5"/>
    <w:multiLevelType w:val="hybridMultilevel"/>
    <w:tmpl w:val="5EEC17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07274"/>
    <w:multiLevelType w:val="hybridMultilevel"/>
    <w:tmpl w:val="113C91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608EB"/>
    <w:multiLevelType w:val="hybridMultilevel"/>
    <w:tmpl w:val="754C5B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1C1B1C"/>
    <w:multiLevelType w:val="hybridMultilevel"/>
    <w:tmpl w:val="8B8026D0"/>
    <w:lvl w:ilvl="0" w:tplc="013C9988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40" w:hanging="360"/>
      </w:pPr>
    </w:lvl>
    <w:lvl w:ilvl="2" w:tplc="1009001B" w:tentative="1">
      <w:start w:val="1"/>
      <w:numFmt w:val="lowerRoman"/>
      <w:lvlText w:val="%3."/>
      <w:lvlJc w:val="right"/>
      <w:pPr>
        <w:ind w:left="1960" w:hanging="180"/>
      </w:pPr>
    </w:lvl>
    <w:lvl w:ilvl="3" w:tplc="1009000F" w:tentative="1">
      <w:start w:val="1"/>
      <w:numFmt w:val="decimal"/>
      <w:lvlText w:val="%4."/>
      <w:lvlJc w:val="left"/>
      <w:pPr>
        <w:ind w:left="2680" w:hanging="360"/>
      </w:pPr>
    </w:lvl>
    <w:lvl w:ilvl="4" w:tplc="10090019" w:tentative="1">
      <w:start w:val="1"/>
      <w:numFmt w:val="lowerLetter"/>
      <w:lvlText w:val="%5."/>
      <w:lvlJc w:val="left"/>
      <w:pPr>
        <w:ind w:left="3400" w:hanging="360"/>
      </w:pPr>
    </w:lvl>
    <w:lvl w:ilvl="5" w:tplc="1009001B" w:tentative="1">
      <w:start w:val="1"/>
      <w:numFmt w:val="lowerRoman"/>
      <w:lvlText w:val="%6."/>
      <w:lvlJc w:val="right"/>
      <w:pPr>
        <w:ind w:left="4120" w:hanging="180"/>
      </w:pPr>
    </w:lvl>
    <w:lvl w:ilvl="6" w:tplc="1009000F" w:tentative="1">
      <w:start w:val="1"/>
      <w:numFmt w:val="decimal"/>
      <w:lvlText w:val="%7."/>
      <w:lvlJc w:val="left"/>
      <w:pPr>
        <w:ind w:left="4840" w:hanging="360"/>
      </w:pPr>
    </w:lvl>
    <w:lvl w:ilvl="7" w:tplc="10090019" w:tentative="1">
      <w:start w:val="1"/>
      <w:numFmt w:val="lowerLetter"/>
      <w:lvlText w:val="%8."/>
      <w:lvlJc w:val="left"/>
      <w:pPr>
        <w:ind w:left="5560" w:hanging="360"/>
      </w:pPr>
    </w:lvl>
    <w:lvl w:ilvl="8" w:tplc="10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22" w15:restartNumberingAfterBreak="0">
    <w:nsid w:val="3F8356F6"/>
    <w:multiLevelType w:val="hybridMultilevel"/>
    <w:tmpl w:val="CE7CE75C"/>
    <w:lvl w:ilvl="0" w:tplc="63506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25FB3"/>
    <w:multiLevelType w:val="hybridMultilevel"/>
    <w:tmpl w:val="307EA512"/>
    <w:lvl w:ilvl="0" w:tplc="4E521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F365F"/>
    <w:multiLevelType w:val="hybridMultilevel"/>
    <w:tmpl w:val="9E78FC20"/>
    <w:lvl w:ilvl="0" w:tplc="0D4212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731DC5"/>
    <w:multiLevelType w:val="hybridMultilevel"/>
    <w:tmpl w:val="2B1E8366"/>
    <w:lvl w:ilvl="0" w:tplc="3D729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3A698B"/>
    <w:multiLevelType w:val="hybridMultilevel"/>
    <w:tmpl w:val="07F248F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85BE8"/>
    <w:multiLevelType w:val="hybridMultilevel"/>
    <w:tmpl w:val="2B1E8366"/>
    <w:lvl w:ilvl="0" w:tplc="3D729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BB4C56"/>
    <w:multiLevelType w:val="hybridMultilevel"/>
    <w:tmpl w:val="9FD426B0"/>
    <w:lvl w:ilvl="0" w:tplc="2EB07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25997"/>
    <w:multiLevelType w:val="hybridMultilevel"/>
    <w:tmpl w:val="5F7EBF6C"/>
    <w:lvl w:ilvl="0" w:tplc="10090001">
      <w:start w:val="1"/>
      <w:numFmt w:val="bullet"/>
      <w:lvlText w:val=""/>
      <w:lvlJc w:val="left"/>
      <w:pPr>
        <w:ind w:left="53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30" w15:restartNumberingAfterBreak="0">
    <w:nsid w:val="66785BF1"/>
    <w:multiLevelType w:val="hybridMultilevel"/>
    <w:tmpl w:val="F50A1730"/>
    <w:lvl w:ilvl="0" w:tplc="95BA6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31294"/>
    <w:multiLevelType w:val="hybridMultilevel"/>
    <w:tmpl w:val="CACA620C"/>
    <w:lvl w:ilvl="0" w:tplc="1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7251D8"/>
    <w:multiLevelType w:val="hybridMultilevel"/>
    <w:tmpl w:val="4A3C488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11BAB"/>
    <w:multiLevelType w:val="hybridMultilevel"/>
    <w:tmpl w:val="898646D6"/>
    <w:lvl w:ilvl="0" w:tplc="29F85E42">
      <w:start w:val="3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40" w:hanging="360"/>
      </w:pPr>
    </w:lvl>
    <w:lvl w:ilvl="2" w:tplc="1009001B" w:tentative="1">
      <w:start w:val="1"/>
      <w:numFmt w:val="lowerRoman"/>
      <w:lvlText w:val="%3."/>
      <w:lvlJc w:val="right"/>
      <w:pPr>
        <w:ind w:left="1960" w:hanging="180"/>
      </w:pPr>
    </w:lvl>
    <w:lvl w:ilvl="3" w:tplc="1009000F" w:tentative="1">
      <w:start w:val="1"/>
      <w:numFmt w:val="decimal"/>
      <w:lvlText w:val="%4."/>
      <w:lvlJc w:val="left"/>
      <w:pPr>
        <w:ind w:left="2680" w:hanging="360"/>
      </w:pPr>
    </w:lvl>
    <w:lvl w:ilvl="4" w:tplc="10090019" w:tentative="1">
      <w:start w:val="1"/>
      <w:numFmt w:val="lowerLetter"/>
      <w:lvlText w:val="%5."/>
      <w:lvlJc w:val="left"/>
      <w:pPr>
        <w:ind w:left="3400" w:hanging="360"/>
      </w:pPr>
    </w:lvl>
    <w:lvl w:ilvl="5" w:tplc="1009001B" w:tentative="1">
      <w:start w:val="1"/>
      <w:numFmt w:val="lowerRoman"/>
      <w:lvlText w:val="%6."/>
      <w:lvlJc w:val="right"/>
      <w:pPr>
        <w:ind w:left="4120" w:hanging="180"/>
      </w:pPr>
    </w:lvl>
    <w:lvl w:ilvl="6" w:tplc="1009000F" w:tentative="1">
      <w:start w:val="1"/>
      <w:numFmt w:val="decimal"/>
      <w:lvlText w:val="%7."/>
      <w:lvlJc w:val="left"/>
      <w:pPr>
        <w:ind w:left="4840" w:hanging="360"/>
      </w:pPr>
    </w:lvl>
    <w:lvl w:ilvl="7" w:tplc="10090019" w:tentative="1">
      <w:start w:val="1"/>
      <w:numFmt w:val="lowerLetter"/>
      <w:lvlText w:val="%8."/>
      <w:lvlJc w:val="left"/>
      <w:pPr>
        <w:ind w:left="5560" w:hanging="360"/>
      </w:pPr>
    </w:lvl>
    <w:lvl w:ilvl="8" w:tplc="10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4" w15:restartNumberingAfterBreak="0">
    <w:nsid w:val="76B83BE3"/>
    <w:multiLevelType w:val="multilevel"/>
    <w:tmpl w:val="27649008"/>
    <w:styleLink w:val="z-listNumA"/>
    <w:lvl w:ilvl="0">
      <w:start w:val="1"/>
      <w:numFmt w:val="decimal"/>
      <w:lvlRestart w:val="0"/>
      <w:pStyle w:val="NumA1"/>
      <w:lvlText w:val="Q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  <w:lvl w:ilvl="1">
      <w:start w:val="1"/>
      <w:numFmt w:val="decimal"/>
      <w:lvlRestart w:val="0"/>
      <w:pStyle w:val="NumA2"/>
      <w:lvlText w:val="A%2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  <w:lvl w:ilvl="2">
      <w:start w:val="1"/>
      <w:numFmt w:val="lowerLetter"/>
      <w:pStyle w:val="NumA3"/>
      <w:lvlText w:val="(%3)"/>
      <w:lvlJc w:val="left"/>
      <w:pPr>
        <w:tabs>
          <w:tab w:val="num" w:pos="1440"/>
        </w:tabs>
        <w:ind w:left="1440" w:hanging="720"/>
      </w:pPr>
      <w:rPr>
        <w:b w:val="0"/>
        <w:i w:val="0"/>
        <w:u w:val="none"/>
      </w:rPr>
    </w:lvl>
    <w:lvl w:ilvl="3">
      <w:start w:val="1"/>
      <w:numFmt w:val="lowerRoman"/>
      <w:pStyle w:val="NumA4"/>
      <w:lvlText w:val="(%4)"/>
      <w:lvlJc w:val="left"/>
      <w:pPr>
        <w:tabs>
          <w:tab w:val="num" w:pos="2160"/>
        </w:tabs>
        <w:ind w:left="2160" w:hanging="720"/>
      </w:pPr>
      <w:rPr>
        <w:b w:val="0"/>
        <w:i w:val="0"/>
        <w:u w:val="none"/>
      </w:rPr>
    </w:lvl>
    <w:lvl w:ilvl="4">
      <w:start w:val="1"/>
      <w:numFmt w:val="upperLetter"/>
      <w:pStyle w:val="NumA5"/>
      <w:lvlText w:val="(%5)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5">
      <w:start w:val="1"/>
      <w:numFmt w:val="upperRoman"/>
      <w:pStyle w:val="NumA6"/>
      <w:lvlText w:val="(%6)"/>
      <w:lvlJc w:val="left"/>
      <w:pPr>
        <w:tabs>
          <w:tab w:val="num" w:pos="3600"/>
        </w:tabs>
        <w:ind w:left="3600" w:hanging="720"/>
      </w:pPr>
      <w:rPr>
        <w:b w:val="0"/>
        <w:i w:val="0"/>
        <w:u w:val="none"/>
      </w:rPr>
    </w:lvl>
    <w:lvl w:ilvl="6">
      <w:start w:val="1"/>
      <w:numFmt w:val="decimal"/>
      <w:pStyle w:val="NumA7"/>
      <w:lvlText w:val="(%7)"/>
      <w:lvlJc w:val="left"/>
      <w:pPr>
        <w:tabs>
          <w:tab w:val="num" w:pos="4320"/>
        </w:tabs>
        <w:ind w:left="4320" w:hanging="720"/>
      </w:pPr>
      <w:rPr>
        <w:b w:val="0"/>
        <w:i w:val="0"/>
        <w:u w:val="none"/>
      </w:rPr>
    </w:lvl>
    <w:lvl w:ilvl="7">
      <w:start w:val="1"/>
      <w:numFmt w:val="lowerLetter"/>
      <w:pStyle w:val="NumA8"/>
      <w:lvlText w:val="%8."/>
      <w:lvlJc w:val="left"/>
      <w:pPr>
        <w:tabs>
          <w:tab w:val="num" w:pos="5040"/>
        </w:tabs>
        <w:ind w:left="5040" w:hanging="720"/>
      </w:pPr>
      <w:rPr>
        <w:b w:val="0"/>
        <w:i w:val="0"/>
        <w:u w:val="none"/>
      </w:rPr>
    </w:lvl>
    <w:lvl w:ilvl="8">
      <w:start w:val="1"/>
      <w:numFmt w:val="lowerRoman"/>
      <w:pStyle w:val="NumA9"/>
      <w:lvlText w:val="%9."/>
      <w:lvlJc w:val="left"/>
      <w:pPr>
        <w:tabs>
          <w:tab w:val="num" w:pos="5760"/>
        </w:tabs>
        <w:ind w:left="5760" w:hanging="720"/>
      </w:pPr>
      <w:rPr>
        <w:b w:val="0"/>
        <w:i w:val="0"/>
        <w:u w:val="none"/>
      </w:rPr>
    </w:lvl>
  </w:abstractNum>
  <w:abstractNum w:abstractNumId="35" w15:restartNumberingAfterBreak="0">
    <w:nsid w:val="791B432D"/>
    <w:multiLevelType w:val="hybridMultilevel"/>
    <w:tmpl w:val="7CE85C70"/>
    <w:lvl w:ilvl="0" w:tplc="D65C0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6B105B"/>
    <w:multiLevelType w:val="hybridMultilevel"/>
    <w:tmpl w:val="0FC0784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FB5336"/>
    <w:multiLevelType w:val="hybridMultilevel"/>
    <w:tmpl w:val="2B9C4A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B0024"/>
    <w:multiLevelType w:val="hybridMultilevel"/>
    <w:tmpl w:val="1234C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620838">
    <w:abstractNumId w:val="34"/>
    <w:lvlOverride w:ilvl="0">
      <w:lvl w:ilvl="0">
        <w:start w:val="1"/>
        <w:numFmt w:val="decimal"/>
        <w:lvlRestart w:val="0"/>
        <w:pStyle w:val="NumA1"/>
        <w:lvlText w:val="Q%1."/>
        <w:lvlJc w:val="left"/>
        <w:pPr>
          <w:tabs>
            <w:tab w:val="num" w:pos="720"/>
          </w:tabs>
          <w:ind w:left="720" w:hanging="720"/>
        </w:pPr>
        <w:rPr>
          <w:b w:val="0"/>
          <w:i w:val="0"/>
          <w:u w:val="none"/>
        </w:rPr>
      </w:lvl>
    </w:lvlOverride>
    <w:lvlOverride w:ilvl="1">
      <w:lvl w:ilvl="1">
        <w:start w:val="1"/>
        <w:numFmt w:val="decimal"/>
        <w:lvlRestart w:val="0"/>
        <w:pStyle w:val="NumA2"/>
        <w:lvlText w:val="A%2."/>
        <w:lvlJc w:val="left"/>
        <w:pPr>
          <w:tabs>
            <w:tab w:val="num" w:pos="720"/>
          </w:tabs>
          <w:ind w:left="720" w:hanging="720"/>
        </w:pPr>
        <w:rPr>
          <w:b w:val="0"/>
          <w:i w:val="0"/>
          <w:sz w:val="18"/>
          <w:szCs w:val="18"/>
          <w:u w:val="none"/>
          <w:lang w:val="en-CA"/>
        </w:rPr>
      </w:lvl>
    </w:lvlOverride>
    <w:lvlOverride w:ilvl="2">
      <w:lvl w:ilvl="2">
        <w:start w:val="1"/>
        <w:numFmt w:val="lowerLetter"/>
        <w:pStyle w:val="NumA3"/>
        <w:lvlText w:val="(%3)"/>
        <w:lvlJc w:val="left"/>
        <w:pPr>
          <w:tabs>
            <w:tab w:val="num" w:pos="1440"/>
          </w:tabs>
          <w:ind w:left="1440" w:hanging="720"/>
        </w:pPr>
        <w:rPr>
          <w:b w:val="0"/>
          <w:i w:val="0"/>
          <w:u w:val="none"/>
        </w:rPr>
      </w:lvl>
    </w:lvlOverride>
    <w:lvlOverride w:ilvl="3">
      <w:lvl w:ilvl="3">
        <w:start w:val="1"/>
        <w:numFmt w:val="lowerRoman"/>
        <w:pStyle w:val="NumA4"/>
        <w:lvlText w:val="(%4)"/>
        <w:lvlJc w:val="left"/>
        <w:pPr>
          <w:tabs>
            <w:tab w:val="num" w:pos="2160"/>
          </w:tabs>
          <w:ind w:left="2160" w:hanging="720"/>
        </w:pPr>
        <w:rPr>
          <w:b w:val="0"/>
          <w:i w:val="0"/>
          <w:u w:val="none"/>
        </w:rPr>
      </w:lvl>
    </w:lvlOverride>
    <w:lvlOverride w:ilvl="4">
      <w:lvl w:ilvl="4">
        <w:start w:val="1"/>
        <w:numFmt w:val="upperLetter"/>
        <w:pStyle w:val="NumA5"/>
        <w:lvlText w:val="(%5)"/>
        <w:lvlJc w:val="left"/>
        <w:pPr>
          <w:tabs>
            <w:tab w:val="num" w:pos="2880"/>
          </w:tabs>
          <w:ind w:left="2880" w:hanging="720"/>
        </w:pPr>
        <w:rPr>
          <w:b w:val="0"/>
          <w:i w:val="0"/>
          <w:u w:val="none"/>
        </w:rPr>
      </w:lvl>
    </w:lvlOverride>
    <w:lvlOverride w:ilvl="5">
      <w:lvl w:ilvl="5">
        <w:start w:val="1"/>
        <w:numFmt w:val="upperRoman"/>
        <w:pStyle w:val="NumA6"/>
        <w:lvlText w:val="(%6)"/>
        <w:lvlJc w:val="left"/>
        <w:pPr>
          <w:tabs>
            <w:tab w:val="num" w:pos="3600"/>
          </w:tabs>
          <w:ind w:left="3600" w:hanging="720"/>
        </w:pPr>
        <w:rPr>
          <w:b w:val="0"/>
          <w:i w:val="0"/>
          <w:u w:val="none"/>
        </w:rPr>
      </w:lvl>
    </w:lvlOverride>
    <w:lvlOverride w:ilvl="6">
      <w:lvl w:ilvl="6">
        <w:start w:val="1"/>
        <w:numFmt w:val="decimal"/>
        <w:pStyle w:val="NumA7"/>
        <w:lvlText w:val="(%7)"/>
        <w:lvlJc w:val="left"/>
        <w:pPr>
          <w:tabs>
            <w:tab w:val="num" w:pos="4320"/>
          </w:tabs>
          <w:ind w:left="4320" w:hanging="720"/>
        </w:pPr>
        <w:rPr>
          <w:b w:val="0"/>
          <w:i w:val="0"/>
          <w:u w:val="none"/>
        </w:rPr>
      </w:lvl>
    </w:lvlOverride>
    <w:lvlOverride w:ilvl="7">
      <w:lvl w:ilvl="7">
        <w:start w:val="1"/>
        <w:numFmt w:val="lowerLetter"/>
        <w:pStyle w:val="NumA8"/>
        <w:lvlText w:val="%8."/>
        <w:lvlJc w:val="left"/>
        <w:pPr>
          <w:tabs>
            <w:tab w:val="num" w:pos="5040"/>
          </w:tabs>
          <w:ind w:left="5040" w:hanging="720"/>
        </w:pPr>
        <w:rPr>
          <w:b w:val="0"/>
          <w:i w:val="0"/>
          <w:u w:val="none"/>
        </w:rPr>
      </w:lvl>
    </w:lvlOverride>
    <w:lvlOverride w:ilvl="8">
      <w:lvl w:ilvl="8">
        <w:start w:val="1"/>
        <w:numFmt w:val="lowerRoman"/>
        <w:pStyle w:val="NumA9"/>
        <w:lvlText w:val="%9."/>
        <w:lvlJc w:val="left"/>
        <w:pPr>
          <w:tabs>
            <w:tab w:val="num" w:pos="5760"/>
          </w:tabs>
          <w:ind w:left="5760" w:hanging="720"/>
        </w:pPr>
        <w:rPr>
          <w:b w:val="0"/>
          <w:i w:val="0"/>
          <w:u w:val="none"/>
        </w:rPr>
      </w:lvl>
    </w:lvlOverride>
  </w:num>
  <w:num w:numId="2" w16cid:durableId="1487864391">
    <w:abstractNumId w:val="26"/>
  </w:num>
  <w:num w:numId="3" w16cid:durableId="355615870">
    <w:abstractNumId w:val="24"/>
  </w:num>
  <w:num w:numId="4" w16cid:durableId="953439644">
    <w:abstractNumId w:val="20"/>
  </w:num>
  <w:num w:numId="5" w16cid:durableId="463548822">
    <w:abstractNumId w:val="1"/>
  </w:num>
  <w:num w:numId="6" w16cid:durableId="1991714544">
    <w:abstractNumId w:val="23"/>
  </w:num>
  <w:num w:numId="7" w16cid:durableId="302930714">
    <w:abstractNumId w:val="36"/>
  </w:num>
  <w:num w:numId="8" w16cid:durableId="1056394201">
    <w:abstractNumId w:val="0"/>
  </w:num>
  <w:num w:numId="9" w16cid:durableId="243993282">
    <w:abstractNumId w:val="32"/>
  </w:num>
  <w:num w:numId="10" w16cid:durableId="1532298542">
    <w:abstractNumId w:val="6"/>
  </w:num>
  <w:num w:numId="11" w16cid:durableId="1973244513">
    <w:abstractNumId w:val="18"/>
  </w:num>
  <w:num w:numId="12" w16cid:durableId="1495955190">
    <w:abstractNumId w:val="12"/>
  </w:num>
  <w:num w:numId="13" w16cid:durableId="1589121474">
    <w:abstractNumId w:val="8"/>
  </w:num>
  <w:num w:numId="14" w16cid:durableId="1264265236">
    <w:abstractNumId w:val="35"/>
  </w:num>
  <w:num w:numId="15" w16cid:durableId="1172840464">
    <w:abstractNumId w:val="7"/>
  </w:num>
  <w:num w:numId="16" w16cid:durableId="2136292089">
    <w:abstractNumId w:val="25"/>
  </w:num>
  <w:num w:numId="17" w16cid:durableId="2114083338">
    <w:abstractNumId w:val="27"/>
  </w:num>
  <w:num w:numId="18" w16cid:durableId="1807353042">
    <w:abstractNumId w:val="14"/>
  </w:num>
  <w:num w:numId="19" w16cid:durableId="395401521">
    <w:abstractNumId w:val="3"/>
  </w:num>
  <w:num w:numId="20" w16cid:durableId="818572094">
    <w:abstractNumId w:val="16"/>
  </w:num>
  <w:num w:numId="21" w16cid:durableId="2102144544">
    <w:abstractNumId w:val="31"/>
  </w:num>
  <w:num w:numId="22" w16cid:durableId="1101874678">
    <w:abstractNumId w:val="5"/>
  </w:num>
  <w:num w:numId="23" w16cid:durableId="1923948942">
    <w:abstractNumId w:val="34"/>
  </w:num>
  <w:num w:numId="24" w16cid:durableId="958487104">
    <w:abstractNumId w:val="11"/>
  </w:num>
  <w:num w:numId="25" w16cid:durableId="1152259851">
    <w:abstractNumId w:val="29"/>
  </w:num>
  <w:num w:numId="26" w16cid:durableId="1589845448">
    <w:abstractNumId w:val="37"/>
  </w:num>
  <w:num w:numId="27" w16cid:durableId="622928090">
    <w:abstractNumId w:val="4"/>
  </w:num>
  <w:num w:numId="28" w16cid:durableId="1650673247">
    <w:abstractNumId w:val="2"/>
  </w:num>
  <w:num w:numId="29" w16cid:durableId="344021508">
    <w:abstractNumId w:val="15"/>
  </w:num>
  <w:num w:numId="30" w16cid:durableId="1186208583">
    <w:abstractNumId w:val="38"/>
  </w:num>
  <w:num w:numId="31" w16cid:durableId="300043056">
    <w:abstractNumId w:val="9"/>
  </w:num>
  <w:num w:numId="32" w16cid:durableId="136072865">
    <w:abstractNumId w:val="13"/>
  </w:num>
  <w:num w:numId="33" w16cid:durableId="287005534">
    <w:abstractNumId w:val="21"/>
  </w:num>
  <w:num w:numId="34" w16cid:durableId="598374063">
    <w:abstractNumId w:val="33"/>
  </w:num>
  <w:num w:numId="35" w16cid:durableId="1206260809">
    <w:abstractNumId w:val="10"/>
  </w:num>
  <w:num w:numId="36" w16cid:durableId="683826653">
    <w:abstractNumId w:val="19"/>
  </w:num>
  <w:num w:numId="37" w16cid:durableId="1967157680">
    <w:abstractNumId w:val="17"/>
  </w:num>
  <w:num w:numId="38" w16cid:durableId="728891596">
    <w:abstractNumId w:val="22"/>
  </w:num>
  <w:num w:numId="39" w16cid:durableId="976909064">
    <w:abstractNumId w:val="28"/>
  </w:num>
  <w:num w:numId="40" w16cid:durableId="1039933270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Scheme_N1" w:val="Num_A"/>
    <w:docVar w:name="N_ONE|Num_A" w:val="B|B|B|B|B|B|B|B|B"/>
    <w:docVar w:name="N_OneCvt" w:val="Y"/>
  </w:docVars>
  <w:rsids>
    <w:rsidRoot w:val="00593596"/>
    <w:rsid w:val="00024AC6"/>
    <w:rsid w:val="000317EB"/>
    <w:rsid w:val="0003239E"/>
    <w:rsid w:val="000603D3"/>
    <w:rsid w:val="00076B02"/>
    <w:rsid w:val="0008156C"/>
    <w:rsid w:val="00084258"/>
    <w:rsid w:val="00085105"/>
    <w:rsid w:val="000902DE"/>
    <w:rsid w:val="00090EA4"/>
    <w:rsid w:val="0009205F"/>
    <w:rsid w:val="00096D22"/>
    <w:rsid w:val="000A4AD7"/>
    <w:rsid w:val="000A4E9C"/>
    <w:rsid w:val="000A7BAA"/>
    <w:rsid w:val="000B26D4"/>
    <w:rsid w:val="000B3A9C"/>
    <w:rsid w:val="000B50B5"/>
    <w:rsid w:val="000C000E"/>
    <w:rsid w:val="000C2507"/>
    <w:rsid w:val="000C687D"/>
    <w:rsid w:val="000D1609"/>
    <w:rsid w:val="000D2932"/>
    <w:rsid w:val="000D35B5"/>
    <w:rsid w:val="000E240E"/>
    <w:rsid w:val="000E6E85"/>
    <w:rsid w:val="000F4F99"/>
    <w:rsid w:val="000F7368"/>
    <w:rsid w:val="001005CB"/>
    <w:rsid w:val="00101405"/>
    <w:rsid w:val="001014A6"/>
    <w:rsid w:val="00101536"/>
    <w:rsid w:val="00103B12"/>
    <w:rsid w:val="001044D5"/>
    <w:rsid w:val="00105F7A"/>
    <w:rsid w:val="00117054"/>
    <w:rsid w:val="00133062"/>
    <w:rsid w:val="00134326"/>
    <w:rsid w:val="00136B21"/>
    <w:rsid w:val="00142C5C"/>
    <w:rsid w:val="001430A1"/>
    <w:rsid w:val="00146F90"/>
    <w:rsid w:val="001568EC"/>
    <w:rsid w:val="00163118"/>
    <w:rsid w:val="00167A43"/>
    <w:rsid w:val="0019106F"/>
    <w:rsid w:val="001A6274"/>
    <w:rsid w:val="001B0A9F"/>
    <w:rsid w:val="001B45FD"/>
    <w:rsid w:val="001B6904"/>
    <w:rsid w:val="001C253E"/>
    <w:rsid w:val="001D005A"/>
    <w:rsid w:val="001E180C"/>
    <w:rsid w:val="001E1A40"/>
    <w:rsid w:val="001E41EB"/>
    <w:rsid w:val="001F0798"/>
    <w:rsid w:val="001F0D35"/>
    <w:rsid w:val="001F2331"/>
    <w:rsid w:val="001F3AE4"/>
    <w:rsid w:val="001F707E"/>
    <w:rsid w:val="00201389"/>
    <w:rsid w:val="00201650"/>
    <w:rsid w:val="0020397A"/>
    <w:rsid w:val="002102D9"/>
    <w:rsid w:val="00213DE3"/>
    <w:rsid w:val="002149B8"/>
    <w:rsid w:val="00215874"/>
    <w:rsid w:val="002160DF"/>
    <w:rsid w:val="00225EA5"/>
    <w:rsid w:val="002261D0"/>
    <w:rsid w:val="00234C10"/>
    <w:rsid w:val="002428E2"/>
    <w:rsid w:val="00243343"/>
    <w:rsid w:val="00246733"/>
    <w:rsid w:val="00252D51"/>
    <w:rsid w:val="00263BE7"/>
    <w:rsid w:val="00272DF0"/>
    <w:rsid w:val="0027640C"/>
    <w:rsid w:val="002775D7"/>
    <w:rsid w:val="002776CD"/>
    <w:rsid w:val="0028281B"/>
    <w:rsid w:val="0028366A"/>
    <w:rsid w:val="002A220D"/>
    <w:rsid w:val="002A60AF"/>
    <w:rsid w:val="002C2366"/>
    <w:rsid w:val="002C2E66"/>
    <w:rsid w:val="002C4BCC"/>
    <w:rsid w:val="002D007D"/>
    <w:rsid w:val="002D065A"/>
    <w:rsid w:val="002F4F59"/>
    <w:rsid w:val="003041F4"/>
    <w:rsid w:val="0030609F"/>
    <w:rsid w:val="00306410"/>
    <w:rsid w:val="00310A93"/>
    <w:rsid w:val="00315041"/>
    <w:rsid w:val="00316EF4"/>
    <w:rsid w:val="00317C17"/>
    <w:rsid w:val="00323B55"/>
    <w:rsid w:val="003273CA"/>
    <w:rsid w:val="00330DE5"/>
    <w:rsid w:val="00331852"/>
    <w:rsid w:val="003321B7"/>
    <w:rsid w:val="00333977"/>
    <w:rsid w:val="00341DD0"/>
    <w:rsid w:val="0037457D"/>
    <w:rsid w:val="003755BA"/>
    <w:rsid w:val="00392FF0"/>
    <w:rsid w:val="00396960"/>
    <w:rsid w:val="00397C42"/>
    <w:rsid w:val="003A6929"/>
    <w:rsid w:val="003B280A"/>
    <w:rsid w:val="003B79CE"/>
    <w:rsid w:val="003C4A44"/>
    <w:rsid w:val="003D0249"/>
    <w:rsid w:val="003D3DD3"/>
    <w:rsid w:val="003D5E02"/>
    <w:rsid w:val="003E6C3C"/>
    <w:rsid w:val="003E6D60"/>
    <w:rsid w:val="003E6DE3"/>
    <w:rsid w:val="003F1721"/>
    <w:rsid w:val="003F655B"/>
    <w:rsid w:val="00402067"/>
    <w:rsid w:val="00406C3E"/>
    <w:rsid w:val="0041204C"/>
    <w:rsid w:val="00412FAC"/>
    <w:rsid w:val="00417943"/>
    <w:rsid w:val="00417C53"/>
    <w:rsid w:val="00422F5C"/>
    <w:rsid w:val="004314C4"/>
    <w:rsid w:val="00436E18"/>
    <w:rsid w:val="00441225"/>
    <w:rsid w:val="004605CA"/>
    <w:rsid w:val="00463FE0"/>
    <w:rsid w:val="00464FCA"/>
    <w:rsid w:val="004762A5"/>
    <w:rsid w:val="00492546"/>
    <w:rsid w:val="00494350"/>
    <w:rsid w:val="004B03AC"/>
    <w:rsid w:val="004C032F"/>
    <w:rsid w:val="004C1045"/>
    <w:rsid w:val="004C6018"/>
    <w:rsid w:val="004E6DF1"/>
    <w:rsid w:val="004F44E9"/>
    <w:rsid w:val="004F74CB"/>
    <w:rsid w:val="005064EE"/>
    <w:rsid w:val="00513605"/>
    <w:rsid w:val="00524249"/>
    <w:rsid w:val="005270B1"/>
    <w:rsid w:val="0053208E"/>
    <w:rsid w:val="00545BEC"/>
    <w:rsid w:val="00547CA4"/>
    <w:rsid w:val="00555E6B"/>
    <w:rsid w:val="005700E2"/>
    <w:rsid w:val="00577361"/>
    <w:rsid w:val="0058543E"/>
    <w:rsid w:val="00593596"/>
    <w:rsid w:val="005A40CC"/>
    <w:rsid w:val="005A5824"/>
    <w:rsid w:val="005A6294"/>
    <w:rsid w:val="005A765D"/>
    <w:rsid w:val="005B517B"/>
    <w:rsid w:val="005C0015"/>
    <w:rsid w:val="005D1500"/>
    <w:rsid w:val="005D6D85"/>
    <w:rsid w:val="005D7C94"/>
    <w:rsid w:val="005F4485"/>
    <w:rsid w:val="00600CC7"/>
    <w:rsid w:val="00601ED9"/>
    <w:rsid w:val="00610CE2"/>
    <w:rsid w:val="00615A8A"/>
    <w:rsid w:val="006334AD"/>
    <w:rsid w:val="00636DE7"/>
    <w:rsid w:val="00647EEB"/>
    <w:rsid w:val="0065451F"/>
    <w:rsid w:val="00665696"/>
    <w:rsid w:val="00667A61"/>
    <w:rsid w:val="006722FD"/>
    <w:rsid w:val="00672CBD"/>
    <w:rsid w:val="00673F22"/>
    <w:rsid w:val="00691CA1"/>
    <w:rsid w:val="006944D7"/>
    <w:rsid w:val="006A0E5A"/>
    <w:rsid w:val="006A114A"/>
    <w:rsid w:val="006A59E6"/>
    <w:rsid w:val="006A6033"/>
    <w:rsid w:val="006A73D1"/>
    <w:rsid w:val="006A7711"/>
    <w:rsid w:val="006B2E88"/>
    <w:rsid w:val="006C07C4"/>
    <w:rsid w:val="006C3498"/>
    <w:rsid w:val="006C6290"/>
    <w:rsid w:val="006D3B34"/>
    <w:rsid w:val="006D3D94"/>
    <w:rsid w:val="006D47F0"/>
    <w:rsid w:val="006E266A"/>
    <w:rsid w:val="006E2F26"/>
    <w:rsid w:val="006E6070"/>
    <w:rsid w:val="006E7854"/>
    <w:rsid w:val="006F2946"/>
    <w:rsid w:val="006F77BB"/>
    <w:rsid w:val="00712DCB"/>
    <w:rsid w:val="0072098E"/>
    <w:rsid w:val="00740C6D"/>
    <w:rsid w:val="00744988"/>
    <w:rsid w:val="007503F5"/>
    <w:rsid w:val="00785BE1"/>
    <w:rsid w:val="00786689"/>
    <w:rsid w:val="007879D9"/>
    <w:rsid w:val="0079129C"/>
    <w:rsid w:val="007A4CAF"/>
    <w:rsid w:val="007B4764"/>
    <w:rsid w:val="007C5EB0"/>
    <w:rsid w:val="007E71F3"/>
    <w:rsid w:val="007F10CB"/>
    <w:rsid w:val="00812556"/>
    <w:rsid w:val="0081324C"/>
    <w:rsid w:val="0081711A"/>
    <w:rsid w:val="00827A69"/>
    <w:rsid w:val="008542F8"/>
    <w:rsid w:val="00865289"/>
    <w:rsid w:val="008654F8"/>
    <w:rsid w:val="00870A2E"/>
    <w:rsid w:val="008724DB"/>
    <w:rsid w:val="0087275D"/>
    <w:rsid w:val="0087605D"/>
    <w:rsid w:val="00876FE4"/>
    <w:rsid w:val="00880068"/>
    <w:rsid w:val="00882588"/>
    <w:rsid w:val="00883097"/>
    <w:rsid w:val="0088725E"/>
    <w:rsid w:val="00893152"/>
    <w:rsid w:val="008C7191"/>
    <w:rsid w:val="008D07FD"/>
    <w:rsid w:val="008D1238"/>
    <w:rsid w:val="008D3A24"/>
    <w:rsid w:val="008E4DA6"/>
    <w:rsid w:val="008E7DEE"/>
    <w:rsid w:val="008F388A"/>
    <w:rsid w:val="008F42E5"/>
    <w:rsid w:val="008F4366"/>
    <w:rsid w:val="008F5CE9"/>
    <w:rsid w:val="0090054B"/>
    <w:rsid w:val="00902F2F"/>
    <w:rsid w:val="00903F94"/>
    <w:rsid w:val="00912D81"/>
    <w:rsid w:val="009168B7"/>
    <w:rsid w:val="009319E6"/>
    <w:rsid w:val="009375B5"/>
    <w:rsid w:val="0094743B"/>
    <w:rsid w:val="009603B1"/>
    <w:rsid w:val="00970291"/>
    <w:rsid w:val="00974732"/>
    <w:rsid w:val="0097613A"/>
    <w:rsid w:val="009768FE"/>
    <w:rsid w:val="00977440"/>
    <w:rsid w:val="009A6CCB"/>
    <w:rsid w:val="009B06CC"/>
    <w:rsid w:val="009B1007"/>
    <w:rsid w:val="009B1072"/>
    <w:rsid w:val="009B1FE0"/>
    <w:rsid w:val="009C3681"/>
    <w:rsid w:val="009C6296"/>
    <w:rsid w:val="009D40F5"/>
    <w:rsid w:val="009E5AC7"/>
    <w:rsid w:val="009F1836"/>
    <w:rsid w:val="009F2365"/>
    <w:rsid w:val="009F27D6"/>
    <w:rsid w:val="00A0350F"/>
    <w:rsid w:val="00A0764A"/>
    <w:rsid w:val="00A11057"/>
    <w:rsid w:val="00A32251"/>
    <w:rsid w:val="00A34AD4"/>
    <w:rsid w:val="00A47A3D"/>
    <w:rsid w:val="00A56AB5"/>
    <w:rsid w:val="00A56B30"/>
    <w:rsid w:val="00A56CFE"/>
    <w:rsid w:val="00A613B0"/>
    <w:rsid w:val="00A66182"/>
    <w:rsid w:val="00A71098"/>
    <w:rsid w:val="00A7114A"/>
    <w:rsid w:val="00A73F13"/>
    <w:rsid w:val="00A759F4"/>
    <w:rsid w:val="00A82652"/>
    <w:rsid w:val="00A867D2"/>
    <w:rsid w:val="00A94753"/>
    <w:rsid w:val="00AA7417"/>
    <w:rsid w:val="00AA7C9B"/>
    <w:rsid w:val="00AC0935"/>
    <w:rsid w:val="00AC615A"/>
    <w:rsid w:val="00AD6607"/>
    <w:rsid w:val="00AD7260"/>
    <w:rsid w:val="00AE02F0"/>
    <w:rsid w:val="00AE7DFA"/>
    <w:rsid w:val="00AF5B08"/>
    <w:rsid w:val="00B00090"/>
    <w:rsid w:val="00B0425F"/>
    <w:rsid w:val="00B11E1B"/>
    <w:rsid w:val="00B3401F"/>
    <w:rsid w:val="00B52CBA"/>
    <w:rsid w:val="00B534CE"/>
    <w:rsid w:val="00B60BC5"/>
    <w:rsid w:val="00B7164E"/>
    <w:rsid w:val="00B86523"/>
    <w:rsid w:val="00B900E4"/>
    <w:rsid w:val="00B90414"/>
    <w:rsid w:val="00BA0DEC"/>
    <w:rsid w:val="00BA622F"/>
    <w:rsid w:val="00BB752B"/>
    <w:rsid w:val="00BC132F"/>
    <w:rsid w:val="00BC240A"/>
    <w:rsid w:val="00BD01BD"/>
    <w:rsid w:val="00BD2A5D"/>
    <w:rsid w:val="00BE7CD0"/>
    <w:rsid w:val="00BF6D9D"/>
    <w:rsid w:val="00C0431A"/>
    <w:rsid w:val="00C0649E"/>
    <w:rsid w:val="00C1417B"/>
    <w:rsid w:val="00C171FF"/>
    <w:rsid w:val="00C2056E"/>
    <w:rsid w:val="00C26778"/>
    <w:rsid w:val="00C32844"/>
    <w:rsid w:val="00C35F97"/>
    <w:rsid w:val="00C43A31"/>
    <w:rsid w:val="00C45AC3"/>
    <w:rsid w:val="00C5570D"/>
    <w:rsid w:val="00C578D7"/>
    <w:rsid w:val="00C61FD0"/>
    <w:rsid w:val="00C7354C"/>
    <w:rsid w:val="00C835F5"/>
    <w:rsid w:val="00C94CF9"/>
    <w:rsid w:val="00CA6DDD"/>
    <w:rsid w:val="00CB1C27"/>
    <w:rsid w:val="00CD6174"/>
    <w:rsid w:val="00CD6B21"/>
    <w:rsid w:val="00CF135B"/>
    <w:rsid w:val="00D04AF3"/>
    <w:rsid w:val="00D1532D"/>
    <w:rsid w:val="00D17134"/>
    <w:rsid w:val="00D21282"/>
    <w:rsid w:val="00D22066"/>
    <w:rsid w:val="00D24CA2"/>
    <w:rsid w:val="00D26470"/>
    <w:rsid w:val="00D26E94"/>
    <w:rsid w:val="00D272CA"/>
    <w:rsid w:val="00D32CD2"/>
    <w:rsid w:val="00D41C9B"/>
    <w:rsid w:val="00D575C5"/>
    <w:rsid w:val="00D713EB"/>
    <w:rsid w:val="00D746FC"/>
    <w:rsid w:val="00D824BA"/>
    <w:rsid w:val="00D82E82"/>
    <w:rsid w:val="00D840C9"/>
    <w:rsid w:val="00DB17E6"/>
    <w:rsid w:val="00DB76CA"/>
    <w:rsid w:val="00DD0EA6"/>
    <w:rsid w:val="00DD2210"/>
    <w:rsid w:val="00DD7A91"/>
    <w:rsid w:val="00DE3292"/>
    <w:rsid w:val="00DF5EBB"/>
    <w:rsid w:val="00DF75C2"/>
    <w:rsid w:val="00DF7978"/>
    <w:rsid w:val="00DF7A1F"/>
    <w:rsid w:val="00E03180"/>
    <w:rsid w:val="00E06FD1"/>
    <w:rsid w:val="00E13A88"/>
    <w:rsid w:val="00E175D4"/>
    <w:rsid w:val="00E21411"/>
    <w:rsid w:val="00E21D4E"/>
    <w:rsid w:val="00E226B8"/>
    <w:rsid w:val="00E249BE"/>
    <w:rsid w:val="00E2519B"/>
    <w:rsid w:val="00E310B9"/>
    <w:rsid w:val="00E37970"/>
    <w:rsid w:val="00E45F23"/>
    <w:rsid w:val="00E50158"/>
    <w:rsid w:val="00E51B95"/>
    <w:rsid w:val="00E551FA"/>
    <w:rsid w:val="00E65E6B"/>
    <w:rsid w:val="00E65FCC"/>
    <w:rsid w:val="00E871AD"/>
    <w:rsid w:val="00E94326"/>
    <w:rsid w:val="00E97873"/>
    <w:rsid w:val="00EA6FF4"/>
    <w:rsid w:val="00EB3C08"/>
    <w:rsid w:val="00EC1C3B"/>
    <w:rsid w:val="00EC25F8"/>
    <w:rsid w:val="00EC4359"/>
    <w:rsid w:val="00EC4C21"/>
    <w:rsid w:val="00ED0427"/>
    <w:rsid w:val="00EE165B"/>
    <w:rsid w:val="00EF0B76"/>
    <w:rsid w:val="00EF140B"/>
    <w:rsid w:val="00EF785D"/>
    <w:rsid w:val="00F1172A"/>
    <w:rsid w:val="00F151B7"/>
    <w:rsid w:val="00F21FC6"/>
    <w:rsid w:val="00F2216B"/>
    <w:rsid w:val="00F238B0"/>
    <w:rsid w:val="00F3183A"/>
    <w:rsid w:val="00F32F62"/>
    <w:rsid w:val="00F57319"/>
    <w:rsid w:val="00F574CD"/>
    <w:rsid w:val="00F663DD"/>
    <w:rsid w:val="00F83888"/>
    <w:rsid w:val="00F85BD5"/>
    <w:rsid w:val="00F85F26"/>
    <w:rsid w:val="00F8689A"/>
    <w:rsid w:val="00F86B52"/>
    <w:rsid w:val="00F87A45"/>
    <w:rsid w:val="00F922C7"/>
    <w:rsid w:val="00F966DB"/>
    <w:rsid w:val="00FA1445"/>
    <w:rsid w:val="00FA5A7A"/>
    <w:rsid w:val="00FA7CCA"/>
    <w:rsid w:val="00FB5C53"/>
    <w:rsid w:val="00FE4914"/>
    <w:rsid w:val="00FE7891"/>
    <w:rsid w:val="00FF051F"/>
    <w:rsid w:val="00FF0BC2"/>
    <w:rsid w:val="00FF28B0"/>
    <w:rsid w:val="00FF2E3F"/>
    <w:rsid w:val="07D7B698"/>
    <w:rsid w:val="2656F2F4"/>
    <w:rsid w:val="28290F23"/>
    <w:rsid w:val="34FBE5FF"/>
    <w:rsid w:val="4CC818D8"/>
    <w:rsid w:val="5B863440"/>
    <w:rsid w:val="62DBBC86"/>
    <w:rsid w:val="64778CE7"/>
    <w:rsid w:val="6684FA75"/>
    <w:rsid w:val="75F310D1"/>
    <w:rsid w:val="76CDCFDA"/>
    <w:rsid w:val="7F0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5344863"/>
  <w15:docId w15:val="{F2FD4071-D28F-410E-BF78-C358B8A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7A91"/>
    <w:pPr>
      <w:jc w:val="both"/>
    </w:pPr>
    <w:rPr>
      <w:rFonts w:ascii="Arial" w:hAnsi="Arial"/>
      <w:sz w:val="18"/>
      <w:szCs w:val="24"/>
      <w:lang w:eastAsia="en-US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gntable">
    <w:name w:val="$sign table=)"/>
    <w:basedOn w:val="Normal"/>
    <w:pPr>
      <w:keepNext/>
      <w:ind w:left="144"/>
    </w:pPr>
  </w:style>
  <w:style w:type="paragraph" w:customStyle="1" w:styleId="basetablenormal">
    <w:name w:val="!base table normal"/>
    <w:basedOn w:val="Normal"/>
  </w:style>
  <w:style w:type="paragraph" w:customStyle="1" w:styleId="baseheading">
    <w:name w:val="!base heading"/>
    <w:basedOn w:val="Normal"/>
    <w:pPr>
      <w:keepNext/>
      <w:keepLines/>
      <w:spacing w:before="240"/>
    </w:pPr>
  </w:style>
  <w:style w:type="paragraph" w:customStyle="1" w:styleId="basebodytext">
    <w:name w:val="!base body text"/>
    <w:basedOn w:val="Normal"/>
    <w:pPr>
      <w:spacing w:before="240"/>
    </w:pPr>
  </w:style>
  <w:style w:type="paragraph" w:customStyle="1" w:styleId="basequote">
    <w:name w:val="!base quote"/>
    <w:basedOn w:val="Normal"/>
    <w:pPr>
      <w:spacing w:before="240"/>
      <w:ind w:right="720"/>
    </w:pPr>
  </w:style>
  <w:style w:type="paragraph" w:customStyle="1" w:styleId="headingdoctitle">
    <w:name w:val="%heading=doc title"/>
    <w:basedOn w:val="baseheading"/>
    <w:next w:val="bodytextindent0"/>
    <w:pPr>
      <w:spacing w:before="0"/>
      <w:jc w:val="center"/>
    </w:pPr>
    <w:rPr>
      <w:b/>
      <w:caps/>
    </w:rPr>
  </w:style>
  <w:style w:type="paragraph" w:customStyle="1" w:styleId="bodytextindent0">
    <w:name w:val="#body text=indent 0"/>
    <w:basedOn w:val="basebodytext"/>
  </w:style>
  <w:style w:type="paragraph" w:customStyle="1" w:styleId="bodytextfirstline10">
    <w:name w:val="#body text=first line 1.0"/>
    <w:basedOn w:val="basebodytext"/>
    <w:pPr>
      <w:ind w:firstLine="1440"/>
    </w:pPr>
  </w:style>
  <w:style w:type="paragraph" w:customStyle="1" w:styleId="headingcentrebold">
    <w:name w:val="%heading=centre bold"/>
    <w:basedOn w:val="baseheading"/>
    <w:next w:val="bodytextindent0"/>
    <w:pPr>
      <w:jc w:val="center"/>
    </w:pPr>
    <w:rPr>
      <w:b/>
    </w:rPr>
  </w:style>
  <w:style w:type="paragraph" w:customStyle="1" w:styleId="headingleftbold">
    <w:name w:val="%heading=left bold"/>
    <w:basedOn w:val="baseheading"/>
    <w:next w:val="bodytextindent0"/>
    <w:rPr>
      <w:b/>
    </w:rPr>
  </w:style>
  <w:style w:type="paragraph" w:customStyle="1" w:styleId="headingleftbolditalic">
    <w:name w:val="%heading=left bold italic"/>
    <w:basedOn w:val="baseheading"/>
    <w:next w:val="bodytextindent0"/>
    <w:rPr>
      <w:b/>
      <w:i/>
    </w:rPr>
  </w:style>
  <w:style w:type="paragraph" w:customStyle="1" w:styleId="headingleftitalic">
    <w:name w:val="%heading=left italic"/>
    <w:basedOn w:val="baseheading"/>
    <w:next w:val="bodytextindent0"/>
    <w:rPr>
      <w:i/>
    </w:rPr>
  </w:style>
  <w:style w:type="paragraph" w:customStyle="1" w:styleId="bodytextfirstline05">
    <w:name w:val="#body text=first line 0.5"/>
    <w:basedOn w:val="basebodytext"/>
    <w:pPr>
      <w:ind w:firstLine="720"/>
    </w:pPr>
  </w:style>
  <w:style w:type="paragraph" w:customStyle="1" w:styleId="bodytextindent05">
    <w:name w:val="#body text=indent 0.5"/>
    <w:basedOn w:val="basebodytext"/>
    <w:pPr>
      <w:ind w:left="720"/>
    </w:pPr>
  </w:style>
  <w:style w:type="paragraph" w:customStyle="1" w:styleId="bodytextindent10">
    <w:name w:val="#body text=indent 1.0"/>
    <w:basedOn w:val="basebodytext"/>
    <w:pPr>
      <w:ind w:left="1440"/>
    </w:pPr>
  </w:style>
  <w:style w:type="paragraph" w:customStyle="1" w:styleId="bodytextindent15">
    <w:name w:val="#body text=indent 1.5"/>
    <w:basedOn w:val="basebodytext"/>
    <w:pPr>
      <w:ind w:left="2160"/>
    </w:pPr>
  </w:style>
  <w:style w:type="paragraph" w:customStyle="1" w:styleId="partiesrightalign">
    <w:name w:val="*parties=right align"/>
    <w:basedOn w:val="baseparties"/>
    <w:pPr>
      <w:jc w:val="right"/>
    </w:pPr>
  </w:style>
  <w:style w:type="paragraph" w:customStyle="1" w:styleId="baseparties">
    <w:name w:val="!base parties"/>
    <w:basedOn w:val="Normal"/>
    <w:pPr>
      <w:spacing w:before="240"/>
    </w:pPr>
  </w:style>
  <w:style w:type="paragraph" w:customStyle="1" w:styleId="partiesleftalign">
    <w:name w:val="*parties=left align"/>
    <w:basedOn w:val="baseparties"/>
  </w:style>
  <w:style w:type="paragraph" w:customStyle="1" w:styleId="miscredherring">
    <w:name w:val="$misc=red herring"/>
    <w:basedOn w:val="Normal"/>
    <w:rPr>
      <w:b/>
      <w:color w:val="FF0000"/>
      <w:sz w:val="16"/>
    </w:rPr>
  </w:style>
  <w:style w:type="paragraph" w:customStyle="1" w:styleId="quote10pt-left10right5">
    <w:name w:val="@quote=10 pt-left 1.0/right .5"/>
    <w:basedOn w:val="basequote"/>
    <w:pPr>
      <w:ind w:left="1440"/>
    </w:pPr>
    <w:rPr>
      <w:sz w:val="20"/>
    </w:rPr>
  </w:style>
  <w:style w:type="paragraph" w:customStyle="1" w:styleId="quoteleft5right5">
    <w:name w:val="@quote=left .5/right .5"/>
    <w:basedOn w:val="basequote"/>
    <w:pPr>
      <w:ind w:left="720"/>
    </w:pPr>
  </w:style>
  <w:style w:type="paragraph" w:customStyle="1" w:styleId="quoteleft10right10">
    <w:name w:val="@quote=left 1.0/right 1.0"/>
    <w:basedOn w:val="basequote"/>
    <w:pPr>
      <w:ind w:left="1440" w:right="1440"/>
    </w:pPr>
  </w:style>
  <w:style w:type="paragraph" w:customStyle="1" w:styleId="quoteleft15right5">
    <w:name w:val="@quote=left 1.5/right .5"/>
    <w:basedOn w:val="basequote"/>
    <w:pPr>
      <w:ind w:left="2160"/>
    </w:pPr>
  </w:style>
  <w:style w:type="paragraph" w:customStyle="1" w:styleId="tablecentrem">
    <w:name w:val="^table=centre +m"/>
    <w:basedOn w:val="basetablenormal"/>
    <w:pPr>
      <w:jc w:val="center"/>
    </w:pPr>
  </w:style>
  <w:style w:type="paragraph" w:customStyle="1" w:styleId="tabledecimalm">
    <w:name w:val="^table=decimal +m"/>
    <w:basedOn w:val="basetablenormal"/>
    <w:pPr>
      <w:tabs>
        <w:tab w:val="decimal" w:pos="1008"/>
      </w:tabs>
    </w:pPr>
  </w:style>
  <w:style w:type="paragraph" w:customStyle="1" w:styleId="tableheadingm">
    <w:name w:val="^table=heading +m"/>
    <w:basedOn w:val="basetablenormal"/>
    <w:pPr>
      <w:keepNext/>
      <w:spacing w:before="40" w:after="40"/>
      <w:jc w:val="center"/>
    </w:pPr>
    <w:rPr>
      <w:b/>
    </w:rPr>
  </w:style>
  <w:style w:type="paragraph" w:customStyle="1" w:styleId="tableleftm">
    <w:name w:val="^table=left +m"/>
    <w:basedOn w:val="basetablenormal"/>
  </w:style>
  <w:style w:type="paragraph" w:customStyle="1" w:styleId="tablerightm">
    <w:name w:val="^table=right +m"/>
    <w:basedOn w:val="basetablenormal"/>
    <w:pPr>
      <w:jc w:val="right"/>
    </w:pPr>
  </w:style>
  <w:style w:type="paragraph" w:customStyle="1" w:styleId="tabletitlem">
    <w:name w:val="^table=title +m"/>
    <w:basedOn w:val="basetablenormal"/>
    <w:pPr>
      <w:keepNext/>
      <w:spacing w:before="240" w:after="240"/>
      <w:jc w:val="center"/>
    </w:pPr>
    <w:rPr>
      <w:b/>
    </w:rPr>
  </w:style>
  <w:style w:type="paragraph" w:customStyle="1" w:styleId="signtablecentre">
    <w:name w:val="$sign table=centre"/>
    <w:basedOn w:val="Normal"/>
    <w:pPr>
      <w:keepNext/>
      <w:jc w:val="center"/>
    </w:pPr>
  </w:style>
  <w:style w:type="paragraph" w:customStyle="1" w:styleId="miscuserdefined1">
    <w:name w:val="$misc user defined 1"/>
    <w:basedOn w:val="Normal"/>
  </w:style>
  <w:style w:type="paragraph" w:customStyle="1" w:styleId="miscuserdefined2">
    <w:name w:val="$misc user defined 2"/>
    <w:basedOn w:val="Normal"/>
  </w:style>
  <w:style w:type="paragraph" w:customStyle="1" w:styleId="signtableleft">
    <w:name w:val="$sign table=left"/>
    <w:basedOn w:val="Normal"/>
    <w:pPr>
      <w:keepNext/>
    </w:pPr>
  </w:style>
  <w:style w:type="paragraph" w:customStyle="1" w:styleId="signtableright">
    <w:name w:val="$sign table=right"/>
    <w:basedOn w:val="Normal"/>
    <w:pPr>
      <w:keepNext/>
      <w:jc w:val="right"/>
    </w:pPr>
  </w:style>
  <w:style w:type="paragraph" w:customStyle="1" w:styleId="partiesLRindent10">
    <w:name w:val="*parties=L/R indent 1.0"/>
    <w:basedOn w:val="baseparties"/>
    <w:pPr>
      <w:suppressAutoHyphens/>
      <w:ind w:left="1440" w:right="1440"/>
    </w:pPr>
  </w:style>
  <w:style w:type="paragraph" w:customStyle="1" w:styleId="bodyuserdefined1">
    <w:name w:val="#body user defined 1"/>
    <w:basedOn w:val="basebodytext"/>
  </w:style>
  <w:style w:type="paragraph" w:customStyle="1" w:styleId="bodyuserdefined2">
    <w:name w:val="#body user defined 2"/>
    <w:basedOn w:val="basebodytext"/>
  </w:style>
  <w:style w:type="paragraph" w:customStyle="1" w:styleId="headinguserdefined1">
    <w:name w:val="%heading user defined 1"/>
    <w:basedOn w:val="baseheading"/>
    <w:next w:val="bodytextindent0"/>
  </w:style>
  <w:style w:type="paragraph" w:customStyle="1" w:styleId="headinguserdefined2">
    <w:name w:val="%heading user defined 2"/>
    <w:basedOn w:val="baseheading"/>
    <w:next w:val="bodytextindent0"/>
  </w:style>
  <w:style w:type="paragraph" w:customStyle="1" w:styleId="quoteuserdefined1">
    <w:name w:val="@quote user defined 1"/>
    <w:basedOn w:val="basequote"/>
  </w:style>
  <w:style w:type="paragraph" w:customStyle="1" w:styleId="quoteuserdefined2">
    <w:name w:val="@quote user defined 2"/>
    <w:basedOn w:val="basequote"/>
  </w:style>
  <w:style w:type="paragraph" w:customStyle="1" w:styleId="tableuserdefined1">
    <w:name w:val="^table user defined 1"/>
    <w:basedOn w:val="basetablenormal"/>
  </w:style>
  <w:style w:type="paragraph" w:customStyle="1" w:styleId="tableuserdefined2">
    <w:name w:val="^table user defined 2"/>
    <w:basedOn w:val="basetablenormal"/>
  </w:style>
  <w:style w:type="paragraph" w:customStyle="1" w:styleId="partiescentrealign">
    <w:name w:val="*parties=centre align"/>
    <w:basedOn w:val="baseparties"/>
    <w:pPr>
      <w:jc w:val="center"/>
    </w:pPr>
  </w:style>
  <w:style w:type="paragraph" w:customStyle="1" w:styleId="partiesrightalign0spbefore">
    <w:name w:val="*parties=right align 0sp before"/>
    <w:basedOn w:val="baseparties"/>
    <w:pPr>
      <w:spacing w:before="0"/>
      <w:jc w:val="right"/>
    </w:pPr>
  </w:style>
  <w:style w:type="paragraph" w:styleId="Pieddepage">
    <w:name w:val="footer"/>
    <w:basedOn w:val="Normal"/>
    <w:pPr>
      <w:tabs>
        <w:tab w:val="center" w:pos="4680"/>
        <w:tab w:val="right" w:pos="9360"/>
      </w:tabs>
    </w:pPr>
    <w:rPr>
      <w:sz w:val="16"/>
    </w:rPr>
  </w:style>
  <w:style w:type="paragraph" w:styleId="Notedebasdepage">
    <w:name w:val="footnote text"/>
    <w:basedOn w:val="Normal"/>
    <w:next w:val="FootnoteTextcont"/>
    <w:semiHidden/>
    <w:pPr>
      <w:spacing w:before="60"/>
      <w:ind w:left="274" w:hanging="274"/>
    </w:pPr>
    <w:rPr>
      <w:sz w:val="20"/>
    </w:rPr>
  </w:style>
  <w:style w:type="paragraph" w:customStyle="1" w:styleId="FootnoteTextcont">
    <w:name w:val="Footnote Text cont"/>
    <w:basedOn w:val="Notedebasdepage"/>
    <w:pPr>
      <w:ind w:firstLine="0"/>
    </w:pPr>
  </w:style>
  <w:style w:type="paragraph" w:styleId="En-tte">
    <w:name w:val="header"/>
    <w:basedOn w:val="Normal"/>
    <w:pPr>
      <w:tabs>
        <w:tab w:val="center" w:pos="4680"/>
        <w:tab w:val="right" w:pos="9360"/>
      </w:tabs>
    </w:pPr>
  </w:style>
  <w:style w:type="paragraph" w:customStyle="1" w:styleId="baselist">
    <w:name w:val="!base list"/>
    <w:basedOn w:val="Normal"/>
    <w:pPr>
      <w:keepLines/>
      <w:spacing w:before="240"/>
    </w:pPr>
  </w:style>
  <w:style w:type="paragraph" w:customStyle="1" w:styleId="listindent0">
    <w:name w:val="&gt;list=indent 0"/>
    <w:basedOn w:val="baselist"/>
    <w:next w:val="bodytextindent0"/>
  </w:style>
  <w:style w:type="paragraph" w:customStyle="1" w:styleId="listindent05">
    <w:name w:val="&gt;list=indent 0.5"/>
    <w:basedOn w:val="baselist"/>
    <w:next w:val="bodytextindent0"/>
    <w:pPr>
      <w:ind w:left="720"/>
    </w:pPr>
  </w:style>
  <w:style w:type="paragraph" w:customStyle="1" w:styleId="listindent10">
    <w:name w:val="&gt;list=indent 1.0"/>
    <w:basedOn w:val="baselist"/>
    <w:next w:val="bodytextindent0"/>
    <w:pPr>
      <w:ind w:left="1440"/>
    </w:pPr>
  </w:style>
  <w:style w:type="paragraph" w:customStyle="1" w:styleId="listindent15">
    <w:name w:val="&gt;list=indent 1.5"/>
    <w:basedOn w:val="baselist"/>
    <w:next w:val="bodytextindent0"/>
    <w:pPr>
      <w:ind w:left="2160"/>
    </w:pPr>
  </w:style>
  <w:style w:type="paragraph" w:customStyle="1" w:styleId="listuserdefined1">
    <w:name w:val="&gt;list user defined 1"/>
    <w:basedOn w:val="baselist"/>
    <w:next w:val="bodytextindent0"/>
  </w:style>
  <w:style w:type="paragraph" w:customStyle="1" w:styleId="listuserdefined2">
    <w:name w:val="&gt;list user defined 2"/>
    <w:basedOn w:val="baselist"/>
    <w:next w:val="bodytextindent0"/>
  </w:style>
  <w:style w:type="paragraph" w:customStyle="1" w:styleId="headingcentre">
    <w:name w:val="%heading=centre"/>
    <w:basedOn w:val="baseheading"/>
    <w:next w:val="bodytextindent0"/>
    <w:pPr>
      <w:jc w:val="center"/>
    </w:pPr>
  </w:style>
  <w:style w:type="paragraph" w:customStyle="1" w:styleId="headingcentreunderline">
    <w:name w:val="%heading=centre underline"/>
    <w:basedOn w:val="baseheading"/>
    <w:next w:val="bodytextindent0"/>
    <w:pPr>
      <w:jc w:val="center"/>
    </w:pPr>
    <w:rPr>
      <w:u w:val="single"/>
    </w:rPr>
  </w:style>
  <w:style w:type="paragraph" w:customStyle="1" w:styleId="headingleftunderline">
    <w:name w:val="%heading=left underline"/>
    <w:basedOn w:val="baseheading"/>
    <w:next w:val="bodytextindent0"/>
    <w:rPr>
      <w:u w:val="single"/>
    </w:rPr>
  </w:style>
  <w:style w:type="paragraph" w:customStyle="1" w:styleId="tablejustifiedm">
    <w:name w:val="^table=justified +m"/>
    <w:basedOn w:val="basetablenormal"/>
  </w:style>
  <w:style w:type="paragraph" w:customStyle="1" w:styleId="miscciteref">
    <w:name w:val="$misc=cite ref"/>
    <w:basedOn w:val="Normal"/>
    <w:pPr>
      <w:spacing w:before="240" w:after="240"/>
      <w:ind w:left="1440" w:right="720"/>
    </w:pPr>
    <w:rPr>
      <w:b/>
      <w:sz w:val="20"/>
    </w:rPr>
  </w:style>
  <w:style w:type="paragraph" w:customStyle="1" w:styleId="TableBodyText">
    <w:name w:val="Table_Body Text"/>
    <w:basedOn w:val="Normal"/>
    <w:pPr>
      <w:spacing w:after="80"/>
      <w:jc w:val="left"/>
    </w:pPr>
  </w:style>
  <w:style w:type="paragraph" w:customStyle="1" w:styleId="TableauTitre">
    <w:name w:val="Tableau Titre"/>
    <w:basedOn w:val="Normal"/>
    <w:pPr>
      <w:ind w:left="173"/>
      <w:jc w:val="left"/>
    </w:pPr>
    <w:rPr>
      <w:rFonts w:ascii="Frutiger LT Std 55 Roman" w:hAnsi="Frutiger LT Std 55 Roman"/>
      <w:caps/>
      <w:color w:val="FFFFFF"/>
      <w:sz w:val="24"/>
      <w:lang w:val="fr-CA"/>
    </w:rPr>
  </w:style>
  <w:style w:type="numbering" w:customStyle="1" w:styleId="z-listNumA">
    <w:name w:val="z-list Num_A"/>
    <w:basedOn w:val="Aucuneliste"/>
    <w:pPr>
      <w:numPr>
        <w:numId w:val="23"/>
      </w:numPr>
    </w:pPr>
  </w:style>
  <w:style w:type="paragraph" w:customStyle="1" w:styleId="z-baseNumA">
    <w:name w:val="z-base Num_A"/>
    <w:pPr>
      <w:spacing w:before="180"/>
      <w:jc w:val="both"/>
    </w:pPr>
    <w:rPr>
      <w:rFonts w:ascii="Arial" w:hAnsi="Arial"/>
      <w:sz w:val="18"/>
      <w:szCs w:val="24"/>
      <w:lang w:eastAsia="en-US"/>
    </w:rPr>
  </w:style>
  <w:style w:type="paragraph" w:customStyle="1" w:styleId="NumA1">
    <w:name w:val="Num_A 1"/>
    <w:basedOn w:val="z-baseNumA"/>
    <w:next w:val="NumA2"/>
    <w:uiPriority w:val="19"/>
    <w:qFormat/>
    <w:pPr>
      <w:numPr>
        <w:numId w:val="1"/>
      </w:numPr>
    </w:pPr>
    <w:rPr>
      <w:i/>
    </w:rPr>
  </w:style>
  <w:style w:type="paragraph" w:customStyle="1" w:styleId="NumAext1">
    <w:name w:val="Num_A ext 1"/>
    <w:basedOn w:val="z-baseNumA"/>
    <w:uiPriority w:val="20"/>
    <w:qFormat/>
    <w:pPr>
      <w:ind w:left="720"/>
    </w:pPr>
  </w:style>
  <w:style w:type="paragraph" w:customStyle="1" w:styleId="NumA2">
    <w:name w:val="Num_A 2"/>
    <w:basedOn w:val="z-baseNumA"/>
    <w:next w:val="NumA1"/>
    <w:uiPriority w:val="19"/>
    <w:qFormat/>
    <w:pPr>
      <w:numPr>
        <w:ilvl w:val="1"/>
        <w:numId w:val="1"/>
      </w:numPr>
    </w:pPr>
  </w:style>
  <w:style w:type="paragraph" w:customStyle="1" w:styleId="NumAext2">
    <w:name w:val="Num_A ext 2"/>
    <w:basedOn w:val="z-baseNumA"/>
    <w:uiPriority w:val="20"/>
    <w:qFormat/>
    <w:pPr>
      <w:ind w:left="720"/>
    </w:pPr>
  </w:style>
  <w:style w:type="paragraph" w:customStyle="1" w:styleId="NumA3">
    <w:name w:val="Num_A 3"/>
    <w:basedOn w:val="z-baseNumA"/>
    <w:uiPriority w:val="19"/>
    <w:qFormat/>
    <w:pPr>
      <w:numPr>
        <w:ilvl w:val="2"/>
        <w:numId w:val="1"/>
      </w:numPr>
    </w:pPr>
  </w:style>
  <w:style w:type="paragraph" w:customStyle="1" w:styleId="NumAext3">
    <w:name w:val="Num_A ext 3"/>
    <w:basedOn w:val="z-baseNumA"/>
    <w:next w:val="NumA3"/>
    <w:uiPriority w:val="20"/>
    <w:qFormat/>
    <w:pPr>
      <w:ind w:left="1440"/>
    </w:pPr>
  </w:style>
  <w:style w:type="paragraph" w:customStyle="1" w:styleId="NumA4">
    <w:name w:val="Num_A 4"/>
    <w:basedOn w:val="z-baseNumA"/>
    <w:uiPriority w:val="19"/>
    <w:qFormat/>
    <w:pPr>
      <w:numPr>
        <w:ilvl w:val="3"/>
        <w:numId w:val="1"/>
      </w:numPr>
    </w:pPr>
  </w:style>
  <w:style w:type="paragraph" w:customStyle="1" w:styleId="NumAext4">
    <w:name w:val="Num_A ext 4"/>
    <w:basedOn w:val="z-baseNumA"/>
    <w:next w:val="NumA4"/>
    <w:uiPriority w:val="20"/>
    <w:qFormat/>
    <w:pPr>
      <w:ind w:left="2160"/>
    </w:pPr>
  </w:style>
  <w:style w:type="paragraph" w:customStyle="1" w:styleId="NumA5">
    <w:name w:val="Num_A 5"/>
    <w:basedOn w:val="z-baseNumA"/>
    <w:uiPriority w:val="19"/>
    <w:pPr>
      <w:numPr>
        <w:ilvl w:val="4"/>
        <w:numId w:val="1"/>
      </w:numPr>
    </w:pPr>
  </w:style>
  <w:style w:type="paragraph" w:customStyle="1" w:styleId="NumAext5">
    <w:name w:val="Num_A ext 5"/>
    <w:basedOn w:val="z-baseNumA"/>
    <w:next w:val="NumA5"/>
    <w:uiPriority w:val="20"/>
    <w:pPr>
      <w:ind w:left="2880"/>
    </w:pPr>
  </w:style>
  <w:style w:type="paragraph" w:customStyle="1" w:styleId="NumA6">
    <w:name w:val="Num_A 6"/>
    <w:basedOn w:val="z-baseNumA"/>
    <w:uiPriority w:val="19"/>
    <w:pPr>
      <w:numPr>
        <w:ilvl w:val="5"/>
        <w:numId w:val="1"/>
      </w:numPr>
    </w:pPr>
  </w:style>
  <w:style w:type="paragraph" w:customStyle="1" w:styleId="NumAext6">
    <w:name w:val="Num_A ext 6"/>
    <w:basedOn w:val="z-baseNumA"/>
    <w:next w:val="NumA6"/>
    <w:uiPriority w:val="20"/>
    <w:pPr>
      <w:ind w:left="3600"/>
    </w:pPr>
  </w:style>
  <w:style w:type="paragraph" w:customStyle="1" w:styleId="NumA7">
    <w:name w:val="Num_A 7"/>
    <w:basedOn w:val="z-baseNumA"/>
    <w:uiPriority w:val="19"/>
    <w:pPr>
      <w:numPr>
        <w:ilvl w:val="6"/>
        <w:numId w:val="1"/>
      </w:numPr>
    </w:pPr>
  </w:style>
  <w:style w:type="paragraph" w:customStyle="1" w:styleId="NumAext7">
    <w:name w:val="Num_A ext 7"/>
    <w:basedOn w:val="z-baseNumA"/>
    <w:next w:val="NumA7"/>
    <w:uiPriority w:val="20"/>
    <w:pPr>
      <w:ind w:left="4320"/>
    </w:pPr>
  </w:style>
  <w:style w:type="paragraph" w:customStyle="1" w:styleId="NumA8">
    <w:name w:val="Num_A 8"/>
    <w:basedOn w:val="z-baseNumA"/>
    <w:uiPriority w:val="19"/>
    <w:pPr>
      <w:numPr>
        <w:ilvl w:val="7"/>
        <w:numId w:val="1"/>
      </w:numPr>
    </w:pPr>
  </w:style>
  <w:style w:type="paragraph" w:customStyle="1" w:styleId="NumAext8">
    <w:name w:val="Num_A ext 8"/>
    <w:basedOn w:val="z-baseNumA"/>
    <w:next w:val="NumA8"/>
    <w:uiPriority w:val="20"/>
    <w:pPr>
      <w:ind w:left="5040"/>
    </w:pPr>
  </w:style>
  <w:style w:type="paragraph" w:customStyle="1" w:styleId="NumA9">
    <w:name w:val="Num_A 9"/>
    <w:basedOn w:val="z-baseNumA"/>
    <w:uiPriority w:val="19"/>
    <w:pPr>
      <w:numPr>
        <w:ilvl w:val="8"/>
        <w:numId w:val="1"/>
      </w:numPr>
      <w:outlineLvl w:val="8"/>
    </w:pPr>
  </w:style>
  <w:style w:type="paragraph" w:customStyle="1" w:styleId="NumAext9">
    <w:name w:val="Num_A ext 9"/>
    <w:basedOn w:val="z-baseNumA"/>
    <w:next w:val="NumA9"/>
    <w:uiPriority w:val="20"/>
    <w:pPr>
      <w:ind w:left="5760"/>
    </w:p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en-CA" w:eastAsia="en-US"/>
    </w:rPr>
  </w:style>
  <w:style w:type="table" w:styleId="Grilledutableau">
    <w:name w:val="Table Grid"/>
    <w:basedOn w:val="TableauNormal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">
    <w:name w:val="Quote"/>
    <w:basedOn w:val="Normal"/>
    <w:next w:val="Normal"/>
    <w:link w:val="CitationCar"/>
    <w:uiPriority w:val="29"/>
    <w:qFormat/>
    <w:pPr>
      <w:spacing w:after="200" w:line="276" w:lineRule="auto"/>
      <w:jc w:val="left"/>
    </w:pPr>
    <w:rPr>
      <w:rFonts w:ascii="Calibri" w:hAnsi="Calibri"/>
      <w:i/>
      <w:iCs/>
      <w:color w:val="000000"/>
      <w:sz w:val="22"/>
      <w:szCs w:val="22"/>
      <w:lang w:val="fr-CA" w:eastAsia="fr-CA"/>
    </w:rPr>
  </w:style>
  <w:style w:type="character" w:customStyle="1" w:styleId="CitationCar">
    <w:name w:val="Citation Car"/>
    <w:link w:val="Citation"/>
    <w:uiPriority w:val="29"/>
    <w:rPr>
      <w:rFonts w:ascii="Calibri" w:hAnsi="Calibri"/>
      <w:i/>
      <w:iCs/>
      <w:color w:val="000000"/>
      <w:sz w:val="22"/>
      <w:szCs w:val="22"/>
    </w:rPr>
  </w:style>
  <w:style w:type="table" w:styleId="Listemoyenne2-Accent6">
    <w:name w:val="Medium List 2 Accent 6"/>
    <w:basedOn w:val="TableauNormal"/>
    <w:uiPriority w:val="66"/>
    <w:rPr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auNormal"/>
    <w:next w:val="Grilledutableau"/>
    <w:rsid w:val="00D41C9B"/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0350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A5824"/>
    <w:rPr>
      <w:color w:val="808080"/>
    </w:rPr>
  </w:style>
  <w:style w:type="character" w:styleId="Marquedecommentaire">
    <w:name w:val="annotation reference"/>
    <w:basedOn w:val="Policepardfaut"/>
    <w:rsid w:val="00FF2E3F"/>
    <w:rPr>
      <w:sz w:val="16"/>
      <w:szCs w:val="16"/>
    </w:rPr>
  </w:style>
  <w:style w:type="paragraph" w:styleId="Commentaire">
    <w:name w:val="annotation text"/>
    <w:basedOn w:val="Normal"/>
    <w:link w:val="CommentaireCar"/>
    <w:rsid w:val="00FF2E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F2E3F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FF2E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F2E3F"/>
    <w:rPr>
      <w:rFonts w:ascii="Arial" w:hAnsi="Arial"/>
      <w:b/>
      <w:bCs/>
      <w:lang w:eastAsia="en-US"/>
    </w:rPr>
  </w:style>
  <w:style w:type="paragraph" w:styleId="Rvision">
    <w:name w:val="Revision"/>
    <w:hidden/>
    <w:uiPriority w:val="99"/>
    <w:semiHidden/>
    <w:rsid w:val="0019106F"/>
    <w:rPr>
      <w:rFonts w:ascii="Arial" w:hAnsi="Arial"/>
      <w:sz w:val="18"/>
      <w:szCs w:val="24"/>
      <w:lang w:eastAsia="en-US"/>
    </w:rPr>
  </w:style>
  <w:style w:type="character" w:styleId="Lienhypertexte">
    <w:name w:val="Hyperlink"/>
    <w:basedOn w:val="Policepardfaut"/>
    <w:rsid w:val="0020397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397A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qFormat/>
    <w:rsid w:val="00B0009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0009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2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sys\prod\templates\Blan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93E76E53394DA38D6B1807EB1743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B842A8-0ED6-48AE-8D02-053A0357BF3C}"/>
      </w:docPartPr>
      <w:docPartBody>
        <w:p w:rsidR="009A574F" w:rsidRDefault="009A574F" w:rsidP="009A574F">
          <w:pPr>
            <w:pStyle w:val="4B93E76E53394DA38D6B1807EB1743A4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5569E129997541EAA4312D47C1FF40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8B6EA-5C55-41A7-A775-A60567958380}"/>
      </w:docPartPr>
      <w:docPartBody>
        <w:p w:rsidR="009A574F" w:rsidRDefault="009A574F" w:rsidP="009A574F">
          <w:pPr>
            <w:pStyle w:val="5569E129997541EAA4312D47C1FF409E"/>
          </w:pPr>
          <w:r w:rsidRPr="001430A1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FF2E6FF258E246D9A4EFD56DEE3946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D1246D-4278-42EA-B230-C44EC3DA7129}"/>
      </w:docPartPr>
      <w:docPartBody>
        <w:p w:rsidR="009A574F" w:rsidRDefault="009A574F" w:rsidP="009A574F">
          <w:pPr>
            <w:pStyle w:val="FF2E6FF258E246D9A4EFD56DEE394645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FA96B51ACEEB4C1ABE76A5060F2C7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C12CDF-F206-4844-BFD0-2C687320A0B6}"/>
      </w:docPartPr>
      <w:docPartBody>
        <w:p w:rsidR="009A574F" w:rsidRDefault="009A574F" w:rsidP="009A574F">
          <w:pPr>
            <w:pStyle w:val="FA96B51ACEEB4C1ABE76A5060F2C7AC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843C96AE497747B69C72E90CF08868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9C5A0B-D87E-4D64-ABC4-8B0AEF886F0A}"/>
      </w:docPartPr>
      <w:docPartBody>
        <w:p w:rsidR="009A574F" w:rsidRDefault="009A574F" w:rsidP="009A574F">
          <w:pPr>
            <w:pStyle w:val="843C96AE497747B69C72E90CF088684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D9DF4E1942D74EFEA9A437A5125758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5F71E7-F1A0-49C0-B2FE-830BC8D07A7D}"/>
      </w:docPartPr>
      <w:docPartBody>
        <w:p w:rsidR="009A574F" w:rsidRDefault="009A574F" w:rsidP="009A574F">
          <w:pPr>
            <w:pStyle w:val="D9DF4E1942D74EFEA9A437A512575873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CC82EDC1E80F4C7FB0C12EE4A188E7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625489-B180-41AF-BF8A-1C87C6D98C3B}"/>
      </w:docPartPr>
      <w:docPartBody>
        <w:p w:rsidR="009A574F" w:rsidRDefault="009A574F" w:rsidP="009A574F">
          <w:pPr>
            <w:pStyle w:val="CC82EDC1E80F4C7FB0C12EE4A188E75A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92A69A4E9F6842C1A7B6008C7233F4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B0C7F1-3413-4ED8-B962-9197FB5FC056}"/>
      </w:docPartPr>
      <w:docPartBody>
        <w:p w:rsidR="009A574F" w:rsidRDefault="009A574F" w:rsidP="009A574F">
          <w:pPr>
            <w:pStyle w:val="92A69A4E9F6842C1A7B6008C7233F450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72A2984DB5F64B028106A384FAC9F6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627E3E-9BBD-4BA6-A2EA-CF088319A07F}"/>
      </w:docPartPr>
      <w:docPartBody>
        <w:p w:rsidR="009A574F" w:rsidRDefault="009A574F" w:rsidP="009A574F">
          <w:pPr>
            <w:pStyle w:val="72A2984DB5F64B028106A384FAC9F675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698112BE262B4FAC96A95823B6F74B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9D639-1CEF-4D0A-85D8-56E598D62EC1}"/>
      </w:docPartPr>
      <w:docPartBody>
        <w:p w:rsidR="009A574F" w:rsidRDefault="009A574F" w:rsidP="009A574F">
          <w:pPr>
            <w:pStyle w:val="698112BE262B4FAC96A95823B6F74B151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8E41A16948CF4522AD1BFAB4EB75C8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AB4042-801D-4515-98FB-24DBA95FD493}"/>
      </w:docPartPr>
      <w:docPartBody>
        <w:p w:rsidR="007E0DFF" w:rsidRDefault="009A574F" w:rsidP="009A574F">
          <w:pPr>
            <w:pStyle w:val="8E41A16948CF4522AD1BFAB4EB75C852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9F2943ECA86F426A9EE6D3F1AE760A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1CD445-6F15-442C-939F-79FEE5F45E62}"/>
      </w:docPartPr>
      <w:docPartBody>
        <w:p w:rsidR="007E0DFF" w:rsidRDefault="009A574F" w:rsidP="009A574F">
          <w:pPr>
            <w:pStyle w:val="9F2943ECA86F426A9EE6D3F1AE760A5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4A971C5C494F4545B53394732A84AD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1BFFD8-BAC7-4D20-836C-C4EDBE2C657D}"/>
      </w:docPartPr>
      <w:docPartBody>
        <w:p w:rsidR="007E0DFF" w:rsidRDefault="009A574F" w:rsidP="009A574F">
          <w:pPr>
            <w:pStyle w:val="4A971C5C494F4545B53394732A84AD7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00AAEA068FB6459C91C762501F2CE7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81F351-7AC0-4996-9D4D-BAB28C47233B}"/>
      </w:docPartPr>
      <w:docPartBody>
        <w:p w:rsidR="007E0DFF" w:rsidRDefault="009A574F" w:rsidP="009A574F">
          <w:pPr>
            <w:pStyle w:val="00AAEA068FB6459C91C762501F2CE7D7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71EBA248656A46C283CCB31F9674C8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F84268-9B1C-4C6C-99F8-7F365808AC2B}"/>
      </w:docPartPr>
      <w:docPartBody>
        <w:p w:rsidR="007E0DFF" w:rsidRDefault="009A574F" w:rsidP="009A574F">
          <w:pPr>
            <w:pStyle w:val="71EBA248656A46C283CCB31F9674C80A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AD691282D15B4879BF6E87D6EE2F26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5E5EC-8845-441D-81AB-E252F61DF91F}"/>
      </w:docPartPr>
      <w:docPartBody>
        <w:p w:rsidR="007E0DFF" w:rsidRDefault="009A574F" w:rsidP="009A574F">
          <w:pPr>
            <w:pStyle w:val="AD691282D15B4879BF6E87D6EE2F2685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5E74339069EC48449DAAA48B32C160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AC9D6A-47E8-4C06-9D1B-8FD97533AF31}"/>
      </w:docPartPr>
      <w:docPartBody>
        <w:p w:rsidR="007E0DFF" w:rsidRDefault="009A574F" w:rsidP="009A574F">
          <w:pPr>
            <w:pStyle w:val="5E74339069EC48449DAAA48B32C16088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8E9BA7A41AF54D968AFB4D24D532E3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B10157-8A57-44AA-BC80-527215509966}"/>
      </w:docPartPr>
      <w:docPartBody>
        <w:p w:rsidR="007E0DFF" w:rsidRDefault="009A574F" w:rsidP="009A574F">
          <w:pPr>
            <w:pStyle w:val="8E9BA7A41AF54D968AFB4D24D532E3EA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D7B4F475648D4BADAAEF845CDAB701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ED4C2-B68A-4E43-B426-F8D5B8FBF389}"/>
      </w:docPartPr>
      <w:docPartBody>
        <w:p w:rsidR="007E0DFF" w:rsidRDefault="009A574F" w:rsidP="009A574F">
          <w:pPr>
            <w:pStyle w:val="D7B4F475648D4BADAAEF845CDAB701CD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3FCF7668A5E54E6E8E9D73370BA40F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C658BE-B562-4AB7-8905-CB57713D5181}"/>
      </w:docPartPr>
      <w:docPartBody>
        <w:p w:rsidR="007E0DFF" w:rsidRDefault="009A574F" w:rsidP="009A574F">
          <w:pPr>
            <w:pStyle w:val="3FCF7668A5E54E6E8E9D73370BA40F36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203B4956DF6A415FB3E658473694E4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1A8CA3-EDC3-49B6-AC70-E223573DF0B1}"/>
      </w:docPartPr>
      <w:docPartBody>
        <w:p w:rsidR="007E0DFF" w:rsidRDefault="009A574F" w:rsidP="009A574F">
          <w:pPr>
            <w:pStyle w:val="203B4956DF6A415FB3E658473694E4C0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48294F1AC86E4F16AF431F5B5A2E42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D59730-79C6-4CB5-AF16-58227D512842}"/>
      </w:docPartPr>
      <w:docPartBody>
        <w:p w:rsidR="007E0DFF" w:rsidRDefault="009A574F" w:rsidP="009A574F">
          <w:pPr>
            <w:pStyle w:val="48294F1AC86E4F16AF431F5B5A2E4216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C09A7EB8C6FF42A6B13E1168232E0C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56B06F-4D3A-4BFA-9FB8-EF6CFCD53184}"/>
      </w:docPartPr>
      <w:docPartBody>
        <w:p w:rsidR="007D2D22" w:rsidRDefault="007E0DFF" w:rsidP="007E0DFF">
          <w:pPr>
            <w:pStyle w:val="C09A7EB8C6FF42A6B13E1168232E0CC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FF24A650B1034007B1B4BC57BFA5B0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FB3A1C-364E-443C-8763-BA3CEA324378}"/>
      </w:docPartPr>
      <w:docPartBody>
        <w:p w:rsidR="007373E6" w:rsidRDefault="00CD6894" w:rsidP="00CD6894">
          <w:pPr>
            <w:pStyle w:val="FF24A650B1034007B1B4BC57BFA5B022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3DEA914949C0415F97D85D617B4765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BF6D1D-E255-4726-8C8E-3F47F3FE21B6}"/>
      </w:docPartPr>
      <w:docPartBody>
        <w:p w:rsidR="007373E6" w:rsidRDefault="00CD6894" w:rsidP="00CD6894">
          <w:pPr>
            <w:pStyle w:val="3DEA914949C0415F97D85D617B476542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7B36B6E0046C4493851C6F1637F770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28C374-3775-427B-AE16-E16C2402E8EF}"/>
      </w:docPartPr>
      <w:docPartBody>
        <w:p w:rsidR="007373E6" w:rsidRDefault="00CD6894" w:rsidP="00CD6894">
          <w:pPr>
            <w:pStyle w:val="7B36B6E0046C4493851C6F1637F770B8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698040EC146142F38623A28B8CC464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F8D5BB-3A4F-4CA4-A678-0F0FD4BC86AC}"/>
      </w:docPartPr>
      <w:docPartBody>
        <w:p w:rsidR="007373E6" w:rsidRDefault="00CD6894" w:rsidP="00CD6894">
          <w:pPr>
            <w:pStyle w:val="698040EC146142F38623A28B8CC464FD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22E40F7D05B44C4F9993C804BE923B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BB6E0F-C9C3-447D-98DD-AECAA547C9CA}"/>
      </w:docPartPr>
      <w:docPartBody>
        <w:p w:rsidR="007373E6" w:rsidRDefault="00CD6894" w:rsidP="00CD6894">
          <w:pPr>
            <w:pStyle w:val="22E40F7D05B44C4F9993C804BE923BE4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6D3D524810774EA193E9915F6D4F9A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71F1DD-582F-43D0-8ECD-A57BC6CD4130}"/>
      </w:docPartPr>
      <w:docPartBody>
        <w:p w:rsidR="007373E6" w:rsidRDefault="00CD6894" w:rsidP="00CD6894">
          <w:pPr>
            <w:pStyle w:val="6D3D524810774EA193E9915F6D4F9A5C"/>
          </w:pPr>
          <w:r w:rsidRPr="001430A1">
            <w:rPr>
              <w:rStyle w:val="Textedelespacerserv"/>
            </w:rPr>
            <w:t>Choose an item.</w:t>
          </w:r>
        </w:p>
      </w:docPartBody>
    </w:docPart>
    <w:docPart>
      <w:docPartPr>
        <w:name w:val="5033615B2F6245BC9750E70758AA08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607DA1-1D7F-4D7A-B5C5-041756B039E2}"/>
      </w:docPartPr>
      <w:docPartBody>
        <w:p w:rsidR="007373E6" w:rsidRDefault="00CD6894" w:rsidP="00CD6894">
          <w:pPr>
            <w:pStyle w:val="5033615B2F6245BC9750E70758AA08D9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DC6A92ABF61A4F29B771B350B80593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AF1F81-CE54-4ABD-BFC4-65EB2B4F68E9}"/>
      </w:docPartPr>
      <w:docPartBody>
        <w:p w:rsidR="007373E6" w:rsidRDefault="00CD6894" w:rsidP="00CD6894">
          <w:pPr>
            <w:pStyle w:val="DC6A92ABF61A4F29B771B350B805939C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D9E8084B032B482F9C4904E1D5450E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37909-F92C-4D2A-8CE2-7CFE0FD6CCB2}"/>
      </w:docPartPr>
      <w:docPartBody>
        <w:p w:rsidR="007373E6" w:rsidRDefault="00CD6894" w:rsidP="00CD6894">
          <w:pPr>
            <w:pStyle w:val="D9E8084B032B482F9C4904E1D5450E6C"/>
          </w:pPr>
          <w:r w:rsidRPr="001430A1">
            <w:rPr>
              <w:rStyle w:val="Textedelespacerserv"/>
            </w:rPr>
            <w:t>Choose an item.</w:t>
          </w:r>
        </w:p>
      </w:docPartBody>
    </w:docPart>
    <w:docPart>
      <w:docPartPr>
        <w:name w:val="0E19B6906B2D4FB3A3ACD22DF5A347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3C17B3-CA0D-40D0-AA8E-0B0B4924756F}"/>
      </w:docPartPr>
      <w:docPartBody>
        <w:p w:rsidR="007373E6" w:rsidRDefault="00CD6894" w:rsidP="00CD6894">
          <w:pPr>
            <w:pStyle w:val="0E19B6906B2D4FB3A3ACD22DF5A34793"/>
          </w:pPr>
          <w:r w:rsidRPr="001430A1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7D0F648919B14B31A43B9CEE6597A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AD8A99-9E39-4C32-9A19-3EC9F3D6CEF8}"/>
      </w:docPartPr>
      <w:docPartBody>
        <w:p w:rsidR="007373E6" w:rsidRDefault="00CD6894" w:rsidP="00CD6894">
          <w:pPr>
            <w:pStyle w:val="7D0F648919B14B31A43B9CEE6597AEDE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5C0912DBA70C4CD4AA6C3ACA68F979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CA74A5-A1E7-4F6A-BC17-C0AD490AFD83}"/>
      </w:docPartPr>
      <w:docPartBody>
        <w:p w:rsidR="007373E6" w:rsidRDefault="00CD6894" w:rsidP="00CD6894">
          <w:pPr>
            <w:pStyle w:val="5C0912DBA70C4CD4AA6C3ACA68F9799A"/>
          </w:pPr>
          <w:r w:rsidRPr="001430A1">
            <w:rPr>
              <w:rStyle w:val="Textedelespacerserv"/>
            </w:rPr>
            <w:t>Choose an item.</w:t>
          </w:r>
        </w:p>
      </w:docPartBody>
    </w:docPart>
    <w:docPart>
      <w:docPartPr>
        <w:name w:val="06401E592C76459BB46368DB2EEB75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E1BAF5-2CDB-453F-8B4C-A17F1C7D395B}"/>
      </w:docPartPr>
      <w:docPartBody>
        <w:p w:rsidR="007373E6" w:rsidRDefault="00CD6894" w:rsidP="00CD6894">
          <w:pPr>
            <w:pStyle w:val="06401E592C76459BB46368DB2EEB75D6"/>
          </w:pPr>
          <w:r w:rsidRPr="001430A1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36623FC94A8A4F89B5BC86B72C41BE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5BD04A-5445-440A-9B63-C308A5031108}"/>
      </w:docPartPr>
      <w:docPartBody>
        <w:p w:rsidR="007373E6" w:rsidRDefault="00CD6894" w:rsidP="00CD6894">
          <w:pPr>
            <w:pStyle w:val="36623FC94A8A4F89B5BC86B72C41BE57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AD72C5B1FFFF4ECE8536626CAF8397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2B2E0D-3E72-43BD-B8AD-C5E984C0CF8C}"/>
      </w:docPartPr>
      <w:docPartBody>
        <w:p w:rsidR="007373E6" w:rsidRDefault="00CD6894" w:rsidP="00CD6894">
          <w:pPr>
            <w:pStyle w:val="AD72C5B1FFFF4ECE8536626CAF839795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5A6EE8CFCAE44C4385FDC1EC061E7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525CCF-9C33-4C22-A211-2A9D5E906ECF}"/>
      </w:docPartPr>
      <w:docPartBody>
        <w:p w:rsidR="007373E6" w:rsidRDefault="00CD6894" w:rsidP="00CD6894">
          <w:pPr>
            <w:pStyle w:val="5A6EE8CFCAE44C4385FDC1EC061E756F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8D4383D0DF384F0DB5444AA786F20C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71030F-D8E8-4C68-8607-4F2E0F721719}"/>
      </w:docPartPr>
      <w:docPartBody>
        <w:p w:rsidR="007373E6" w:rsidRDefault="00CD6894" w:rsidP="00CD6894">
          <w:pPr>
            <w:pStyle w:val="8D4383D0DF384F0DB5444AA786F20C56"/>
          </w:pPr>
          <w:r w:rsidRPr="001430A1">
            <w:rPr>
              <w:rStyle w:val="Textedelespacerserv"/>
            </w:rPr>
            <w:t>Choose an item.</w:t>
          </w:r>
        </w:p>
      </w:docPartBody>
    </w:docPart>
    <w:docPart>
      <w:docPartPr>
        <w:name w:val="8BAA29C1F89D45A0B2BA68BB1E6DB7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8644B1-749C-464C-A9E9-B2EB0B660BB7}"/>
      </w:docPartPr>
      <w:docPartBody>
        <w:p w:rsidR="007373E6" w:rsidRDefault="00CD6894" w:rsidP="00CD6894">
          <w:pPr>
            <w:pStyle w:val="8BAA29C1F89D45A0B2BA68BB1E6DB777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9B3AF82FB636479AAF4D36D3B61515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598568-F7BA-467F-BFFF-9A59375ABBC4}"/>
      </w:docPartPr>
      <w:docPartBody>
        <w:p w:rsidR="00B564B3" w:rsidRDefault="00D11BC5" w:rsidP="00D11BC5">
          <w:pPr>
            <w:pStyle w:val="9B3AF82FB636479AAF4D36D3B6151500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CB26FAD153D74F91A0DF1A8ADD6AF5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FC6B18-49AB-48EB-BCA5-2E1271DB31FA}"/>
      </w:docPartPr>
      <w:docPartBody>
        <w:p w:rsidR="005549E3" w:rsidRDefault="00F845CD" w:rsidP="00F845CD">
          <w:pPr>
            <w:pStyle w:val="CB26FAD153D74F91A0DF1A8ADD6AF51D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2F4FE098F0FA4B9E99249C8D907046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62998A-3DAF-41C3-A9EF-088A44F2B004}"/>
      </w:docPartPr>
      <w:docPartBody>
        <w:p w:rsidR="005549E3" w:rsidRDefault="00F845CD" w:rsidP="00F845CD">
          <w:pPr>
            <w:pStyle w:val="2F4FE098F0FA4B9E99249C8D90704689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232A637A333E4D508E5C0BADC8549C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8F6BC2-F30C-466A-974D-1E9A67E24AA7}"/>
      </w:docPartPr>
      <w:docPartBody>
        <w:p w:rsidR="005549E3" w:rsidRDefault="00F845CD" w:rsidP="00F845CD">
          <w:pPr>
            <w:pStyle w:val="232A637A333E4D508E5C0BADC8549CA6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93725735639044D5A70A36146A8853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80463F-8207-45E0-9E4F-4E820E09B18A}"/>
      </w:docPartPr>
      <w:docPartBody>
        <w:p w:rsidR="005549E3" w:rsidRDefault="00F845CD" w:rsidP="00F845CD">
          <w:pPr>
            <w:pStyle w:val="93725735639044D5A70A36146A885360"/>
          </w:pPr>
          <w:r w:rsidRPr="00944302">
            <w:rPr>
              <w:color w:val="595959" w:themeColor="text1" w:themeTint="A6"/>
              <w:szCs w:val="18"/>
              <w:highlight w:val="yellow"/>
            </w:rPr>
            <w:t>Saisir votre texte</w:t>
          </w:r>
        </w:p>
      </w:docPartBody>
    </w:docPart>
    <w:docPart>
      <w:docPartPr>
        <w:name w:val="1474CAAE986B4A3CA6ACE7079DD575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0CB006-6C51-4BCD-B4FD-B26693FACA43}"/>
      </w:docPartPr>
      <w:docPartBody>
        <w:p w:rsidR="005549E3" w:rsidRDefault="00F845CD" w:rsidP="00F845CD">
          <w:pPr>
            <w:pStyle w:val="1474CAAE986B4A3CA6ACE7079DD57509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7D5D1845AB4D45A1B810FD21B04D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E6D94E-937A-4F0F-8937-B694CA38BD8F}"/>
      </w:docPartPr>
      <w:docPartBody>
        <w:p w:rsidR="00A65DF4" w:rsidRDefault="00B47563" w:rsidP="00B47563">
          <w:pPr>
            <w:pStyle w:val="7D5D1845AB4D45A1B810FD21B04DEFFD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D0EDD0313E874C2A95996D7DA08679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9D28B-EBDA-47BC-88C2-BBABA7D1413C}"/>
      </w:docPartPr>
      <w:docPartBody>
        <w:p w:rsidR="00A65DF4" w:rsidRDefault="00B47563" w:rsidP="00B47563">
          <w:pPr>
            <w:pStyle w:val="D0EDD0313E874C2A95996D7DA0867923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  <w:docPart>
      <w:docPartPr>
        <w:name w:val="8DECCA3B79534AA8A0A54A74F3CCCB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D7B15-B01C-4113-8DC1-BDA34F07CBF9}"/>
      </w:docPartPr>
      <w:docPartBody>
        <w:p w:rsidR="00A65DF4" w:rsidRDefault="00B47563" w:rsidP="00B47563">
          <w:pPr>
            <w:pStyle w:val="8DECCA3B79534AA8A0A54A74F3CCCBEC"/>
          </w:pPr>
          <w:r w:rsidRPr="00944302">
            <w:rPr>
              <w:color w:val="595959" w:themeColor="text1" w:themeTint="A6"/>
              <w:szCs w:val="18"/>
              <w:highlight w:val="yellow"/>
              <w:lang w:val="fr-CA"/>
            </w:rPr>
            <w:t>Saisir votre texte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58"/>
    <w:rsid w:val="000015BB"/>
    <w:rsid w:val="0003239E"/>
    <w:rsid w:val="000A310E"/>
    <w:rsid w:val="002E0158"/>
    <w:rsid w:val="0035308F"/>
    <w:rsid w:val="00453239"/>
    <w:rsid w:val="00531A2B"/>
    <w:rsid w:val="005549E3"/>
    <w:rsid w:val="005B7B06"/>
    <w:rsid w:val="00636E88"/>
    <w:rsid w:val="00690F76"/>
    <w:rsid w:val="006E6070"/>
    <w:rsid w:val="007373E6"/>
    <w:rsid w:val="00793625"/>
    <w:rsid w:val="007B15FA"/>
    <w:rsid w:val="007D2D22"/>
    <w:rsid w:val="007D2EDC"/>
    <w:rsid w:val="007E0DFF"/>
    <w:rsid w:val="0088282F"/>
    <w:rsid w:val="008E4411"/>
    <w:rsid w:val="009A574F"/>
    <w:rsid w:val="00A35806"/>
    <w:rsid w:val="00A65DF4"/>
    <w:rsid w:val="00AE7DFA"/>
    <w:rsid w:val="00B47563"/>
    <w:rsid w:val="00B564B3"/>
    <w:rsid w:val="00B7164E"/>
    <w:rsid w:val="00BB052B"/>
    <w:rsid w:val="00BD6E5C"/>
    <w:rsid w:val="00C85366"/>
    <w:rsid w:val="00CA3218"/>
    <w:rsid w:val="00CD6894"/>
    <w:rsid w:val="00D11BC5"/>
    <w:rsid w:val="00D31057"/>
    <w:rsid w:val="00E1099A"/>
    <w:rsid w:val="00F8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45CD"/>
    <w:rPr>
      <w:color w:val="808080"/>
    </w:rPr>
  </w:style>
  <w:style w:type="paragraph" w:customStyle="1" w:styleId="4B93E76E53394DA38D6B1807EB1743A4">
    <w:name w:val="4B93E76E53394DA38D6B1807EB1743A4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09A7EB8C6FF42A6B13E1168232E0CC9">
    <w:name w:val="C09A7EB8C6FF42A6B13E1168232E0CC9"/>
    <w:rsid w:val="007E0DFF"/>
  </w:style>
  <w:style w:type="paragraph" w:customStyle="1" w:styleId="5569E129997541EAA4312D47C1FF409E">
    <w:name w:val="5569E129997541EAA4312D47C1FF409E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F2E6FF258E246D9A4EFD56DEE394645">
    <w:name w:val="FF2E6FF258E246D9A4EFD56DEE394645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A96B51ACEEB4C1ABE76A5060F2C7AC9">
    <w:name w:val="FA96B51ACEEB4C1ABE76A5060F2C7AC9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843C96AE497747B69C72E90CF0886849">
    <w:name w:val="843C96AE497747B69C72E90CF0886849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9DF4E1942D74EFEA9A437A512575873">
    <w:name w:val="D9DF4E1942D74EFEA9A437A512575873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C82EDC1E80F4C7FB0C12EE4A188E75A">
    <w:name w:val="CC82EDC1E80F4C7FB0C12EE4A188E75A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92A69A4E9F6842C1A7B6008C7233F450">
    <w:name w:val="92A69A4E9F6842C1A7B6008C7233F450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2A2984DB5F64B028106A384FAC9F675">
    <w:name w:val="72A2984DB5F64B028106A384FAC9F675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698112BE262B4FAC96A95823B6F74B151">
    <w:name w:val="698112BE262B4FAC96A95823B6F74B151"/>
    <w:rsid w:val="009A574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8E41A16948CF4522AD1BFAB4EB75C852">
    <w:name w:val="8E41A16948CF4522AD1BFAB4EB75C852"/>
    <w:rsid w:val="009A574F"/>
  </w:style>
  <w:style w:type="paragraph" w:customStyle="1" w:styleId="9F2943ECA86F426A9EE6D3F1AE760A59">
    <w:name w:val="9F2943ECA86F426A9EE6D3F1AE760A59"/>
    <w:rsid w:val="009A574F"/>
  </w:style>
  <w:style w:type="paragraph" w:customStyle="1" w:styleId="4A971C5C494F4545B53394732A84AD79">
    <w:name w:val="4A971C5C494F4545B53394732A84AD79"/>
    <w:rsid w:val="009A574F"/>
  </w:style>
  <w:style w:type="paragraph" w:customStyle="1" w:styleId="00AAEA068FB6459C91C762501F2CE7D7">
    <w:name w:val="00AAEA068FB6459C91C762501F2CE7D7"/>
    <w:rsid w:val="009A574F"/>
  </w:style>
  <w:style w:type="paragraph" w:customStyle="1" w:styleId="71EBA248656A46C283CCB31F9674C80A">
    <w:name w:val="71EBA248656A46C283CCB31F9674C80A"/>
    <w:rsid w:val="009A574F"/>
  </w:style>
  <w:style w:type="paragraph" w:customStyle="1" w:styleId="AD691282D15B4879BF6E87D6EE2F2685">
    <w:name w:val="AD691282D15B4879BF6E87D6EE2F2685"/>
    <w:rsid w:val="009A574F"/>
  </w:style>
  <w:style w:type="paragraph" w:customStyle="1" w:styleId="5E74339069EC48449DAAA48B32C16088">
    <w:name w:val="5E74339069EC48449DAAA48B32C16088"/>
    <w:rsid w:val="009A574F"/>
  </w:style>
  <w:style w:type="paragraph" w:customStyle="1" w:styleId="8E9BA7A41AF54D968AFB4D24D532E3EA">
    <w:name w:val="8E9BA7A41AF54D968AFB4D24D532E3EA"/>
    <w:rsid w:val="009A574F"/>
  </w:style>
  <w:style w:type="paragraph" w:customStyle="1" w:styleId="D7B4F475648D4BADAAEF845CDAB701CD">
    <w:name w:val="D7B4F475648D4BADAAEF845CDAB701CD"/>
    <w:rsid w:val="009A574F"/>
  </w:style>
  <w:style w:type="paragraph" w:customStyle="1" w:styleId="3FCF7668A5E54E6E8E9D73370BA40F36">
    <w:name w:val="3FCF7668A5E54E6E8E9D73370BA40F36"/>
    <w:rsid w:val="009A574F"/>
  </w:style>
  <w:style w:type="paragraph" w:customStyle="1" w:styleId="203B4956DF6A415FB3E658473694E4C0">
    <w:name w:val="203B4956DF6A415FB3E658473694E4C0"/>
    <w:rsid w:val="009A574F"/>
  </w:style>
  <w:style w:type="paragraph" w:customStyle="1" w:styleId="48294F1AC86E4F16AF431F5B5A2E4216">
    <w:name w:val="48294F1AC86E4F16AF431F5B5A2E4216"/>
    <w:rsid w:val="009A574F"/>
  </w:style>
  <w:style w:type="paragraph" w:customStyle="1" w:styleId="FF24A650B1034007B1B4BC57BFA5B022">
    <w:name w:val="FF24A650B1034007B1B4BC57BFA5B022"/>
    <w:rsid w:val="00CD6894"/>
    <w:rPr>
      <w:lang w:val="fr-CA" w:eastAsia="fr-CA"/>
    </w:rPr>
  </w:style>
  <w:style w:type="paragraph" w:customStyle="1" w:styleId="3DEA914949C0415F97D85D617B476542">
    <w:name w:val="3DEA914949C0415F97D85D617B476542"/>
    <w:rsid w:val="00CD6894"/>
    <w:rPr>
      <w:lang w:val="fr-CA" w:eastAsia="fr-CA"/>
    </w:rPr>
  </w:style>
  <w:style w:type="paragraph" w:customStyle="1" w:styleId="7B36B6E0046C4493851C6F1637F770B8">
    <w:name w:val="7B36B6E0046C4493851C6F1637F770B8"/>
    <w:rsid w:val="00CD6894"/>
    <w:rPr>
      <w:lang w:val="fr-CA" w:eastAsia="fr-CA"/>
    </w:rPr>
  </w:style>
  <w:style w:type="paragraph" w:customStyle="1" w:styleId="698040EC146142F38623A28B8CC464FD">
    <w:name w:val="698040EC146142F38623A28B8CC464FD"/>
    <w:rsid w:val="00CD6894"/>
    <w:rPr>
      <w:lang w:val="fr-CA" w:eastAsia="fr-CA"/>
    </w:rPr>
  </w:style>
  <w:style w:type="paragraph" w:customStyle="1" w:styleId="22E40F7D05B44C4F9993C804BE923BE4">
    <w:name w:val="22E40F7D05B44C4F9993C804BE923BE4"/>
    <w:rsid w:val="00CD6894"/>
    <w:rPr>
      <w:lang w:val="fr-CA" w:eastAsia="fr-CA"/>
    </w:rPr>
  </w:style>
  <w:style w:type="paragraph" w:customStyle="1" w:styleId="6D3D524810774EA193E9915F6D4F9A5C">
    <w:name w:val="6D3D524810774EA193E9915F6D4F9A5C"/>
    <w:rsid w:val="00CD6894"/>
    <w:rPr>
      <w:lang w:val="fr-CA" w:eastAsia="fr-CA"/>
    </w:rPr>
  </w:style>
  <w:style w:type="paragraph" w:customStyle="1" w:styleId="5033615B2F6245BC9750E70758AA08D9">
    <w:name w:val="5033615B2F6245BC9750E70758AA08D9"/>
    <w:rsid w:val="00CD6894"/>
    <w:rPr>
      <w:lang w:val="fr-CA" w:eastAsia="fr-CA"/>
    </w:rPr>
  </w:style>
  <w:style w:type="paragraph" w:customStyle="1" w:styleId="DC6A92ABF61A4F29B771B350B805939C">
    <w:name w:val="DC6A92ABF61A4F29B771B350B805939C"/>
    <w:rsid w:val="00CD6894"/>
    <w:rPr>
      <w:lang w:val="fr-CA" w:eastAsia="fr-CA"/>
    </w:rPr>
  </w:style>
  <w:style w:type="paragraph" w:customStyle="1" w:styleId="D9E8084B032B482F9C4904E1D5450E6C">
    <w:name w:val="D9E8084B032B482F9C4904E1D5450E6C"/>
    <w:rsid w:val="00CD6894"/>
    <w:rPr>
      <w:lang w:val="fr-CA" w:eastAsia="fr-CA"/>
    </w:rPr>
  </w:style>
  <w:style w:type="paragraph" w:customStyle="1" w:styleId="0E19B6906B2D4FB3A3ACD22DF5A34793">
    <w:name w:val="0E19B6906B2D4FB3A3ACD22DF5A34793"/>
    <w:rsid w:val="00CD6894"/>
    <w:rPr>
      <w:lang w:val="fr-CA" w:eastAsia="fr-CA"/>
    </w:rPr>
  </w:style>
  <w:style w:type="paragraph" w:customStyle="1" w:styleId="7D0F648919B14B31A43B9CEE6597AEDE">
    <w:name w:val="7D0F648919B14B31A43B9CEE6597AEDE"/>
    <w:rsid w:val="00CD6894"/>
    <w:rPr>
      <w:lang w:val="fr-CA" w:eastAsia="fr-CA"/>
    </w:rPr>
  </w:style>
  <w:style w:type="paragraph" w:customStyle="1" w:styleId="5C0912DBA70C4CD4AA6C3ACA68F9799A">
    <w:name w:val="5C0912DBA70C4CD4AA6C3ACA68F9799A"/>
    <w:rsid w:val="00CD6894"/>
    <w:rPr>
      <w:lang w:val="fr-CA" w:eastAsia="fr-CA"/>
    </w:rPr>
  </w:style>
  <w:style w:type="paragraph" w:customStyle="1" w:styleId="06401E592C76459BB46368DB2EEB75D6">
    <w:name w:val="06401E592C76459BB46368DB2EEB75D6"/>
    <w:rsid w:val="00CD6894"/>
    <w:rPr>
      <w:lang w:val="fr-CA" w:eastAsia="fr-CA"/>
    </w:rPr>
  </w:style>
  <w:style w:type="paragraph" w:customStyle="1" w:styleId="36623FC94A8A4F89B5BC86B72C41BE57">
    <w:name w:val="36623FC94A8A4F89B5BC86B72C41BE57"/>
    <w:rsid w:val="00CD6894"/>
    <w:rPr>
      <w:lang w:val="fr-CA" w:eastAsia="fr-CA"/>
    </w:rPr>
  </w:style>
  <w:style w:type="paragraph" w:customStyle="1" w:styleId="AD72C5B1FFFF4ECE8536626CAF839795">
    <w:name w:val="AD72C5B1FFFF4ECE8536626CAF839795"/>
    <w:rsid w:val="00CD6894"/>
    <w:rPr>
      <w:lang w:val="fr-CA" w:eastAsia="fr-CA"/>
    </w:rPr>
  </w:style>
  <w:style w:type="paragraph" w:customStyle="1" w:styleId="5A6EE8CFCAE44C4385FDC1EC061E756F">
    <w:name w:val="5A6EE8CFCAE44C4385FDC1EC061E756F"/>
    <w:rsid w:val="00CD6894"/>
    <w:rPr>
      <w:lang w:val="fr-CA" w:eastAsia="fr-CA"/>
    </w:rPr>
  </w:style>
  <w:style w:type="paragraph" w:customStyle="1" w:styleId="8D4383D0DF384F0DB5444AA786F20C56">
    <w:name w:val="8D4383D0DF384F0DB5444AA786F20C56"/>
    <w:rsid w:val="00CD6894"/>
    <w:rPr>
      <w:lang w:val="fr-CA" w:eastAsia="fr-CA"/>
    </w:rPr>
  </w:style>
  <w:style w:type="paragraph" w:customStyle="1" w:styleId="8BAA29C1F89D45A0B2BA68BB1E6DB777">
    <w:name w:val="8BAA29C1F89D45A0B2BA68BB1E6DB777"/>
    <w:rsid w:val="00CD6894"/>
    <w:rPr>
      <w:lang w:val="fr-CA" w:eastAsia="fr-CA"/>
    </w:rPr>
  </w:style>
  <w:style w:type="paragraph" w:customStyle="1" w:styleId="9B3AF82FB636479AAF4D36D3B6151500">
    <w:name w:val="9B3AF82FB636479AAF4D36D3B6151500"/>
    <w:rsid w:val="00D11BC5"/>
    <w:rPr>
      <w:kern w:val="2"/>
      <w14:ligatures w14:val="standardContextual"/>
    </w:rPr>
  </w:style>
  <w:style w:type="paragraph" w:customStyle="1" w:styleId="CB26FAD153D74F91A0DF1A8ADD6AF51D">
    <w:name w:val="CB26FAD153D74F91A0DF1A8ADD6AF51D"/>
    <w:rsid w:val="00F845CD"/>
    <w:rPr>
      <w:kern w:val="2"/>
      <w14:ligatures w14:val="standardContextual"/>
    </w:rPr>
  </w:style>
  <w:style w:type="paragraph" w:customStyle="1" w:styleId="2F4FE098F0FA4B9E99249C8D90704689">
    <w:name w:val="2F4FE098F0FA4B9E99249C8D90704689"/>
    <w:rsid w:val="00F845CD"/>
    <w:rPr>
      <w:kern w:val="2"/>
      <w14:ligatures w14:val="standardContextual"/>
    </w:rPr>
  </w:style>
  <w:style w:type="paragraph" w:customStyle="1" w:styleId="232A637A333E4D508E5C0BADC8549CA6">
    <w:name w:val="232A637A333E4D508E5C0BADC8549CA6"/>
    <w:rsid w:val="00F845CD"/>
    <w:rPr>
      <w:kern w:val="2"/>
      <w14:ligatures w14:val="standardContextual"/>
    </w:rPr>
  </w:style>
  <w:style w:type="paragraph" w:customStyle="1" w:styleId="93725735639044D5A70A36146A885360">
    <w:name w:val="93725735639044D5A70A36146A885360"/>
    <w:rsid w:val="00F845CD"/>
    <w:rPr>
      <w:kern w:val="2"/>
      <w14:ligatures w14:val="standardContextual"/>
    </w:rPr>
  </w:style>
  <w:style w:type="paragraph" w:customStyle="1" w:styleId="1474CAAE986B4A3CA6ACE7079DD57509">
    <w:name w:val="1474CAAE986B4A3CA6ACE7079DD57509"/>
    <w:rsid w:val="00F845CD"/>
    <w:rPr>
      <w:kern w:val="2"/>
      <w14:ligatures w14:val="standardContextual"/>
    </w:rPr>
  </w:style>
  <w:style w:type="paragraph" w:customStyle="1" w:styleId="7D5D1845AB4D45A1B810FD21B04DEFFD">
    <w:name w:val="7D5D1845AB4D45A1B810FD21B04DEFFD"/>
    <w:rsid w:val="00B4756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EDD0313E874C2A95996D7DA0867923">
    <w:name w:val="D0EDD0313E874C2A95996D7DA0867923"/>
    <w:rsid w:val="00B4756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ECCA3B79534AA8A0A54A74F3CCCBEC">
    <w:name w:val="8DECCA3B79534AA8A0A54A74F3CCCBEC"/>
    <w:rsid w:val="00B4756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F75C4C9740744D8BE413966D66C91B" ma:contentTypeVersion="13" ma:contentTypeDescription="Crée un document." ma:contentTypeScope="" ma:versionID="35d18af4fe8c2e16938c53a96cfe1b63">
  <xsd:schema xmlns:xsd="http://www.w3.org/2001/XMLSchema" xmlns:xs="http://www.w3.org/2001/XMLSchema" xmlns:p="http://schemas.microsoft.com/office/2006/metadata/properties" xmlns:ns2="887103b1-e7b3-48c6-8e44-c53be4018fc8" xmlns:ns3="cf657d22-2539-4085-b5fb-4a7b7ad2eb1f" targetNamespace="http://schemas.microsoft.com/office/2006/metadata/properties" ma:root="true" ma:fieldsID="461d211eeb9154acb1fc4057b4bb3c5c" ns2:_="" ns3:_="">
    <xsd:import namespace="887103b1-e7b3-48c6-8e44-c53be4018fc8"/>
    <xsd:import namespace="cf657d22-2539-4085-b5fb-4a7b7ad2eb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103b1-e7b3-48c6-8e44-c53be4018f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b8d359a-6d68-4087-99c0-9ce160ce8a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57d22-2539-4085-b5fb-4a7b7ad2eb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af5130-f713-43f7-bba3-7c72cf70cdf8}" ma:internalName="TaxCatchAll" ma:showField="CatchAllData" ma:web="cf657d22-2539-4085-b5fb-4a7b7ad2eb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7103b1-e7b3-48c6-8e44-c53be4018fc8">
      <Terms xmlns="http://schemas.microsoft.com/office/infopath/2007/PartnerControls"/>
    </lcf76f155ced4ddcb4097134ff3c332f>
    <TaxCatchAll xmlns="cf657d22-2539-4085-b5fb-4a7b7ad2eb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10F62-130B-4530-976D-5324AEBB8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7EF39-A316-4A3F-A244-8E0706AEEC06}"/>
</file>

<file path=customXml/itemProps3.xml><?xml version="1.0" encoding="utf-8"?>
<ds:datastoreItem xmlns:ds="http://schemas.openxmlformats.org/officeDocument/2006/customXml" ds:itemID="{1E0EBCB0-179C-4842-8954-B77B7C5276D8}">
  <ds:schemaRefs>
    <ds:schemaRef ds:uri="http://schemas.microsoft.com/office/2006/metadata/properties"/>
    <ds:schemaRef ds:uri="http://schemas.microsoft.com/office/infopath/2007/PartnerControls"/>
    <ds:schemaRef ds:uri="887103b1-e7b3-48c6-8e44-c53be4018fc8"/>
    <ds:schemaRef ds:uri="cf657d22-2539-4085-b5fb-4a7b7ad2eb1f"/>
  </ds:schemaRefs>
</ds:datastoreItem>
</file>

<file path=customXml/itemProps4.xml><?xml version="1.0" encoding="utf-8"?>
<ds:datastoreItem xmlns:ds="http://schemas.openxmlformats.org/officeDocument/2006/customXml" ds:itemID="{9D8E51F4-CB01-4278-8A39-9BDF26AF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1082</TotalTime>
  <Pages>4</Pages>
  <Words>1000</Words>
  <Characters>5700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6687</CharactersWithSpaces>
  <SharedDoc>false</SharedDoc>
  <HLinks>
    <vt:vector size="30" baseType="variant">
      <vt:variant>
        <vt:i4>4390940</vt:i4>
      </vt:variant>
      <vt:variant>
        <vt:i4>12</vt:i4>
      </vt:variant>
      <vt:variant>
        <vt:i4>0</vt:i4>
      </vt:variant>
      <vt:variant>
        <vt:i4>5</vt:i4>
      </vt:variant>
      <vt:variant>
        <vt:lpwstr>https://vitrinelinguistique.oqlf.gouv.qc.ca/21048/les-emprunts-a-langlais/emprunts-semantiques/emploi-deconseille-des-emprunts-appliquer-et-faire-application</vt:lpwstr>
      </vt:variant>
      <vt:variant>
        <vt:lpwstr/>
      </vt:variant>
      <vt:variant>
        <vt:i4>4980813</vt:i4>
      </vt:variant>
      <vt:variant>
        <vt:i4>9</vt:i4>
      </vt:variant>
      <vt:variant>
        <vt:i4>0</vt:i4>
      </vt:variant>
      <vt:variant>
        <vt:i4>5</vt:i4>
      </vt:variant>
      <vt:variant>
        <vt:lpwstr>https://vitrinelinguistique.oqlf.gouv.qc.ca/fiche-gdt/fiche/8354486/qualification-professionnelle</vt:lpwstr>
      </vt:variant>
      <vt:variant>
        <vt:lpwstr/>
      </vt:variant>
      <vt:variant>
        <vt:i4>4980813</vt:i4>
      </vt:variant>
      <vt:variant>
        <vt:i4>6</vt:i4>
      </vt:variant>
      <vt:variant>
        <vt:i4>0</vt:i4>
      </vt:variant>
      <vt:variant>
        <vt:i4>5</vt:i4>
      </vt:variant>
      <vt:variant>
        <vt:lpwstr>https://vitrinelinguistique.oqlf.gouv.qc.ca/fiche-gdt/fiche/8354486/qualification-professionnelle</vt:lpwstr>
      </vt:variant>
      <vt:variant>
        <vt:lpwstr/>
      </vt:variant>
      <vt:variant>
        <vt:i4>5111879</vt:i4>
      </vt:variant>
      <vt:variant>
        <vt:i4>3</vt:i4>
      </vt:variant>
      <vt:variant>
        <vt:i4>0</vt:i4>
      </vt:variant>
      <vt:variant>
        <vt:i4>5</vt:i4>
      </vt:variant>
      <vt:variant>
        <vt:lpwstr>https://vitrinelinguistique.oqlf.gouv.qc.ca/21984/les-emprunts-a-langlais/emprunts-semantiques/emploi-deconseille-de-lemprunt-departement</vt:lpwstr>
      </vt:variant>
      <vt:variant>
        <vt:lpwstr/>
      </vt:variant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https://vitrinelinguistique.oqlf.gouv.qc.ca/21984/les-emprunts-a-langlais/emprunts-semantiques/emploi-deconseille-de-lemprunt-departement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Misc Document Template</dc:title>
  <dc:subject/>
  <dc:creator>BOULAISM</dc:creator>
  <cp:keywords/>
  <dc:description/>
  <cp:lastModifiedBy>Mélodie Milan</cp:lastModifiedBy>
  <cp:revision>158</cp:revision>
  <cp:lastPrinted>2021-03-11T06:30:00Z</cp:lastPrinted>
  <dcterms:created xsi:type="dcterms:W3CDTF">2023-02-15T23:28:00Z</dcterms:created>
  <dcterms:modified xsi:type="dcterms:W3CDTF">2025-05-01T14:57:00Z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Date">
    <vt:lpwstr>04/02/2007</vt:lpwstr>
  </property>
  <property fmtid="{D5CDD505-2E9C-101B-9397-08002B2CF9AE}" pid="3" name="StyReleaseNum">
    <vt:lpwstr>3</vt:lpwstr>
  </property>
  <property fmtid="{D5CDD505-2E9C-101B-9397-08002B2CF9AE}" pid="4" name="SENCRLDone">
    <vt:lpwstr>Y</vt:lpwstr>
  </property>
  <property fmtid="{D5CDD505-2E9C-101B-9397-08002B2CF9AE}" pid="5" name="FRStyDone">
    <vt:lpwstr>Y</vt:lpwstr>
  </property>
  <property fmtid="{D5CDD505-2E9C-101B-9397-08002B2CF9AE}" pid="6" name="DMDocNum">
    <vt:lpwstr>2889952</vt:lpwstr>
  </property>
  <property fmtid="{D5CDD505-2E9C-101B-9397-08002B2CF9AE}" pid="7" name="DMVersionNum">
    <vt:lpwstr>1</vt:lpwstr>
  </property>
  <property fmtid="{D5CDD505-2E9C-101B-9397-08002B2CF9AE}" pid="8" name="DMDocName">
    <vt:lpwstr>Recrutement: Modèle canevas première entrevue</vt:lpwstr>
  </property>
  <property fmtid="{D5CDD505-2E9C-101B-9397-08002B2CF9AE}" pid="9" name="DMDocDescription">
    <vt:lpwstr>Recrutement: Modèle canevas première entrevue</vt:lpwstr>
  </property>
  <property fmtid="{D5CDD505-2E9C-101B-9397-08002B2CF9AE}" pid="10" name="DMClientNum">
    <vt:lpwstr>200003</vt:lpwstr>
  </property>
  <property fmtid="{D5CDD505-2E9C-101B-9397-08002B2CF9AE}" pid="11" name="DMMatterNum">
    <vt:lpwstr>00001</vt:lpwstr>
  </property>
  <property fmtid="{D5CDD505-2E9C-101B-9397-08002B2CF9AE}" pid="12" name="DMAuthor">
    <vt:lpwstr>BOULAISM</vt:lpwstr>
  </property>
  <property fmtid="{D5CDD505-2E9C-101B-9397-08002B2CF9AE}" pid="13" name="DMTypist">
    <vt:lpwstr>BOULAISM</vt:lpwstr>
  </property>
  <property fmtid="{D5CDD505-2E9C-101B-9397-08002B2CF9AE}" pid="14" name="DMDocType">
    <vt:lpwstr>ADMIN</vt:lpwstr>
  </property>
  <property fmtid="{D5CDD505-2E9C-101B-9397-08002B2CF9AE}" pid="15" name="DMDatabase">
    <vt:lpwstr>DM_MTL</vt:lpwstr>
  </property>
  <property fmtid="{D5CDD505-2E9C-101B-9397-08002B2CF9AE}" pid="16" name="DMDocID">
    <vt:lpwstr>DM_MTL/200003.00001/2889952.1</vt:lpwstr>
  </property>
  <property fmtid="{D5CDD505-2E9C-101B-9397-08002B2CF9AE}" pid="17" name="FooterStatus">
    <vt:lpwstr>Set</vt:lpwstr>
  </property>
  <property fmtid="{D5CDD505-2E9C-101B-9397-08002B2CF9AE}" pid="18" name="FrTStylesDone">
    <vt:lpwstr>Y</vt:lpwstr>
  </property>
  <property fmtid="{D5CDD505-2E9C-101B-9397-08002B2CF9AE}" pid="19" name="WSOrigTemplate">
    <vt:lpwstr>c:\word2000\prod\templates\blank.dot</vt:lpwstr>
  </property>
  <property fmtid="{D5CDD505-2E9C-101B-9397-08002B2CF9AE}" pid="20" name="MediaServiceImageTags">
    <vt:lpwstr/>
  </property>
  <property fmtid="{D5CDD505-2E9C-101B-9397-08002B2CF9AE}" pid="21" name="ContentTypeId">
    <vt:lpwstr>0x0101000EF75C4C9740744D8BE413966D66C91B</vt:lpwstr>
  </property>
</Properties>
</file>